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0288" behindDoc="0" locked="0" layoutInCell="1" allowOverlap="1" wp14:anchorId="47CB9886" wp14:editId="5013631B">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20F6BF"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59264" behindDoc="0" locked="0" layoutInCell="1" allowOverlap="1" wp14:anchorId="7F25DD43" wp14:editId="7DEB89D3">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45F1FF8E" w14:textId="17AF6AAB" w:rsidR="00F102F0" w:rsidRPr="00C22D9A" w:rsidRDefault="00F102F0" w:rsidP="00F102F0">
                            <w:pPr>
                              <w:rPr>
                                <w:rFonts w:ascii="Aptos SemiBold" w:hAnsi="Aptos SemiBold"/>
                                <w:b/>
                                <w:bCs/>
                                <w:color w:val="4472C4" w:themeColor="accent1"/>
                                <w:sz w:val="32"/>
                                <w:szCs w:val="32"/>
                              </w:rPr>
                            </w:pPr>
                            <w:r w:rsidRPr="00C22D9A">
                              <w:rPr>
                                <w:rFonts w:ascii="Aptos SemiBold" w:hAnsi="Aptos SemiBold" w:cs="Arial"/>
                                <w:b/>
                                <w:bCs/>
                                <w:color w:val="4472C4" w:themeColor="accent1"/>
                                <w:sz w:val="32"/>
                                <w:szCs w:val="32"/>
                              </w:rPr>
                              <w:t>JMP</w:t>
                            </w:r>
                            <w:r w:rsidRPr="00C22D9A">
                              <w:rPr>
                                <w:rFonts w:ascii="Aptos SemiBold" w:hAnsi="Aptos SemiBold" w:cs="Arial"/>
                                <w:b/>
                                <w:bCs/>
                                <w:color w:val="4472C4" w:themeColor="accent1"/>
                                <w:sz w:val="32"/>
                                <w:szCs w:val="32"/>
                                <w:vertAlign w:val="superscript"/>
                              </w:rPr>
                              <w:t>®</w:t>
                            </w:r>
                            <w:r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ENHANCED DATA</w:t>
                            </w:r>
                            <w:r w:rsidR="00E25F67"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45F1FF8E" w14:textId="17AF6AAB" w:rsidR="00F102F0" w:rsidRPr="00C22D9A" w:rsidRDefault="00F102F0" w:rsidP="00F102F0">
                      <w:pPr>
                        <w:rPr>
                          <w:rFonts w:ascii="Aptos SemiBold" w:hAnsi="Aptos SemiBold"/>
                          <w:b/>
                          <w:bCs/>
                          <w:color w:val="4472C4" w:themeColor="accent1"/>
                          <w:sz w:val="32"/>
                          <w:szCs w:val="32"/>
                        </w:rPr>
                      </w:pPr>
                      <w:r w:rsidRPr="00C22D9A">
                        <w:rPr>
                          <w:rFonts w:ascii="Aptos SemiBold" w:hAnsi="Aptos SemiBold" w:cs="Arial"/>
                          <w:b/>
                          <w:bCs/>
                          <w:color w:val="4472C4" w:themeColor="accent1"/>
                          <w:sz w:val="32"/>
                          <w:szCs w:val="32"/>
                        </w:rPr>
                        <w:t>JMP</w:t>
                      </w:r>
                      <w:r w:rsidRPr="00C22D9A">
                        <w:rPr>
                          <w:rFonts w:ascii="Aptos SemiBold" w:hAnsi="Aptos SemiBold" w:cs="Arial"/>
                          <w:b/>
                          <w:bCs/>
                          <w:color w:val="4472C4" w:themeColor="accent1"/>
                          <w:sz w:val="32"/>
                          <w:szCs w:val="32"/>
                          <w:vertAlign w:val="superscript"/>
                        </w:rPr>
                        <w:t>®</w:t>
                      </w:r>
                      <w:r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ENHANCED DATA</w:t>
                      </w:r>
                      <w:r w:rsidR="00E25F67"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v:textbox>
              </v:shape>
            </w:pict>
          </mc:Fallback>
        </mc:AlternateContent>
      </w:r>
    </w:p>
    <w:p w14:paraId="3291C2BB" w14:textId="5B56ECB7" w:rsidR="00D31C6F" w:rsidRDefault="00BE660F" w:rsidP="00D31C6F">
      <w:pPr>
        <w:pStyle w:val="Title"/>
        <w:spacing w:after="360"/>
        <w:rPr>
          <w:rFonts w:ascii="Aptos SemiBold" w:hAnsi="Aptos SemiBold" w:cs="Arial"/>
          <w:b w:val="0"/>
          <w:bCs w:val="0"/>
          <w:color w:val="262626" w:themeColor="text1" w:themeTint="D9"/>
          <w:szCs w:val="28"/>
        </w:rPr>
      </w:pPr>
      <w:r>
        <w:rPr>
          <w:rFonts w:ascii="Aptos SemiBold" w:hAnsi="Aptos SemiBold" w:cs="Arial"/>
          <w:b w:val="0"/>
          <w:bCs w:val="0"/>
          <w:color w:val="262626" w:themeColor="text1" w:themeTint="D9"/>
          <w:szCs w:val="28"/>
        </w:rPr>
        <w:t xml:space="preserve">EFFECT OF TEMPERATURE ON </w:t>
      </w:r>
      <w:r w:rsidR="00E37E3E">
        <w:rPr>
          <w:rFonts w:ascii="Aptos SemiBold" w:hAnsi="Aptos SemiBold" w:cs="Arial"/>
          <w:b w:val="0"/>
          <w:bCs w:val="0"/>
          <w:color w:val="262626" w:themeColor="text1" w:themeTint="D9"/>
          <w:szCs w:val="28"/>
        </w:rPr>
        <w:t>ACTIVE INGREDIENT</w:t>
      </w:r>
      <w:r w:rsidR="00C65BBF">
        <w:rPr>
          <w:rFonts w:ascii="Aptos SemiBold" w:hAnsi="Aptos SemiBold" w:cs="Arial"/>
          <w:b w:val="0"/>
          <w:bCs w:val="0"/>
          <w:color w:val="262626" w:themeColor="text1" w:themeTint="D9"/>
          <w:szCs w:val="28"/>
        </w:rPr>
        <w:t xml:space="preserve"> IN</w:t>
      </w:r>
      <w:r w:rsidR="00450AFB">
        <w:rPr>
          <w:rFonts w:ascii="Aptos SemiBold" w:hAnsi="Aptos SemiBold" w:cs="Arial"/>
          <w:b w:val="0"/>
          <w:bCs w:val="0"/>
          <w:color w:val="262626" w:themeColor="text1" w:themeTint="D9"/>
          <w:szCs w:val="28"/>
        </w:rPr>
        <w:br/>
      </w:r>
      <w:r w:rsidR="00E37E3E">
        <w:rPr>
          <w:rFonts w:ascii="Aptos SemiBold" w:hAnsi="Aptos SemiBold" w:cs="Arial"/>
          <w:b w:val="0"/>
          <w:bCs w:val="0"/>
          <w:color w:val="262626" w:themeColor="text1" w:themeTint="D9"/>
          <w:szCs w:val="28"/>
        </w:rPr>
        <w:t>PHARMACEUTICAL</w:t>
      </w:r>
      <w:r w:rsidR="00450AFB">
        <w:rPr>
          <w:rFonts w:ascii="Aptos SemiBold" w:hAnsi="Aptos SemiBold" w:cs="Arial"/>
          <w:b w:val="0"/>
          <w:bCs w:val="0"/>
          <w:color w:val="262626" w:themeColor="text1" w:themeTint="D9"/>
          <w:szCs w:val="28"/>
        </w:rPr>
        <w:t xml:space="preserve"> </w:t>
      </w:r>
      <w:r w:rsidR="00E37E3E">
        <w:rPr>
          <w:rFonts w:ascii="Aptos SemiBold" w:hAnsi="Aptos SemiBold" w:cs="Arial"/>
          <w:b w:val="0"/>
          <w:bCs w:val="0"/>
          <w:color w:val="262626" w:themeColor="text1" w:themeTint="D9"/>
          <w:szCs w:val="28"/>
        </w:rPr>
        <w:t>MANUFACTURING PROCESS</w:t>
      </w:r>
    </w:p>
    <w:p w14:paraId="41D5AB6C" w14:textId="7855E148" w:rsidR="00C22D9A" w:rsidRPr="00D31C6F" w:rsidRDefault="00C22D9A" w:rsidP="00D31C6F">
      <w:pPr>
        <w:pStyle w:val="Title"/>
        <w:spacing w:afterLines="120" w:after="288"/>
        <w:rPr>
          <w:rFonts w:ascii="Aptos SemiBold" w:hAnsi="Aptos SemiBold" w:cs="Arial"/>
          <w:b w:val="0"/>
          <w:bCs w:val="0"/>
          <w:color w:val="262626" w:themeColor="text1" w:themeTint="D9"/>
          <w:szCs w:val="28"/>
        </w:rPr>
      </w:pPr>
      <w:r>
        <w:rPr>
          <w:rFonts w:ascii="Aptos SemiBold" w:hAnsi="Aptos SemiBold" w:cs="Calibri"/>
          <w:color w:val="262626" w:themeColor="text1" w:themeTint="D9"/>
          <w:sz w:val="22"/>
          <w:szCs w:val="22"/>
        </w:rPr>
        <w:t>RELEVANT JMP PLATFORMS AND STATISTICAL TECHNIQUES</w:t>
      </w:r>
    </w:p>
    <w:p w14:paraId="129A5F3E" w14:textId="4A1BA648" w:rsidR="00D31C6F" w:rsidRDefault="00C22D9A" w:rsidP="00D31C6F">
      <w:pPr>
        <w:autoSpaceDE w:val="0"/>
        <w:autoSpaceDN w:val="0"/>
        <w:adjustRightInd w:val="0"/>
        <w:spacing w:before="0" w:afterLines="40" w:after="96"/>
        <w:ind w:left="1800" w:hanging="1800"/>
        <w:rPr>
          <w:rFonts w:ascii="Aptos Light" w:hAnsi="Aptos Light" w:cs="Calibri"/>
          <w:color w:val="262626" w:themeColor="text1" w:themeTint="D9"/>
          <w:sz w:val="22"/>
          <w:szCs w:val="22"/>
        </w:rPr>
      </w:pPr>
      <w:bookmarkStart w:id="0" w:name="OLE_LINK5"/>
      <w:r>
        <w:rPr>
          <w:rFonts w:ascii="Aptos" w:hAnsi="Aptos" w:cs="Calibri"/>
          <w:color w:val="262626" w:themeColor="text1" w:themeTint="D9"/>
          <w:sz w:val="22"/>
          <w:szCs w:val="22"/>
        </w:rPr>
        <w:t xml:space="preserve">Graph </w:t>
      </w:r>
      <w:proofErr w:type="gramStart"/>
      <w:r>
        <w:rPr>
          <w:rFonts w:ascii="Aptos" w:hAnsi="Aptos" w:cs="Calibri"/>
          <w:color w:val="262626" w:themeColor="text1" w:themeTint="D9"/>
          <w:sz w:val="22"/>
          <w:szCs w:val="22"/>
        </w:rPr>
        <w:t>Builder :</w:t>
      </w:r>
      <w:proofErr w:type="gramEnd"/>
      <w:r>
        <w:rPr>
          <w:rFonts w:ascii="Calibri" w:hAnsi="Calibri" w:cs="Calibri"/>
          <w:color w:val="262626" w:themeColor="text1" w:themeTint="D9"/>
          <w:sz w:val="22"/>
          <w:szCs w:val="22"/>
        </w:rPr>
        <w:tab/>
      </w:r>
      <w:bookmarkEnd w:id="0"/>
      <w:r w:rsidR="00CD5B82">
        <w:rPr>
          <w:rFonts w:ascii="Aptos Light" w:hAnsi="Aptos Light" w:cs="Calibri"/>
          <w:color w:val="262626" w:themeColor="text1" w:themeTint="D9"/>
          <w:sz w:val="22"/>
          <w:szCs w:val="22"/>
        </w:rPr>
        <w:t>Scatterplot, Line of Fit (</w:t>
      </w:r>
      <w:bookmarkStart w:id="1" w:name="OLE_LINK48"/>
      <w:bookmarkStart w:id="2" w:name="OLE_LINK49"/>
      <w:r w:rsidR="00CD5B82">
        <w:rPr>
          <w:rFonts w:ascii="Aptos Light" w:hAnsi="Aptos Light" w:cs="Calibri"/>
          <w:color w:val="262626" w:themeColor="text1" w:themeTint="D9"/>
          <w:sz w:val="22"/>
          <w:szCs w:val="22"/>
        </w:rPr>
        <w:t>Linear and Polynomial Regression</w:t>
      </w:r>
      <w:bookmarkEnd w:id="1"/>
      <w:bookmarkEnd w:id="2"/>
      <w:r w:rsidR="00CD5B82">
        <w:rPr>
          <w:rFonts w:ascii="Aptos Light" w:hAnsi="Aptos Light" w:cs="Calibri"/>
          <w:color w:val="262626" w:themeColor="text1" w:themeTint="D9"/>
          <w:sz w:val="22"/>
          <w:szCs w:val="22"/>
        </w:rPr>
        <w:t>)</w:t>
      </w:r>
    </w:p>
    <w:p w14:paraId="042C66B9" w14:textId="17F8D900" w:rsidR="00E37E3E" w:rsidRDefault="00CD5B82" w:rsidP="00E37E3E">
      <w:pPr>
        <w:autoSpaceDE w:val="0"/>
        <w:autoSpaceDN w:val="0"/>
        <w:adjustRightInd w:val="0"/>
        <w:spacing w:before="0" w:afterLines="40" w:after="96"/>
        <w:ind w:left="1800" w:hanging="1800"/>
        <w:rPr>
          <w:rFonts w:ascii="Aptos Light" w:hAnsi="Aptos Light" w:cs="Calibri"/>
          <w:color w:val="262626" w:themeColor="text1" w:themeTint="D9"/>
          <w:sz w:val="22"/>
          <w:szCs w:val="22"/>
        </w:rPr>
      </w:pPr>
      <w:r>
        <w:rPr>
          <w:rFonts w:ascii="Aptos" w:hAnsi="Aptos" w:cs="Calibri"/>
          <w:color w:val="262626" w:themeColor="text1" w:themeTint="D9"/>
          <w:sz w:val="22"/>
          <w:szCs w:val="22"/>
        </w:rPr>
        <w:t>Fit Y by X</w:t>
      </w:r>
      <w:r w:rsidR="00E37E3E">
        <w:rPr>
          <w:rFonts w:ascii="Aptos" w:hAnsi="Aptos" w:cs="Calibri"/>
          <w:color w:val="262626" w:themeColor="text1" w:themeTint="D9"/>
          <w:sz w:val="22"/>
          <w:szCs w:val="22"/>
        </w:rPr>
        <w:t xml:space="preserve"> :</w:t>
      </w:r>
      <w:r w:rsidR="00E37E3E">
        <w:rPr>
          <w:rFonts w:ascii="Calibri" w:hAnsi="Calibri" w:cs="Calibri"/>
          <w:color w:val="262626" w:themeColor="text1" w:themeTint="D9"/>
          <w:sz w:val="22"/>
          <w:szCs w:val="22"/>
        </w:rPr>
        <w:tab/>
      </w:r>
      <w:r>
        <w:rPr>
          <w:rFonts w:ascii="Aptos Light" w:hAnsi="Aptos Light" w:cs="Calibri"/>
          <w:color w:val="262626" w:themeColor="text1" w:themeTint="D9"/>
          <w:sz w:val="22"/>
          <w:szCs w:val="22"/>
        </w:rPr>
        <w:t>Linear and Polynomial Regression</w:t>
      </w:r>
    </w:p>
    <w:p w14:paraId="1698EF98" w14:textId="77777777" w:rsidR="00E37E3E" w:rsidRDefault="00E37E3E" w:rsidP="00D31C6F">
      <w:pPr>
        <w:autoSpaceDE w:val="0"/>
        <w:autoSpaceDN w:val="0"/>
        <w:adjustRightInd w:val="0"/>
        <w:spacing w:before="0" w:afterLines="40" w:after="96"/>
        <w:ind w:left="1800" w:hanging="1800"/>
        <w:rPr>
          <w:rFonts w:ascii="Aptos Light" w:hAnsi="Aptos Light" w:cs="Calibri"/>
          <w:color w:val="262626" w:themeColor="text1" w:themeTint="D9"/>
          <w:sz w:val="22"/>
          <w:szCs w:val="22"/>
        </w:rPr>
      </w:pPr>
    </w:p>
    <w:p w14:paraId="296214F7" w14:textId="03BF39FD" w:rsidR="00FD2D8D" w:rsidRPr="00C22D9A" w:rsidRDefault="00C22D9A" w:rsidP="00FD2D8D">
      <w:pPr>
        <w:pStyle w:val="Title"/>
        <w:spacing w:after="120"/>
        <w:rPr>
          <w:rFonts w:ascii="Aptos SemiBold" w:hAnsi="Aptos SemiBold" w:cs="Calibri"/>
          <w:color w:val="262626" w:themeColor="text1" w:themeTint="D9"/>
          <w:sz w:val="22"/>
          <w:szCs w:val="22"/>
        </w:rPr>
      </w:pPr>
      <w:r>
        <w:rPr>
          <w:rFonts w:ascii="Aptos SemiBold" w:hAnsi="Aptos SemiBold" w:cs="Calibri"/>
          <w:color w:val="262626" w:themeColor="text1" w:themeTint="D9"/>
          <w:sz w:val="22"/>
          <w:szCs w:val="22"/>
        </w:rPr>
        <w:t>PROBLEM STATEMENT</w:t>
      </w:r>
    </w:p>
    <w:p w14:paraId="0F5B2D17" w14:textId="0247EC9E" w:rsidR="00E05E22" w:rsidRPr="00B5032A" w:rsidRDefault="00E05E22" w:rsidP="00B5032A">
      <w:pPr>
        <w:pStyle w:val="NormalWeb"/>
        <w:spacing w:before="0" w:beforeAutospacing="0" w:after="80" w:afterAutospacing="0"/>
        <w:rPr>
          <w:rFonts w:ascii="Aptos Light" w:hAnsi="Aptos Light" w:cs="Avenir Book"/>
          <w:color w:val="262626" w:themeColor="text1" w:themeTint="D9"/>
          <w:sz w:val="22"/>
          <w:szCs w:val="22"/>
        </w:rPr>
      </w:pPr>
      <w:bookmarkStart w:id="3" w:name="OLE_LINK23"/>
      <w:bookmarkStart w:id="4" w:name="OLE_LINK28"/>
      <w:r>
        <w:rPr>
          <w:rFonts w:ascii="Aptos Light" w:hAnsi="Aptos Light" w:cs="Avenir Book"/>
          <w:color w:val="262626" w:themeColor="text1" w:themeTint="D9"/>
          <w:sz w:val="22"/>
          <w:szCs w:val="22"/>
        </w:rPr>
        <w:t xml:space="preserve">The </w:t>
      </w:r>
      <w:r w:rsidRPr="00E05E22">
        <w:rPr>
          <w:rFonts w:ascii="Aptos Light" w:hAnsi="Aptos Light" w:cs="Avenir Book"/>
          <w:color w:val="262626" w:themeColor="text1" w:themeTint="D9"/>
          <w:sz w:val="22"/>
          <w:szCs w:val="22"/>
        </w:rPr>
        <w:t>manufacturing of pharmaceutical</w:t>
      </w:r>
      <w:r w:rsidR="003A79A7">
        <w:rPr>
          <w:rFonts w:ascii="Aptos Light" w:hAnsi="Aptos Light" w:cs="Avenir Book"/>
          <w:color w:val="262626" w:themeColor="text1" w:themeTint="D9"/>
          <w:sz w:val="22"/>
          <w:szCs w:val="22"/>
        </w:rPr>
        <w:t xml:space="preserve">s </w:t>
      </w:r>
      <w:r>
        <w:rPr>
          <w:rFonts w:ascii="Aptos Light" w:hAnsi="Aptos Light" w:cs="Avenir Book"/>
          <w:color w:val="262626" w:themeColor="text1" w:themeTint="D9"/>
          <w:sz w:val="22"/>
          <w:szCs w:val="22"/>
        </w:rPr>
        <w:t xml:space="preserve">requires the control of a </w:t>
      </w:r>
      <w:r w:rsidR="003A79A7">
        <w:rPr>
          <w:rFonts w:ascii="Aptos Light" w:hAnsi="Aptos Light" w:cs="Avenir Book"/>
          <w:color w:val="262626" w:themeColor="text1" w:themeTint="D9"/>
          <w:sz w:val="22"/>
          <w:szCs w:val="22"/>
        </w:rPr>
        <w:t>wide array</w:t>
      </w:r>
      <w:r>
        <w:rPr>
          <w:rFonts w:ascii="Aptos Light" w:hAnsi="Aptos Light" w:cs="Avenir Book"/>
          <w:color w:val="262626" w:themeColor="text1" w:themeTint="D9"/>
          <w:sz w:val="22"/>
          <w:szCs w:val="22"/>
        </w:rPr>
        <w:t xml:space="preserve"> of ingredients, equipment, and process conditions. </w:t>
      </w:r>
      <w:r w:rsidR="003A79A7" w:rsidRPr="00E05E22">
        <w:rPr>
          <w:rFonts w:ascii="Aptos Light" w:hAnsi="Aptos Light" w:cs="Avenir Book"/>
          <w:color w:val="262626" w:themeColor="text1" w:themeTint="D9"/>
          <w:sz w:val="22"/>
          <w:szCs w:val="22"/>
        </w:rPr>
        <w:t>Temperature plays a critical role in the manufacturing of pharmaceutical drugs</w:t>
      </w:r>
      <w:r w:rsidR="003A79A7">
        <w:rPr>
          <w:rFonts w:ascii="Aptos Light" w:hAnsi="Aptos Light" w:cs="Avenir Book"/>
          <w:color w:val="262626" w:themeColor="text1" w:themeTint="D9"/>
          <w:sz w:val="22"/>
          <w:szCs w:val="22"/>
        </w:rPr>
        <w:t xml:space="preserve">, </w:t>
      </w:r>
      <w:r w:rsidR="003A79A7" w:rsidRPr="00E05E22">
        <w:rPr>
          <w:rFonts w:ascii="Aptos Light" w:hAnsi="Aptos Light" w:cs="Avenir Book"/>
          <w:color w:val="262626" w:themeColor="text1" w:themeTint="D9"/>
          <w:sz w:val="22"/>
          <w:szCs w:val="22"/>
        </w:rPr>
        <w:t>influencing various stages of production from raw material handling to final formulation and storage</w:t>
      </w:r>
      <w:r w:rsidR="003A79A7">
        <w:rPr>
          <w:rFonts w:ascii="Aptos Light" w:hAnsi="Aptos Light" w:cs="Avenir Book"/>
          <w:color w:val="262626" w:themeColor="text1" w:themeTint="D9"/>
          <w:sz w:val="22"/>
          <w:szCs w:val="22"/>
        </w:rPr>
        <w:t xml:space="preserve">. </w:t>
      </w:r>
      <w:r w:rsidR="003A79A7" w:rsidRPr="003A79A7">
        <w:rPr>
          <w:rFonts w:ascii="Aptos Light" w:hAnsi="Aptos Light" w:cs="Avenir Book"/>
          <w:color w:val="262626" w:themeColor="text1" w:themeTint="D9"/>
          <w:sz w:val="22"/>
          <w:szCs w:val="22"/>
        </w:rPr>
        <w:t xml:space="preserve">During the synthesis of </w:t>
      </w:r>
      <w:r w:rsidR="003A79A7">
        <w:rPr>
          <w:rFonts w:ascii="Aptos Light" w:hAnsi="Aptos Light" w:cs="Avenir Book"/>
          <w:color w:val="262626" w:themeColor="text1" w:themeTint="D9"/>
          <w:sz w:val="22"/>
          <w:szCs w:val="22"/>
        </w:rPr>
        <w:t xml:space="preserve">the </w:t>
      </w:r>
      <w:r w:rsidR="003A79A7" w:rsidRPr="003A79A7">
        <w:rPr>
          <w:rFonts w:ascii="Aptos Light" w:hAnsi="Aptos Light" w:cs="Avenir Book"/>
          <w:color w:val="262626" w:themeColor="text1" w:themeTint="D9"/>
          <w:sz w:val="22"/>
          <w:szCs w:val="22"/>
        </w:rPr>
        <w:t>active pharmaceutical ingredient (API</w:t>
      </w:r>
      <w:r w:rsidR="003A79A7">
        <w:rPr>
          <w:rFonts w:ascii="Aptos Light" w:hAnsi="Aptos Light" w:cs="Avenir Book"/>
          <w:color w:val="262626" w:themeColor="text1" w:themeTint="D9"/>
          <w:sz w:val="22"/>
          <w:szCs w:val="22"/>
        </w:rPr>
        <w:t>)</w:t>
      </w:r>
      <w:r w:rsidR="003A79A7" w:rsidRPr="003A79A7">
        <w:rPr>
          <w:rFonts w:ascii="Aptos Light" w:hAnsi="Aptos Light" w:cs="Avenir Book"/>
          <w:color w:val="262626" w:themeColor="text1" w:themeTint="D9"/>
          <w:sz w:val="22"/>
          <w:szCs w:val="22"/>
        </w:rPr>
        <w:t xml:space="preserve">, </w:t>
      </w:r>
      <w:r w:rsidR="002B5EFA">
        <w:rPr>
          <w:rFonts w:ascii="Aptos Light" w:hAnsi="Aptos Light" w:cs="Avenir Book"/>
          <w:color w:val="262626" w:themeColor="text1" w:themeTint="D9"/>
          <w:sz w:val="22"/>
          <w:szCs w:val="22"/>
        </w:rPr>
        <w:t xml:space="preserve">precise </w:t>
      </w:r>
      <w:r w:rsidR="003A79A7" w:rsidRPr="003A79A7">
        <w:rPr>
          <w:rFonts w:ascii="Aptos Light" w:hAnsi="Aptos Light" w:cs="Avenir Book"/>
          <w:color w:val="262626" w:themeColor="text1" w:themeTint="D9"/>
          <w:sz w:val="22"/>
          <w:szCs w:val="22"/>
        </w:rPr>
        <w:t xml:space="preserve">temperature control is vital </w:t>
      </w:r>
      <w:r w:rsidR="002B5EFA">
        <w:rPr>
          <w:rFonts w:ascii="Aptos Light" w:hAnsi="Aptos Light" w:cs="Avenir Book"/>
          <w:color w:val="262626" w:themeColor="text1" w:themeTint="D9"/>
          <w:sz w:val="22"/>
          <w:szCs w:val="22"/>
        </w:rPr>
        <w:t xml:space="preserve">for a process to consistently </w:t>
      </w:r>
      <w:r w:rsidR="003A79A7" w:rsidRPr="003A79A7">
        <w:rPr>
          <w:rFonts w:ascii="Aptos Light" w:hAnsi="Aptos Light" w:cs="Avenir Book"/>
          <w:color w:val="262626" w:themeColor="text1" w:themeTint="D9"/>
          <w:sz w:val="22"/>
          <w:szCs w:val="22"/>
        </w:rPr>
        <w:t>produc</w:t>
      </w:r>
      <w:r w:rsidR="002B5EFA">
        <w:rPr>
          <w:rFonts w:ascii="Aptos Light" w:hAnsi="Aptos Light" w:cs="Avenir Book"/>
          <w:color w:val="262626" w:themeColor="text1" w:themeTint="D9"/>
          <w:sz w:val="22"/>
          <w:szCs w:val="22"/>
        </w:rPr>
        <w:t>e</w:t>
      </w:r>
      <w:r w:rsidR="003A79A7" w:rsidRPr="003A79A7">
        <w:rPr>
          <w:rFonts w:ascii="Aptos Light" w:hAnsi="Aptos Light" w:cs="Avenir Book"/>
          <w:color w:val="262626" w:themeColor="text1" w:themeTint="D9"/>
          <w:sz w:val="22"/>
          <w:szCs w:val="22"/>
        </w:rPr>
        <w:t xml:space="preserve"> the desired API </w:t>
      </w:r>
      <w:r w:rsidR="002B5EFA">
        <w:rPr>
          <w:rFonts w:ascii="Aptos Light" w:hAnsi="Aptos Light" w:cs="Avenir Book"/>
          <w:color w:val="262626" w:themeColor="text1" w:themeTint="D9"/>
          <w:sz w:val="22"/>
          <w:szCs w:val="22"/>
        </w:rPr>
        <w:t>with very minimal amount of impurities</w:t>
      </w:r>
      <w:r w:rsidR="003A79A7" w:rsidRPr="003A79A7">
        <w:rPr>
          <w:rFonts w:ascii="Aptos Light" w:hAnsi="Aptos Light" w:cs="Avenir Book"/>
          <w:color w:val="262626" w:themeColor="text1" w:themeTint="D9"/>
          <w:sz w:val="22"/>
          <w:szCs w:val="22"/>
        </w:rPr>
        <w:t>.</w:t>
      </w:r>
    </w:p>
    <w:bookmarkEnd w:id="3"/>
    <w:bookmarkEnd w:id="4"/>
    <w:p w14:paraId="3F3246A9" w14:textId="6DFD4748" w:rsidR="00BE34FB" w:rsidRPr="00C22D9A" w:rsidRDefault="00E05E22" w:rsidP="00BE34FB">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noProof/>
          <w:color w:val="262626" w:themeColor="text1" w:themeTint="D9"/>
          <w:sz w:val="22"/>
          <w:szCs w:val="22"/>
        </w:rPr>
        <w:drawing>
          <wp:anchor distT="0" distB="0" distL="114300" distR="114300" simplePos="0" relativeHeight="251750400" behindDoc="0" locked="0" layoutInCell="1" allowOverlap="1" wp14:anchorId="6BD325AF" wp14:editId="1C8B759F">
            <wp:simplePos x="0" y="0"/>
            <wp:positionH relativeFrom="column">
              <wp:posOffset>1355972</wp:posOffset>
            </wp:positionH>
            <wp:positionV relativeFrom="paragraph">
              <wp:posOffset>37465</wp:posOffset>
            </wp:positionV>
            <wp:extent cx="2976729" cy="1982223"/>
            <wp:effectExtent l="0" t="0" r="0" b="0"/>
            <wp:wrapNone/>
            <wp:docPr id="11899420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942024" name="Picture 4"/>
                    <pic:cNvPicPr/>
                  </pic:nvPicPr>
                  <pic:blipFill>
                    <a:blip r:embed="rId8" cstate="print">
                      <a:extLst>
                        <a:ext uri="{28A0092B-C50C-407E-A947-70E740481C1C}">
                          <a14:useLocalDpi xmlns:a14="http://schemas.microsoft.com/office/drawing/2010/main" val="0"/>
                        </a:ext>
                      </a:extLst>
                    </a:blip>
                    <a:srcRect t="82" b="82"/>
                    <a:stretch>
                      <a:fillRect/>
                    </a:stretch>
                  </pic:blipFill>
                  <pic:spPr bwMode="auto">
                    <a:xfrm>
                      <a:off x="0" y="0"/>
                      <a:ext cx="2976729" cy="19822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4DDF44" w14:textId="7014EE0C"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06F2AC26" w14:textId="20CA7C1C"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1AB71672" w14:textId="7BE53C77"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73102392" w14:textId="04B06943" w:rsidR="002618D4"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5AB87261" w14:textId="77777777" w:rsidR="00B5032A" w:rsidRPr="00C22D9A" w:rsidRDefault="00B5032A" w:rsidP="00FD2D8D">
      <w:pPr>
        <w:autoSpaceDE w:val="0"/>
        <w:autoSpaceDN w:val="0"/>
        <w:adjustRightInd w:val="0"/>
        <w:spacing w:before="0" w:after="80"/>
        <w:rPr>
          <w:rFonts w:ascii="Aptos Light" w:hAnsi="Aptos Light" w:cs="Avenir Book"/>
          <w:color w:val="262626" w:themeColor="text1" w:themeTint="D9"/>
          <w:sz w:val="22"/>
          <w:szCs w:val="22"/>
        </w:rPr>
      </w:pPr>
    </w:p>
    <w:p w14:paraId="00B06B09" w14:textId="6D14E1AD"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23FEEB05" w14:textId="70D7047F"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4644598B" w14:textId="597DFBD8" w:rsidR="00AD1B9F" w:rsidRPr="00C22D9A" w:rsidRDefault="00AD1B9F" w:rsidP="00FD2D8D">
      <w:pPr>
        <w:autoSpaceDE w:val="0"/>
        <w:autoSpaceDN w:val="0"/>
        <w:adjustRightInd w:val="0"/>
        <w:spacing w:before="0" w:after="80"/>
        <w:rPr>
          <w:rFonts w:ascii="Aptos Light" w:hAnsi="Aptos Light" w:cs="Avenir Book"/>
          <w:color w:val="262626" w:themeColor="text1" w:themeTint="D9"/>
          <w:sz w:val="22"/>
          <w:szCs w:val="22"/>
        </w:rPr>
      </w:pPr>
    </w:p>
    <w:p w14:paraId="3B28F059" w14:textId="7F1A0647" w:rsidR="00B31546" w:rsidRDefault="00F1722D" w:rsidP="00B31546">
      <w:pPr>
        <w:pStyle w:val="NormalWeb"/>
        <w:spacing w:before="0" w:beforeAutospacing="0" w:after="80" w:afterAutospacing="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r>
      <w:r w:rsidR="00E05E22">
        <w:rPr>
          <w:rFonts w:ascii="Aptos Light" w:hAnsi="Aptos Light" w:cs="Avenir Book"/>
          <w:color w:val="262626" w:themeColor="text1" w:themeTint="D9"/>
          <w:sz w:val="22"/>
          <w:szCs w:val="22"/>
        </w:rPr>
        <w:t xml:space="preserve">A process engineering team at a pharmaceutical company is working on </w:t>
      </w:r>
      <w:r w:rsidR="003A79A7">
        <w:rPr>
          <w:rFonts w:ascii="Aptos Light" w:hAnsi="Aptos Light" w:cs="Avenir Book"/>
          <w:color w:val="262626" w:themeColor="text1" w:themeTint="D9"/>
          <w:sz w:val="22"/>
          <w:szCs w:val="22"/>
        </w:rPr>
        <w:t>establishing conditions to</w:t>
      </w:r>
      <w:r w:rsidR="00E05E22">
        <w:rPr>
          <w:rFonts w:ascii="Aptos Light" w:hAnsi="Aptos Light" w:cs="Avenir Book"/>
          <w:color w:val="262626" w:themeColor="text1" w:themeTint="D9"/>
          <w:sz w:val="22"/>
          <w:szCs w:val="22"/>
        </w:rPr>
        <w:t xml:space="preserve"> scale</w:t>
      </w:r>
      <w:r w:rsidR="003A79A7">
        <w:rPr>
          <w:rFonts w:ascii="Aptos Light" w:hAnsi="Aptos Light" w:cs="Avenir Book"/>
          <w:color w:val="262626" w:themeColor="text1" w:themeTint="D9"/>
          <w:sz w:val="22"/>
          <w:szCs w:val="22"/>
        </w:rPr>
        <w:t>-up</w:t>
      </w:r>
      <w:r w:rsidR="00E05E22">
        <w:rPr>
          <w:rFonts w:ascii="Aptos Light" w:hAnsi="Aptos Light" w:cs="Avenir Book"/>
          <w:color w:val="262626" w:themeColor="text1" w:themeTint="D9"/>
          <w:sz w:val="22"/>
          <w:szCs w:val="22"/>
        </w:rPr>
        <w:t xml:space="preserve"> production of a new drug formulation</w:t>
      </w:r>
      <w:r w:rsidR="003A79A7">
        <w:rPr>
          <w:rFonts w:ascii="Aptos Light" w:hAnsi="Aptos Light" w:cs="Avenir Book"/>
          <w:color w:val="262626" w:themeColor="text1" w:themeTint="D9"/>
          <w:sz w:val="22"/>
          <w:szCs w:val="22"/>
        </w:rPr>
        <w:t>. To under</w:t>
      </w:r>
      <w:r w:rsidR="00D2186F">
        <w:rPr>
          <w:rFonts w:ascii="Aptos Light" w:hAnsi="Aptos Light" w:cs="Avenir Book"/>
          <w:color w:val="262626" w:themeColor="text1" w:themeTint="D9"/>
          <w:sz w:val="22"/>
          <w:szCs w:val="22"/>
        </w:rPr>
        <w:t>stand</w:t>
      </w:r>
      <w:r w:rsidR="003A79A7">
        <w:rPr>
          <w:rFonts w:ascii="Aptos Light" w:hAnsi="Aptos Light" w:cs="Avenir Book"/>
          <w:color w:val="262626" w:themeColor="text1" w:themeTint="D9"/>
          <w:sz w:val="22"/>
          <w:szCs w:val="22"/>
        </w:rPr>
        <w:t xml:space="preserve"> the effect that temperature at one of the process stages has on the amount of API, a pilot run of the process was </w:t>
      </w:r>
      <w:r w:rsidR="00D2186F">
        <w:rPr>
          <w:rFonts w:ascii="Aptos Light" w:hAnsi="Aptos Light" w:cs="Avenir Book"/>
          <w:color w:val="262626" w:themeColor="text1" w:themeTint="D9"/>
          <w:sz w:val="22"/>
          <w:szCs w:val="22"/>
        </w:rPr>
        <w:t xml:space="preserve">planned. </w:t>
      </w:r>
      <w:r w:rsidR="00AF5920">
        <w:rPr>
          <w:rFonts w:ascii="Aptos Light" w:hAnsi="Aptos Light" w:cs="Avenir Book"/>
          <w:color w:val="262626" w:themeColor="text1" w:themeTint="D9"/>
          <w:sz w:val="22"/>
          <w:szCs w:val="22"/>
        </w:rPr>
        <w:t xml:space="preserve">The target API for this product is </w:t>
      </w:r>
      <w:bookmarkStart w:id="5" w:name="OLE_LINK21"/>
      <w:bookmarkStart w:id="6" w:name="OLE_LINK22"/>
      <w:bookmarkStart w:id="7" w:name="OLE_LINK47"/>
      <w:r w:rsidR="00AF5920">
        <w:rPr>
          <w:rFonts w:ascii="Aptos Light" w:hAnsi="Aptos Light" w:cs="Avenir Book"/>
          <w:color w:val="262626" w:themeColor="text1" w:themeTint="D9"/>
          <w:sz w:val="22"/>
          <w:szCs w:val="22"/>
        </w:rPr>
        <w:t>350 +/-2.5 mg/</w:t>
      </w:r>
      <w:proofErr w:type="spellStart"/>
      <w:r w:rsidR="00AF5920">
        <w:rPr>
          <w:rFonts w:ascii="Aptos Light" w:hAnsi="Aptos Light" w:cs="Avenir Book"/>
          <w:color w:val="262626" w:themeColor="text1" w:themeTint="D9"/>
          <w:sz w:val="22"/>
          <w:szCs w:val="22"/>
        </w:rPr>
        <w:t>mL</w:t>
      </w:r>
      <w:bookmarkEnd w:id="5"/>
      <w:bookmarkEnd w:id="6"/>
      <w:bookmarkEnd w:id="7"/>
      <w:r w:rsidR="00AF5920">
        <w:rPr>
          <w:rFonts w:ascii="Aptos Light" w:hAnsi="Aptos Light" w:cs="Avenir Book"/>
          <w:color w:val="262626" w:themeColor="text1" w:themeTint="D9"/>
          <w:sz w:val="22"/>
          <w:szCs w:val="22"/>
        </w:rPr>
        <w:t>.</w:t>
      </w:r>
      <w:proofErr w:type="spellEnd"/>
      <w:r w:rsidR="00AF5920">
        <w:rPr>
          <w:rFonts w:ascii="Aptos Light" w:hAnsi="Aptos Light" w:cs="Avenir Book"/>
          <w:color w:val="262626" w:themeColor="text1" w:themeTint="D9"/>
          <w:sz w:val="22"/>
          <w:szCs w:val="22"/>
        </w:rPr>
        <w:t xml:space="preserve"> </w:t>
      </w:r>
      <w:r w:rsidR="00D2186F">
        <w:rPr>
          <w:rFonts w:ascii="Aptos Light" w:hAnsi="Aptos Light" w:cs="Avenir Book"/>
          <w:color w:val="262626" w:themeColor="text1" w:themeTint="D9"/>
          <w:sz w:val="22"/>
          <w:szCs w:val="22"/>
        </w:rPr>
        <w:t>The engineering team has decided to test 6</w:t>
      </w:r>
      <w:r w:rsidR="003A79A7">
        <w:rPr>
          <w:rFonts w:ascii="Aptos Light" w:hAnsi="Aptos Light" w:cs="Avenir Book"/>
          <w:color w:val="262626" w:themeColor="text1" w:themeTint="D9"/>
          <w:sz w:val="22"/>
          <w:szCs w:val="22"/>
        </w:rPr>
        <w:t xml:space="preserve"> different temperature</w:t>
      </w:r>
      <w:r w:rsidR="00D2186F">
        <w:rPr>
          <w:rFonts w:ascii="Aptos Light" w:hAnsi="Aptos Light" w:cs="Avenir Book"/>
          <w:color w:val="262626" w:themeColor="text1" w:themeTint="D9"/>
          <w:sz w:val="22"/>
          <w:szCs w:val="22"/>
        </w:rPr>
        <w:t>s</w:t>
      </w:r>
      <w:r w:rsidR="003A79A7">
        <w:rPr>
          <w:rFonts w:ascii="Aptos Light" w:hAnsi="Aptos Light" w:cs="Avenir Book"/>
          <w:color w:val="262626" w:themeColor="text1" w:themeTint="D9"/>
          <w:sz w:val="22"/>
          <w:szCs w:val="22"/>
        </w:rPr>
        <w:t xml:space="preserve"> (</w:t>
      </w:r>
      <w:bookmarkStart w:id="8" w:name="OLE_LINK13"/>
      <w:bookmarkStart w:id="9" w:name="OLE_LINK14"/>
      <w:r w:rsidR="003A79A7" w:rsidRPr="003A79A7">
        <w:rPr>
          <w:rFonts w:ascii="Aptos Light" w:hAnsi="Aptos Light" w:cs="Avenir Book"/>
          <w:color w:val="262626" w:themeColor="text1" w:themeTint="D9"/>
          <w:sz w:val="22"/>
          <w:szCs w:val="22"/>
        </w:rPr>
        <w:t>1</w:t>
      </w:r>
      <w:r w:rsidR="003A79A7">
        <w:rPr>
          <w:rFonts w:ascii="Aptos Light" w:hAnsi="Aptos Light" w:cs="Avenir Book"/>
          <w:color w:val="262626" w:themeColor="text1" w:themeTint="D9"/>
          <w:sz w:val="22"/>
          <w:szCs w:val="22"/>
        </w:rPr>
        <w:t>25</w:t>
      </w:r>
      <w:r w:rsidR="003A79A7">
        <w:rPr>
          <w:rFonts w:ascii="Aptos Light" w:hAnsi="Aptos Light" w:cs="Avenir Book"/>
          <w:color w:val="262626" w:themeColor="text1" w:themeTint="D9"/>
          <w:sz w:val="22"/>
          <w:szCs w:val="22"/>
          <w:vertAlign w:val="superscript"/>
        </w:rPr>
        <w:t>o</w:t>
      </w:r>
      <w:r w:rsidR="003A79A7">
        <w:rPr>
          <w:rFonts w:ascii="Aptos Light" w:hAnsi="Aptos Light" w:cs="Avenir Book"/>
          <w:color w:val="262626" w:themeColor="text1" w:themeTint="D9"/>
          <w:sz w:val="22"/>
          <w:szCs w:val="22"/>
        </w:rPr>
        <w:t>C</w:t>
      </w:r>
      <w:bookmarkEnd w:id="8"/>
      <w:bookmarkEnd w:id="9"/>
      <w:r w:rsidR="003A79A7">
        <w:rPr>
          <w:rFonts w:ascii="Aptos Light" w:hAnsi="Aptos Light" w:cs="Avenir Book"/>
          <w:color w:val="262626" w:themeColor="text1" w:themeTint="D9"/>
          <w:sz w:val="22"/>
          <w:szCs w:val="22"/>
        </w:rPr>
        <w:t>, 127.5</w:t>
      </w:r>
      <w:r w:rsidR="003A79A7">
        <w:rPr>
          <w:rFonts w:ascii="Aptos Light" w:hAnsi="Aptos Light" w:cs="Avenir Book"/>
          <w:color w:val="262626" w:themeColor="text1" w:themeTint="D9"/>
          <w:sz w:val="22"/>
          <w:szCs w:val="22"/>
          <w:vertAlign w:val="superscript"/>
        </w:rPr>
        <w:t>o</w:t>
      </w:r>
      <w:r w:rsidR="003A79A7">
        <w:rPr>
          <w:rFonts w:ascii="Aptos Light" w:hAnsi="Aptos Light" w:cs="Avenir Book"/>
          <w:color w:val="262626" w:themeColor="text1" w:themeTint="D9"/>
          <w:sz w:val="22"/>
          <w:szCs w:val="22"/>
        </w:rPr>
        <w:t>C,</w:t>
      </w:r>
      <w:r w:rsidR="003A79A7" w:rsidRPr="003A79A7">
        <w:rPr>
          <w:rFonts w:ascii="Aptos Light" w:hAnsi="Aptos Light" w:cs="Avenir Book"/>
          <w:color w:val="262626" w:themeColor="text1" w:themeTint="D9"/>
          <w:sz w:val="22"/>
          <w:szCs w:val="22"/>
        </w:rPr>
        <w:t xml:space="preserve"> 130</w:t>
      </w:r>
      <w:r w:rsidR="003A79A7">
        <w:rPr>
          <w:rFonts w:ascii="Aptos Light" w:hAnsi="Aptos Light" w:cs="Avenir Book"/>
          <w:color w:val="262626" w:themeColor="text1" w:themeTint="D9"/>
          <w:sz w:val="22"/>
          <w:szCs w:val="22"/>
          <w:vertAlign w:val="superscript"/>
        </w:rPr>
        <w:t>o</w:t>
      </w:r>
      <w:r w:rsidR="003A79A7">
        <w:rPr>
          <w:rFonts w:ascii="Aptos Light" w:hAnsi="Aptos Light" w:cs="Avenir Book"/>
          <w:color w:val="262626" w:themeColor="text1" w:themeTint="D9"/>
          <w:sz w:val="22"/>
          <w:szCs w:val="22"/>
        </w:rPr>
        <w:t>C,</w:t>
      </w:r>
      <w:r w:rsidR="003A79A7" w:rsidRPr="003A79A7">
        <w:rPr>
          <w:rFonts w:ascii="Aptos Light" w:hAnsi="Aptos Light" w:cs="Avenir Book"/>
          <w:color w:val="262626" w:themeColor="text1" w:themeTint="D9"/>
          <w:sz w:val="22"/>
          <w:szCs w:val="22"/>
        </w:rPr>
        <w:t xml:space="preserve"> 13</w:t>
      </w:r>
      <w:r w:rsidR="003A79A7">
        <w:rPr>
          <w:rFonts w:ascii="Aptos Light" w:hAnsi="Aptos Light" w:cs="Avenir Book"/>
          <w:color w:val="262626" w:themeColor="text1" w:themeTint="D9"/>
          <w:sz w:val="22"/>
          <w:szCs w:val="22"/>
        </w:rPr>
        <w:t>2.5</w:t>
      </w:r>
      <w:r w:rsidR="003A79A7">
        <w:rPr>
          <w:rFonts w:ascii="Aptos Light" w:hAnsi="Aptos Light" w:cs="Avenir Book"/>
          <w:color w:val="262626" w:themeColor="text1" w:themeTint="D9"/>
          <w:sz w:val="22"/>
          <w:szCs w:val="22"/>
          <w:vertAlign w:val="superscript"/>
        </w:rPr>
        <w:t>o</w:t>
      </w:r>
      <w:r w:rsidR="003A79A7">
        <w:rPr>
          <w:rFonts w:ascii="Aptos Light" w:hAnsi="Aptos Light" w:cs="Avenir Book"/>
          <w:color w:val="262626" w:themeColor="text1" w:themeTint="D9"/>
          <w:sz w:val="22"/>
          <w:szCs w:val="22"/>
        </w:rPr>
        <w:t>C,</w:t>
      </w:r>
      <w:r w:rsidR="003A79A7" w:rsidRPr="003A79A7">
        <w:rPr>
          <w:rFonts w:ascii="Aptos Light" w:hAnsi="Aptos Light" w:cs="Avenir Book"/>
          <w:color w:val="262626" w:themeColor="text1" w:themeTint="D9"/>
          <w:sz w:val="22"/>
          <w:szCs w:val="22"/>
        </w:rPr>
        <w:t xml:space="preserve"> 13</w:t>
      </w:r>
      <w:r w:rsidR="003A79A7">
        <w:rPr>
          <w:rFonts w:ascii="Aptos Light" w:hAnsi="Aptos Light" w:cs="Avenir Book"/>
          <w:color w:val="262626" w:themeColor="text1" w:themeTint="D9"/>
          <w:sz w:val="22"/>
          <w:szCs w:val="22"/>
        </w:rPr>
        <w:t>5</w:t>
      </w:r>
      <w:r w:rsidR="003A79A7">
        <w:rPr>
          <w:rFonts w:ascii="Aptos Light" w:hAnsi="Aptos Light" w:cs="Avenir Book"/>
          <w:color w:val="262626" w:themeColor="text1" w:themeTint="D9"/>
          <w:sz w:val="22"/>
          <w:szCs w:val="22"/>
          <w:vertAlign w:val="superscript"/>
        </w:rPr>
        <w:t>o</w:t>
      </w:r>
      <w:r w:rsidR="003A79A7">
        <w:rPr>
          <w:rFonts w:ascii="Aptos Light" w:hAnsi="Aptos Light" w:cs="Avenir Book"/>
          <w:color w:val="262626" w:themeColor="text1" w:themeTint="D9"/>
          <w:sz w:val="22"/>
          <w:szCs w:val="22"/>
        </w:rPr>
        <w:t>C,</w:t>
      </w:r>
      <w:r w:rsidR="003A79A7" w:rsidRPr="003A79A7">
        <w:rPr>
          <w:rFonts w:ascii="Aptos Light" w:hAnsi="Aptos Light" w:cs="Avenir Book"/>
          <w:color w:val="262626" w:themeColor="text1" w:themeTint="D9"/>
          <w:sz w:val="22"/>
          <w:szCs w:val="22"/>
        </w:rPr>
        <w:t xml:space="preserve"> 13</w:t>
      </w:r>
      <w:r w:rsidR="003A79A7">
        <w:rPr>
          <w:rFonts w:ascii="Aptos Light" w:hAnsi="Aptos Light" w:cs="Avenir Book"/>
          <w:color w:val="262626" w:themeColor="text1" w:themeTint="D9"/>
          <w:sz w:val="22"/>
          <w:szCs w:val="22"/>
        </w:rPr>
        <w:t>7.5</w:t>
      </w:r>
      <w:r w:rsidR="003A79A7">
        <w:rPr>
          <w:rFonts w:ascii="Aptos Light" w:hAnsi="Aptos Light" w:cs="Avenir Book"/>
          <w:color w:val="262626" w:themeColor="text1" w:themeTint="D9"/>
          <w:sz w:val="22"/>
          <w:szCs w:val="22"/>
          <w:vertAlign w:val="superscript"/>
        </w:rPr>
        <w:t>o</w:t>
      </w:r>
      <w:r w:rsidR="003A79A7">
        <w:rPr>
          <w:rFonts w:ascii="Aptos Light" w:hAnsi="Aptos Light" w:cs="Avenir Book"/>
          <w:color w:val="262626" w:themeColor="text1" w:themeTint="D9"/>
          <w:sz w:val="22"/>
          <w:szCs w:val="22"/>
        </w:rPr>
        <w:t xml:space="preserve">C, </w:t>
      </w:r>
      <w:bookmarkStart w:id="10" w:name="OLE_LINK15"/>
      <w:bookmarkStart w:id="11" w:name="OLE_LINK16"/>
      <w:r w:rsidR="003A79A7" w:rsidRPr="003A79A7">
        <w:rPr>
          <w:rFonts w:ascii="Aptos Light" w:hAnsi="Aptos Light" w:cs="Avenir Book"/>
          <w:color w:val="262626" w:themeColor="text1" w:themeTint="D9"/>
          <w:sz w:val="22"/>
          <w:szCs w:val="22"/>
        </w:rPr>
        <w:t>1</w:t>
      </w:r>
      <w:r w:rsidR="003A79A7">
        <w:rPr>
          <w:rFonts w:ascii="Aptos Light" w:hAnsi="Aptos Light" w:cs="Avenir Book"/>
          <w:color w:val="262626" w:themeColor="text1" w:themeTint="D9"/>
          <w:sz w:val="22"/>
          <w:szCs w:val="22"/>
        </w:rPr>
        <w:t>4</w:t>
      </w:r>
      <w:r w:rsidR="003A79A7" w:rsidRPr="003A79A7">
        <w:rPr>
          <w:rFonts w:ascii="Aptos Light" w:hAnsi="Aptos Light" w:cs="Avenir Book"/>
          <w:color w:val="262626" w:themeColor="text1" w:themeTint="D9"/>
          <w:sz w:val="22"/>
          <w:szCs w:val="22"/>
        </w:rPr>
        <w:t>0</w:t>
      </w:r>
      <w:r w:rsidR="003A79A7">
        <w:rPr>
          <w:rFonts w:ascii="Aptos Light" w:hAnsi="Aptos Light" w:cs="Avenir Book"/>
          <w:color w:val="262626" w:themeColor="text1" w:themeTint="D9"/>
          <w:sz w:val="22"/>
          <w:szCs w:val="22"/>
          <w:vertAlign w:val="superscript"/>
        </w:rPr>
        <w:t>o</w:t>
      </w:r>
      <w:r w:rsidR="003A79A7">
        <w:rPr>
          <w:rFonts w:ascii="Aptos Light" w:hAnsi="Aptos Light" w:cs="Avenir Book"/>
          <w:color w:val="262626" w:themeColor="text1" w:themeTint="D9"/>
          <w:sz w:val="22"/>
          <w:szCs w:val="22"/>
        </w:rPr>
        <w:t>C</w:t>
      </w:r>
      <w:bookmarkEnd w:id="10"/>
      <w:bookmarkEnd w:id="11"/>
      <w:r w:rsidR="003A79A7">
        <w:rPr>
          <w:rFonts w:ascii="Aptos Light" w:hAnsi="Aptos Light" w:cs="Avenir Book"/>
          <w:color w:val="262626" w:themeColor="text1" w:themeTint="D9"/>
          <w:sz w:val="22"/>
          <w:szCs w:val="22"/>
        </w:rPr>
        <w:t>)</w:t>
      </w:r>
      <w:r w:rsidR="00D2186F">
        <w:rPr>
          <w:rFonts w:ascii="Aptos Light" w:hAnsi="Aptos Light" w:cs="Avenir Book"/>
          <w:color w:val="262626" w:themeColor="text1" w:themeTint="D9"/>
          <w:sz w:val="22"/>
          <w:szCs w:val="22"/>
        </w:rPr>
        <w:t>. The experiment was conducted as follows:</w:t>
      </w:r>
    </w:p>
    <w:p w14:paraId="19B0BAB4" w14:textId="5D9C789E" w:rsidR="00D2186F" w:rsidRDefault="00D2186F" w:rsidP="00B31546">
      <w:pPr>
        <w:pStyle w:val="NormalWeb"/>
        <w:spacing w:before="0" w:beforeAutospacing="0" w:after="80" w:afterAutospacing="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The process was set at the </w:t>
      </w:r>
      <w:bookmarkStart w:id="12" w:name="OLE_LINK19"/>
      <w:bookmarkStart w:id="13" w:name="OLE_LINK20"/>
      <w:r>
        <w:rPr>
          <w:rFonts w:ascii="Aptos Light" w:hAnsi="Aptos Light" w:cs="Avenir Book"/>
          <w:color w:val="262626" w:themeColor="text1" w:themeTint="D9"/>
          <w:sz w:val="22"/>
          <w:szCs w:val="22"/>
        </w:rPr>
        <w:t xml:space="preserve">lowest temperature of </w:t>
      </w:r>
      <w:r w:rsidRPr="003A79A7">
        <w:rPr>
          <w:rFonts w:ascii="Aptos Light" w:hAnsi="Aptos Light" w:cs="Avenir Book"/>
          <w:color w:val="262626" w:themeColor="text1" w:themeTint="D9"/>
          <w:sz w:val="22"/>
          <w:szCs w:val="22"/>
        </w:rPr>
        <w:t>1</w:t>
      </w:r>
      <w:r>
        <w:rPr>
          <w:rFonts w:ascii="Aptos Light" w:hAnsi="Aptos Light" w:cs="Avenir Book"/>
          <w:color w:val="262626" w:themeColor="text1" w:themeTint="D9"/>
          <w:sz w:val="22"/>
          <w:szCs w:val="22"/>
        </w:rPr>
        <w:t>25</w:t>
      </w:r>
      <w:r>
        <w:rPr>
          <w:rFonts w:ascii="Aptos Light" w:hAnsi="Aptos Light" w:cs="Avenir Book"/>
          <w:color w:val="262626" w:themeColor="text1" w:themeTint="D9"/>
          <w:sz w:val="22"/>
          <w:szCs w:val="22"/>
          <w:vertAlign w:val="superscript"/>
        </w:rPr>
        <w:t>o</w:t>
      </w:r>
      <w:r>
        <w:rPr>
          <w:rFonts w:ascii="Aptos Light" w:hAnsi="Aptos Light" w:cs="Avenir Book"/>
          <w:color w:val="262626" w:themeColor="text1" w:themeTint="D9"/>
          <w:sz w:val="22"/>
          <w:szCs w:val="22"/>
        </w:rPr>
        <w:t>C</w:t>
      </w:r>
      <w:bookmarkEnd w:id="12"/>
      <w:bookmarkEnd w:id="13"/>
      <w:r>
        <w:rPr>
          <w:rFonts w:ascii="Aptos Light" w:hAnsi="Aptos Light" w:cs="Avenir Book"/>
          <w:color w:val="262626" w:themeColor="text1" w:themeTint="D9"/>
          <w:sz w:val="22"/>
          <w:szCs w:val="22"/>
        </w:rPr>
        <w:t xml:space="preserve">, and 2 batches </w:t>
      </w:r>
      <w:r w:rsidR="00004D51">
        <w:rPr>
          <w:rFonts w:ascii="Aptos Light" w:hAnsi="Aptos Light" w:cs="Avenir Book"/>
          <w:color w:val="262626" w:themeColor="text1" w:themeTint="D9"/>
          <w:sz w:val="22"/>
          <w:szCs w:val="22"/>
        </w:rPr>
        <w:t>produced</w:t>
      </w:r>
      <w:r>
        <w:rPr>
          <w:rFonts w:ascii="Aptos Light" w:hAnsi="Aptos Light" w:cs="Avenir Book"/>
          <w:color w:val="262626" w:themeColor="text1" w:themeTint="D9"/>
          <w:sz w:val="22"/>
          <w:szCs w:val="22"/>
        </w:rPr>
        <w:t xml:space="preserve">. The API was measured for each batch. The process was then set to 127.5 and 2 batches of formulation run. </w:t>
      </w:r>
      <w:r w:rsidR="00C53484">
        <w:rPr>
          <w:rFonts w:ascii="Aptos Light" w:hAnsi="Aptos Light" w:cs="Avenir Book"/>
          <w:color w:val="262626" w:themeColor="text1" w:themeTint="D9"/>
          <w:sz w:val="22"/>
          <w:szCs w:val="22"/>
        </w:rPr>
        <w:t>The temperature was increased at each step by 2.5</w:t>
      </w:r>
      <w:r w:rsidR="00C53484" w:rsidRPr="00C53484">
        <w:rPr>
          <w:rFonts w:ascii="Aptos Light" w:hAnsi="Aptos Light" w:cs="Avenir Book"/>
          <w:color w:val="262626" w:themeColor="text1" w:themeTint="D9"/>
          <w:sz w:val="22"/>
          <w:szCs w:val="22"/>
          <w:vertAlign w:val="superscript"/>
        </w:rPr>
        <w:t xml:space="preserve"> </w:t>
      </w:r>
      <w:proofErr w:type="spellStart"/>
      <w:r w:rsidR="00C53484">
        <w:rPr>
          <w:rFonts w:ascii="Aptos Light" w:hAnsi="Aptos Light" w:cs="Avenir Book"/>
          <w:color w:val="262626" w:themeColor="text1" w:themeTint="D9"/>
          <w:sz w:val="22"/>
          <w:szCs w:val="22"/>
          <w:vertAlign w:val="superscript"/>
        </w:rPr>
        <w:t>o</w:t>
      </w:r>
      <w:r w:rsidR="00C53484">
        <w:rPr>
          <w:rFonts w:ascii="Aptos Light" w:hAnsi="Aptos Light" w:cs="Avenir Book"/>
          <w:color w:val="262626" w:themeColor="text1" w:themeTint="D9"/>
          <w:sz w:val="22"/>
          <w:szCs w:val="22"/>
        </w:rPr>
        <w:t>C</w:t>
      </w:r>
      <w:proofErr w:type="spellEnd"/>
      <w:r w:rsidR="00C53484">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until</w:t>
      </w:r>
      <w:r w:rsidR="006E2581">
        <w:rPr>
          <w:rFonts w:ascii="Aptos Light" w:hAnsi="Aptos Light" w:cs="Avenir Book"/>
          <w:color w:val="262626" w:themeColor="text1" w:themeTint="D9"/>
          <w:sz w:val="22"/>
          <w:szCs w:val="22"/>
        </w:rPr>
        <w:t xml:space="preserve"> the</w:t>
      </w:r>
      <w:r>
        <w:rPr>
          <w:rFonts w:ascii="Aptos Light" w:hAnsi="Aptos Light" w:cs="Avenir Book"/>
          <w:color w:val="262626" w:themeColor="text1" w:themeTint="D9"/>
          <w:sz w:val="22"/>
          <w:szCs w:val="22"/>
        </w:rPr>
        <w:t xml:space="preserve"> 2 batches were produced at the highest temperature of </w:t>
      </w:r>
      <w:r w:rsidRPr="003A79A7">
        <w:rPr>
          <w:rFonts w:ascii="Aptos Light" w:hAnsi="Aptos Light" w:cs="Avenir Book"/>
          <w:color w:val="262626" w:themeColor="text1" w:themeTint="D9"/>
          <w:sz w:val="22"/>
          <w:szCs w:val="22"/>
        </w:rPr>
        <w:t>1</w:t>
      </w:r>
      <w:r>
        <w:rPr>
          <w:rFonts w:ascii="Aptos Light" w:hAnsi="Aptos Light" w:cs="Avenir Book"/>
          <w:color w:val="262626" w:themeColor="text1" w:themeTint="D9"/>
          <w:sz w:val="22"/>
          <w:szCs w:val="22"/>
        </w:rPr>
        <w:t>4</w:t>
      </w:r>
      <w:r w:rsidRPr="003A79A7">
        <w:rPr>
          <w:rFonts w:ascii="Aptos Light" w:hAnsi="Aptos Light" w:cs="Avenir Book"/>
          <w:color w:val="262626" w:themeColor="text1" w:themeTint="D9"/>
          <w:sz w:val="22"/>
          <w:szCs w:val="22"/>
        </w:rPr>
        <w:t>0</w:t>
      </w:r>
      <w:r>
        <w:rPr>
          <w:rFonts w:ascii="Aptos Light" w:hAnsi="Aptos Light" w:cs="Avenir Book"/>
          <w:color w:val="262626" w:themeColor="text1" w:themeTint="D9"/>
          <w:sz w:val="22"/>
          <w:szCs w:val="22"/>
          <w:vertAlign w:val="superscript"/>
        </w:rPr>
        <w:t>o</w:t>
      </w:r>
      <w:r>
        <w:rPr>
          <w:rFonts w:ascii="Aptos Light" w:hAnsi="Aptos Light" w:cs="Avenir Book"/>
          <w:color w:val="262626" w:themeColor="text1" w:themeTint="D9"/>
          <w:sz w:val="22"/>
          <w:szCs w:val="22"/>
        </w:rPr>
        <w:t xml:space="preserve">C. This part of the experiment took an entire day to complete. On the next day, the process was set at the highest temperature of </w:t>
      </w:r>
      <w:r w:rsidRPr="003A79A7">
        <w:rPr>
          <w:rFonts w:ascii="Aptos Light" w:hAnsi="Aptos Light" w:cs="Avenir Book"/>
          <w:color w:val="262626" w:themeColor="text1" w:themeTint="D9"/>
          <w:sz w:val="22"/>
          <w:szCs w:val="22"/>
        </w:rPr>
        <w:t>1</w:t>
      </w:r>
      <w:r>
        <w:rPr>
          <w:rFonts w:ascii="Aptos Light" w:hAnsi="Aptos Light" w:cs="Avenir Book"/>
          <w:color w:val="262626" w:themeColor="text1" w:themeTint="D9"/>
          <w:sz w:val="22"/>
          <w:szCs w:val="22"/>
        </w:rPr>
        <w:t>4</w:t>
      </w:r>
      <w:r w:rsidRPr="003A79A7">
        <w:rPr>
          <w:rFonts w:ascii="Aptos Light" w:hAnsi="Aptos Light" w:cs="Avenir Book"/>
          <w:color w:val="262626" w:themeColor="text1" w:themeTint="D9"/>
          <w:sz w:val="22"/>
          <w:szCs w:val="22"/>
        </w:rPr>
        <w:t>0</w:t>
      </w:r>
      <w:r>
        <w:rPr>
          <w:rFonts w:ascii="Aptos Light" w:hAnsi="Aptos Light" w:cs="Avenir Book"/>
          <w:color w:val="262626" w:themeColor="text1" w:themeTint="D9"/>
          <w:sz w:val="22"/>
          <w:szCs w:val="22"/>
          <w:vertAlign w:val="superscript"/>
        </w:rPr>
        <w:t>o</w:t>
      </w:r>
      <w:r>
        <w:rPr>
          <w:rFonts w:ascii="Aptos Light" w:hAnsi="Aptos Light" w:cs="Avenir Book"/>
          <w:color w:val="262626" w:themeColor="text1" w:themeTint="D9"/>
          <w:sz w:val="22"/>
          <w:szCs w:val="22"/>
        </w:rPr>
        <w:t xml:space="preserve">C, and 2 batches of </w:t>
      </w:r>
      <w:r w:rsidR="00004D51">
        <w:rPr>
          <w:rFonts w:ascii="Aptos Light" w:hAnsi="Aptos Light" w:cs="Avenir Book"/>
          <w:color w:val="262626" w:themeColor="text1" w:themeTint="D9"/>
          <w:sz w:val="22"/>
          <w:szCs w:val="22"/>
        </w:rPr>
        <w:t>produced</w:t>
      </w:r>
      <w:r>
        <w:rPr>
          <w:rFonts w:ascii="Aptos Light" w:hAnsi="Aptos Light" w:cs="Avenir Book"/>
          <w:color w:val="262626" w:themeColor="text1" w:themeTint="D9"/>
          <w:sz w:val="22"/>
          <w:szCs w:val="22"/>
        </w:rPr>
        <w:t xml:space="preserve">. </w:t>
      </w:r>
      <w:bookmarkStart w:id="14" w:name="OLE_LINK52"/>
      <w:bookmarkStart w:id="15" w:name="OLE_LINK53"/>
      <w:r>
        <w:rPr>
          <w:rFonts w:ascii="Aptos Light" w:hAnsi="Aptos Light" w:cs="Avenir Book"/>
          <w:color w:val="262626" w:themeColor="text1" w:themeTint="D9"/>
          <w:sz w:val="22"/>
          <w:szCs w:val="22"/>
        </w:rPr>
        <w:t xml:space="preserve">The temperature </w:t>
      </w:r>
      <w:r w:rsidR="00C53484">
        <w:rPr>
          <w:rFonts w:ascii="Aptos Light" w:hAnsi="Aptos Light" w:cs="Avenir Book"/>
          <w:color w:val="262626" w:themeColor="text1" w:themeTint="D9"/>
          <w:sz w:val="22"/>
          <w:szCs w:val="22"/>
        </w:rPr>
        <w:t>w</w:t>
      </w:r>
      <w:r>
        <w:rPr>
          <w:rFonts w:ascii="Aptos Light" w:hAnsi="Aptos Light" w:cs="Avenir Book"/>
          <w:color w:val="262626" w:themeColor="text1" w:themeTint="D9"/>
          <w:sz w:val="22"/>
          <w:szCs w:val="22"/>
        </w:rPr>
        <w:t xml:space="preserve">as lowered at each step </w:t>
      </w:r>
      <w:r w:rsidR="00C53484">
        <w:rPr>
          <w:rFonts w:ascii="Aptos Light" w:hAnsi="Aptos Light" w:cs="Avenir Book"/>
          <w:color w:val="262626" w:themeColor="text1" w:themeTint="D9"/>
          <w:sz w:val="22"/>
          <w:szCs w:val="22"/>
        </w:rPr>
        <w:t>by 2.5</w:t>
      </w:r>
      <w:r w:rsidR="00C53484" w:rsidRPr="00C53484">
        <w:rPr>
          <w:rFonts w:ascii="Aptos Light" w:hAnsi="Aptos Light" w:cs="Avenir Book"/>
          <w:color w:val="262626" w:themeColor="text1" w:themeTint="D9"/>
          <w:sz w:val="22"/>
          <w:szCs w:val="22"/>
          <w:vertAlign w:val="superscript"/>
        </w:rPr>
        <w:t xml:space="preserve"> </w:t>
      </w:r>
      <w:proofErr w:type="spellStart"/>
      <w:r w:rsidR="00C53484">
        <w:rPr>
          <w:rFonts w:ascii="Aptos Light" w:hAnsi="Aptos Light" w:cs="Avenir Book"/>
          <w:color w:val="262626" w:themeColor="text1" w:themeTint="D9"/>
          <w:sz w:val="22"/>
          <w:szCs w:val="22"/>
          <w:vertAlign w:val="superscript"/>
        </w:rPr>
        <w:t>o</w:t>
      </w:r>
      <w:r w:rsidR="00C53484">
        <w:rPr>
          <w:rFonts w:ascii="Aptos Light" w:hAnsi="Aptos Light" w:cs="Avenir Book"/>
          <w:color w:val="262626" w:themeColor="text1" w:themeTint="D9"/>
          <w:sz w:val="22"/>
          <w:szCs w:val="22"/>
        </w:rPr>
        <w:t>C</w:t>
      </w:r>
      <w:proofErr w:type="spellEnd"/>
      <w:r w:rsidR="00C53484">
        <w:rPr>
          <w:rFonts w:ascii="Aptos Light" w:hAnsi="Aptos Light" w:cs="Avenir Book"/>
          <w:color w:val="262626" w:themeColor="text1" w:themeTint="D9"/>
          <w:sz w:val="22"/>
          <w:szCs w:val="22"/>
        </w:rPr>
        <w:t xml:space="preserve"> </w:t>
      </w:r>
      <w:bookmarkEnd w:id="14"/>
      <w:bookmarkEnd w:id="15"/>
      <w:r>
        <w:rPr>
          <w:rFonts w:ascii="Aptos Light" w:hAnsi="Aptos Light" w:cs="Avenir Book"/>
          <w:color w:val="262626" w:themeColor="text1" w:themeTint="D9"/>
          <w:sz w:val="22"/>
          <w:szCs w:val="22"/>
        </w:rPr>
        <w:t xml:space="preserve">until the process was run at the lowest temperature of </w:t>
      </w:r>
      <w:r w:rsidRPr="003A79A7">
        <w:rPr>
          <w:rFonts w:ascii="Aptos Light" w:hAnsi="Aptos Light" w:cs="Avenir Book"/>
          <w:color w:val="262626" w:themeColor="text1" w:themeTint="D9"/>
          <w:sz w:val="22"/>
          <w:szCs w:val="22"/>
        </w:rPr>
        <w:t>1</w:t>
      </w:r>
      <w:r>
        <w:rPr>
          <w:rFonts w:ascii="Aptos Light" w:hAnsi="Aptos Light" w:cs="Avenir Book"/>
          <w:color w:val="262626" w:themeColor="text1" w:themeTint="D9"/>
          <w:sz w:val="22"/>
          <w:szCs w:val="22"/>
        </w:rPr>
        <w:t>25</w:t>
      </w:r>
      <w:r>
        <w:rPr>
          <w:rFonts w:ascii="Aptos Light" w:hAnsi="Aptos Light" w:cs="Avenir Book"/>
          <w:color w:val="262626" w:themeColor="text1" w:themeTint="D9"/>
          <w:sz w:val="22"/>
          <w:szCs w:val="22"/>
          <w:vertAlign w:val="superscript"/>
        </w:rPr>
        <w:t>o</w:t>
      </w:r>
      <w:r>
        <w:rPr>
          <w:rFonts w:ascii="Aptos Light" w:hAnsi="Aptos Light" w:cs="Avenir Book"/>
          <w:color w:val="262626" w:themeColor="text1" w:themeTint="D9"/>
          <w:sz w:val="22"/>
          <w:szCs w:val="22"/>
        </w:rPr>
        <w:t>C.</w:t>
      </w:r>
    </w:p>
    <w:p w14:paraId="748ADC50" w14:textId="7B11DF3D" w:rsidR="00D2186F" w:rsidRPr="00B5032A" w:rsidRDefault="00D2186F" w:rsidP="00B31546">
      <w:pPr>
        <w:pStyle w:val="NormalWeb"/>
        <w:spacing w:before="0" w:beforeAutospacing="0" w:after="80" w:afterAutospacing="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Th</w:t>
      </w:r>
      <w:r w:rsidR="00C53484">
        <w:rPr>
          <w:rFonts w:ascii="Aptos Light" w:hAnsi="Aptos Light" w:cs="Avenir Book"/>
          <w:color w:val="262626" w:themeColor="text1" w:themeTint="D9"/>
          <w:sz w:val="22"/>
          <w:szCs w:val="22"/>
        </w:rPr>
        <w:t>is</w:t>
      </w:r>
      <w:r>
        <w:rPr>
          <w:rFonts w:ascii="Aptos Light" w:hAnsi="Aptos Light" w:cs="Avenir Book"/>
          <w:color w:val="262626" w:themeColor="text1" w:themeTint="D9"/>
          <w:sz w:val="22"/>
          <w:szCs w:val="22"/>
        </w:rPr>
        <w:t xml:space="preserve"> resulted in having API measured for </w:t>
      </w:r>
      <w:r w:rsidR="00F1722D">
        <w:rPr>
          <w:rFonts w:ascii="Aptos Light" w:hAnsi="Aptos Light" w:cs="Avenir Book"/>
          <w:color w:val="262626" w:themeColor="text1" w:themeTint="D9"/>
          <w:sz w:val="22"/>
          <w:szCs w:val="22"/>
        </w:rPr>
        <w:t xml:space="preserve">four </w:t>
      </w:r>
      <w:r>
        <w:rPr>
          <w:rFonts w:ascii="Aptos Light" w:hAnsi="Aptos Light" w:cs="Avenir Book"/>
          <w:color w:val="262626" w:themeColor="text1" w:themeTint="D9"/>
          <w:sz w:val="22"/>
          <w:szCs w:val="22"/>
        </w:rPr>
        <w:t>separate batches at each temperature</w:t>
      </w:r>
      <w:r w:rsidR="00F1722D">
        <w:rPr>
          <w:rFonts w:ascii="Aptos Light" w:hAnsi="Aptos Light" w:cs="Avenir Book"/>
          <w:color w:val="262626" w:themeColor="text1" w:themeTint="D9"/>
          <w:sz w:val="22"/>
          <w:szCs w:val="22"/>
        </w:rPr>
        <w:t xml:space="preserve"> level</w:t>
      </w:r>
      <w:r>
        <w:rPr>
          <w:rFonts w:ascii="Aptos Light" w:hAnsi="Aptos Light" w:cs="Avenir Book"/>
          <w:color w:val="262626" w:themeColor="text1" w:themeTint="D9"/>
          <w:sz w:val="22"/>
          <w:szCs w:val="22"/>
        </w:rPr>
        <w:t>.</w:t>
      </w:r>
      <w:r w:rsidR="00FC2197">
        <w:rPr>
          <w:rFonts w:ascii="Aptos Light" w:hAnsi="Aptos Light" w:cs="Avenir Book"/>
          <w:color w:val="262626" w:themeColor="text1" w:themeTint="D9"/>
          <w:sz w:val="22"/>
          <w:szCs w:val="22"/>
        </w:rPr>
        <w:t xml:space="preserve"> In addition, the </w:t>
      </w:r>
      <w:proofErr w:type="gramStart"/>
      <w:r w:rsidR="00FC2197">
        <w:rPr>
          <w:rFonts w:ascii="Aptos Light" w:hAnsi="Aptos Light" w:cs="Avenir Book"/>
          <w:color w:val="262626" w:themeColor="text1" w:themeTint="D9"/>
          <w:sz w:val="22"/>
          <w:szCs w:val="22"/>
        </w:rPr>
        <w:t>amount</w:t>
      </w:r>
      <w:proofErr w:type="gramEnd"/>
      <w:r w:rsidR="00FC2197">
        <w:rPr>
          <w:rFonts w:ascii="Aptos Light" w:hAnsi="Aptos Light" w:cs="Avenir Book"/>
          <w:color w:val="262626" w:themeColor="text1" w:themeTint="D9"/>
          <w:sz w:val="22"/>
          <w:szCs w:val="22"/>
        </w:rPr>
        <w:t xml:space="preserve"> of impurities for each batch was also measured</w:t>
      </w:r>
      <w:r w:rsidR="008276D5">
        <w:rPr>
          <w:rFonts w:ascii="Aptos Light" w:hAnsi="Aptos Light" w:cs="Avenir Book"/>
          <w:color w:val="262626" w:themeColor="text1" w:themeTint="D9"/>
          <w:sz w:val="22"/>
          <w:szCs w:val="22"/>
        </w:rPr>
        <w:t>. This product requires impurities levels to be below 0.1%.</w:t>
      </w:r>
    </w:p>
    <w:p w14:paraId="557D414F" w14:textId="36C8603A" w:rsidR="00FD2D8D" w:rsidRPr="00F96DBB" w:rsidRDefault="00F239C1" w:rsidP="00F96DBB">
      <w:r>
        <w:rPr>
          <w:rFonts w:ascii="Aptos SemiBold" w:hAnsi="Aptos SemiBold" w:cs="Calibri"/>
          <w:color w:val="262626" w:themeColor="text1" w:themeTint="D9"/>
          <w:sz w:val="22"/>
          <w:szCs w:val="22"/>
        </w:rPr>
        <w:lastRenderedPageBreak/>
        <w:t>DATA SET</w:t>
      </w:r>
      <w:r w:rsidR="00FD2D8D" w:rsidRPr="00543E9B">
        <w:rPr>
          <w:rFonts w:ascii="Avenir Heavy" w:hAnsi="Avenir Heavy"/>
          <w:color w:val="262626" w:themeColor="text1" w:themeTint="D9"/>
          <w:sz w:val="22"/>
          <w:szCs w:val="22"/>
        </w:rPr>
        <w:tab/>
      </w:r>
    </w:p>
    <w:p w14:paraId="413F5C86" w14:textId="7DBB7D49" w:rsidR="00FD2D8D" w:rsidRPr="00F239C1" w:rsidRDefault="00534DB6" w:rsidP="00FD2D8D">
      <w:pPr>
        <w:pStyle w:val="Heading1"/>
        <w:tabs>
          <w:tab w:val="left" w:pos="1440"/>
        </w:tabs>
        <w:spacing w:before="0" w:after="80"/>
        <w:rPr>
          <w:rFonts w:ascii="Aptos" w:hAnsi="Aptos"/>
          <w:b w:val="0"/>
          <w:bCs w:val="0"/>
          <w:color w:val="262626" w:themeColor="text1" w:themeTint="D9"/>
          <w:szCs w:val="22"/>
        </w:rPr>
      </w:pPr>
      <w:proofErr w:type="spellStart"/>
      <w:r>
        <w:rPr>
          <w:rFonts w:ascii="Aptos" w:hAnsi="Aptos" w:cs="Arial"/>
          <w:b w:val="0"/>
          <w:bCs w:val="0"/>
          <w:color w:val="262626" w:themeColor="text1" w:themeTint="D9"/>
          <w:szCs w:val="22"/>
        </w:rPr>
        <w:t>Effect</w:t>
      </w:r>
      <w:r w:rsidR="00E32F40">
        <w:rPr>
          <w:rFonts w:ascii="Aptos" w:hAnsi="Aptos" w:cs="Arial"/>
          <w:b w:val="0"/>
          <w:bCs w:val="0"/>
          <w:color w:val="262626" w:themeColor="text1" w:themeTint="D9"/>
          <w:szCs w:val="22"/>
        </w:rPr>
        <w:t>_</w:t>
      </w:r>
      <w:r>
        <w:rPr>
          <w:rFonts w:ascii="Aptos" w:hAnsi="Aptos" w:cs="Arial"/>
          <w:b w:val="0"/>
          <w:bCs w:val="0"/>
          <w:color w:val="262626" w:themeColor="text1" w:themeTint="D9"/>
          <w:szCs w:val="22"/>
        </w:rPr>
        <w:t>of</w:t>
      </w:r>
      <w:r w:rsidR="00E32F40">
        <w:rPr>
          <w:rFonts w:ascii="Aptos" w:hAnsi="Aptos" w:cs="Arial"/>
          <w:b w:val="0"/>
          <w:bCs w:val="0"/>
          <w:color w:val="262626" w:themeColor="text1" w:themeTint="D9"/>
          <w:szCs w:val="22"/>
        </w:rPr>
        <w:t>_</w:t>
      </w:r>
      <w:r>
        <w:rPr>
          <w:rFonts w:ascii="Aptos" w:hAnsi="Aptos" w:cs="Arial"/>
          <w:b w:val="0"/>
          <w:bCs w:val="0"/>
          <w:color w:val="262626" w:themeColor="text1" w:themeTint="D9"/>
          <w:szCs w:val="22"/>
        </w:rPr>
        <w:t>Temperature</w:t>
      </w:r>
      <w:r w:rsidR="00E32F40">
        <w:rPr>
          <w:rFonts w:ascii="Aptos" w:hAnsi="Aptos" w:cs="Arial"/>
          <w:b w:val="0"/>
          <w:bCs w:val="0"/>
          <w:color w:val="262626" w:themeColor="text1" w:themeTint="D9"/>
          <w:szCs w:val="22"/>
        </w:rPr>
        <w:t>_</w:t>
      </w:r>
      <w:r>
        <w:rPr>
          <w:rFonts w:ascii="Aptos" w:hAnsi="Aptos" w:cs="Arial"/>
          <w:b w:val="0"/>
          <w:bCs w:val="0"/>
          <w:color w:val="262626" w:themeColor="text1" w:themeTint="D9"/>
          <w:szCs w:val="22"/>
        </w:rPr>
        <w:t>on</w:t>
      </w:r>
      <w:r w:rsidR="00E32F40">
        <w:rPr>
          <w:rFonts w:ascii="Aptos" w:hAnsi="Aptos" w:cs="Arial"/>
          <w:b w:val="0"/>
          <w:bCs w:val="0"/>
          <w:color w:val="262626" w:themeColor="text1" w:themeTint="D9"/>
          <w:szCs w:val="22"/>
        </w:rPr>
        <w:t>_</w:t>
      </w:r>
      <w:r w:rsidR="00E704FA">
        <w:rPr>
          <w:rFonts w:ascii="Aptos" w:hAnsi="Aptos" w:cs="Arial"/>
          <w:b w:val="0"/>
          <w:bCs w:val="0"/>
          <w:color w:val="262626" w:themeColor="text1" w:themeTint="D9"/>
          <w:szCs w:val="22"/>
        </w:rPr>
        <w:t>API</w:t>
      </w:r>
      <w:r w:rsidR="00DC7463" w:rsidRPr="00F239C1">
        <w:rPr>
          <w:rFonts w:ascii="Aptos" w:hAnsi="Aptos" w:cs="Arial"/>
          <w:b w:val="0"/>
          <w:bCs w:val="0"/>
          <w:color w:val="262626" w:themeColor="text1" w:themeTint="D9"/>
          <w:szCs w:val="22"/>
        </w:rPr>
        <w:t>.</w:t>
      </w:r>
      <w:r w:rsidR="00DC7463" w:rsidRPr="00F239C1">
        <w:rPr>
          <w:rFonts w:ascii="Aptos" w:hAnsi="Aptos"/>
          <w:b w:val="0"/>
          <w:bCs w:val="0"/>
          <w:color w:val="262626" w:themeColor="text1" w:themeTint="D9"/>
          <w:szCs w:val="22"/>
        </w:rPr>
        <w:t>jmp</w:t>
      </w:r>
      <w:proofErr w:type="spellEnd"/>
    </w:p>
    <w:p w14:paraId="36CD5EF1" w14:textId="77777777" w:rsidR="00FD2D8D" w:rsidRDefault="00FD2D8D" w:rsidP="00FD2D8D">
      <w:pPr>
        <w:spacing w:before="0" w:after="0"/>
        <w:ind w:left="1980" w:hanging="1980"/>
        <w:rPr>
          <w:rStyle w:val="PlainTable31"/>
          <w:rFonts w:ascii="Avenir Medium" w:hAnsi="Avenir Medium"/>
          <w:b w:val="0"/>
          <w:iCs w:val="0"/>
          <w:color w:val="262626" w:themeColor="text1" w:themeTint="D9"/>
          <w:sz w:val="22"/>
          <w:szCs w:val="22"/>
        </w:rPr>
      </w:pPr>
    </w:p>
    <w:p w14:paraId="7FC00A5B" w14:textId="45840D9B" w:rsidR="00FD2D8D" w:rsidRPr="00482396" w:rsidRDefault="008826B3" w:rsidP="00730AF3">
      <w:pPr>
        <w:spacing w:before="0" w:after="0"/>
        <w:ind w:left="2160" w:hanging="2160"/>
        <w:rPr>
          <w:rFonts w:ascii="Avenir" w:hAnsi="Avenir" w:cs="Arial"/>
          <w:i/>
          <w:iCs/>
          <w:color w:val="262626" w:themeColor="text1" w:themeTint="D9"/>
          <w:szCs w:val="20"/>
        </w:rPr>
      </w:pPr>
      <w:r>
        <w:rPr>
          <w:rStyle w:val="PlainTable31"/>
          <w:rFonts w:ascii="Aptos" w:hAnsi="Aptos"/>
          <w:b w:val="0"/>
          <w:iCs w:val="0"/>
          <w:color w:val="262626" w:themeColor="text1" w:themeTint="D9"/>
          <w:szCs w:val="20"/>
        </w:rPr>
        <w:t>Day</w:t>
      </w:r>
      <w:r w:rsidR="00FD2D8D" w:rsidRPr="00730AF3">
        <w:rPr>
          <w:rFonts w:ascii="Avenir Medium" w:hAnsi="Avenir Medium"/>
          <w:b/>
          <w:iCs/>
          <w:color w:val="262626" w:themeColor="text1" w:themeTint="D9"/>
          <w:szCs w:val="20"/>
        </w:rPr>
        <w:tab/>
      </w:r>
      <w:bookmarkStart w:id="16" w:name="OLE_LINK60"/>
      <w:bookmarkStart w:id="17" w:name="OLE_LINK61"/>
      <w:proofErr w:type="spellStart"/>
      <w:r w:rsidR="00D47478">
        <w:rPr>
          <w:rFonts w:ascii="Aptos Light" w:hAnsi="Aptos Light" w:cs="Arial"/>
          <w:color w:val="262626" w:themeColor="text1" w:themeTint="D9"/>
          <w:szCs w:val="20"/>
        </w:rPr>
        <w:t>Day</w:t>
      </w:r>
      <w:proofErr w:type="spellEnd"/>
      <w:r w:rsidR="00D47478">
        <w:rPr>
          <w:rFonts w:ascii="Aptos Light" w:hAnsi="Aptos Light" w:cs="Arial"/>
          <w:color w:val="262626" w:themeColor="text1" w:themeTint="D9"/>
          <w:szCs w:val="20"/>
        </w:rPr>
        <w:t xml:space="preserve"> </w:t>
      </w:r>
      <w:r w:rsidR="00D650A8">
        <w:rPr>
          <w:rFonts w:ascii="Aptos Light" w:hAnsi="Aptos Light" w:cs="Arial"/>
          <w:color w:val="262626" w:themeColor="text1" w:themeTint="D9"/>
          <w:szCs w:val="20"/>
        </w:rPr>
        <w:t xml:space="preserve">of Experiment </w:t>
      </w:r>
      <w:r w:rsidR="00D47478">
        <w:rPr>
          <w:rFonts w:ascii="Aptos Light" w:hAnsi="Aptos Light" w:cs="Arial"/>
          <w:color w:val="262626" w:themeColor="text1" w:themeTint="D9"/>
          <w:szCs w:val="20"/>
        </w:rPr>
        <w:t>(</w:t>
      </w:r>
      <w:r w:rsidR="00D650A8">
        <w:rPr>
          <w:rFonts w:ascii="Aptos Light" w:hAnsi="Aptos Light" w:cs="Arial"/>
          <w:color w:val="262626" w:themeColor="text1" w:themeTint="D9"/>
          <w:szCs w:val="20"/>
        </w:rPr>
        <w:t>1, 2)</w:t>
      </w:r>
      <w:bookmarkEnd w:id="16"/>
      <w:bookmarkEnd w:id="17"/>
    </w:p>
    <w:p w14:paraId="055A37DA" w14:textId="575E243A" w:rsidR="00FD2D8D" w:rsidRPr="00730AF3" w:rsidRDefault="00D47478" w:rsidP="00730AF3">
      <w:pPr>
        <w:spacing w:before="0" w:after="0"/>
        <w:ind w:left="2160" w:hanging="2160"/>
        <w:rPr>
          <w:rFonts w:ascii="Avenir" w:hAnsi="Avenir" w:cs="Arial"/>
          <w:color w:val="262626" w:themeColor="text1" w:themeTint="D9"/>
          <w:szCs w:val="20"/>
        </w:rPr>
      </w:pPr>
      <w:bookmarkStart w:id="18" w:name="OLE_LINK62"/>
      <w:bookmarkStart w:id="19" w:name="OLE_LINK63"/>
      <w:r>
        <w:rPr>
          <w:rStyle w:val="PlainTable31"/>
          <w:rFonts w:ascii="Aptos" w:hAnsi="Aptos"/>
          <w:b w:val="0"/>
          <w:iCs w:val="0"/>
          <w:color w:val="262626" w:themeColor="text1" w:themeTint="D9"/>
          <w:szCs w:val="20"/>
        </w:rPr>
        <w:t>Temp</w:t>
      </w:r>
      <w:r w:rsidR="00D650A8">
        <w:rPr>
          <w:rStyle w:val="PlainTable31"/>
          <w:rFonts w:ascii="Aptos" w:hAnsi="Aptos"/>
          <w:b w:val="0"/>
          <w:iCs w:val="0"/>
          <w:color w:val="262626" w:themeColor="text1" w:themeTint="D9"/>
          <w:szCs w:val="20"/>
        </w:rPr>
        <w:t>erature</w:t>
      </w:r>
      <w:r w:rsidR="00FD2D8D" w:rsidRPr="00730AF3">
        <w:rPr>
          <w:rFonts w:ascii="Avenir Medium" w:hAnsi="Avenir Medium"/>
          <w:b/>
          <w:iCs/>
          <w:color w:val="262626" w:themeColor="text1" w:themeTint="D9"/>
          <w:szCs w:val="20"/>
        </w:rPr>
        <w:tab/>
      </w:r>
      <w:proofErr w:type="spellStart"/>
      <w:r w:rsidR="00D650A8">
        <w:rPr>
          <w:rFonts w:ascii="Aptos Light" w:hAnsi="Aptos Light" w:cs="Arial"/>
          <w:color w:val="262626" w:themeColor="text1" w:themeTint="D9"/>
          <w:szCs w:val="20"/>
        </w:rPr>
        <w:t>Temperature</w:t>
      </w:r>
      <w:proofErr w:type="spellEnd"/>
      <w:r w:rsidR="00D650A8">
        <w:rPr>
          <w:rFonts w:ascii="Aptos Light" w:hAnsi="Aptos Light" w:cs="Arial"/>
          <w:color w:val="262626" w:themeColor="text1" w:themeTint="D9"/>
          <w:szCs w:val="20"/>
        </w:rPr>
        <w:t xml:space="preserve"> set for the process </w:t>
      </w:r>
      <w:r w:rsidR="00D650A8">
        <w:rPr>
          <w:rFonts w:ascii="Aptos Light" w:hAnsi="Aptos Light" w:cs="Avenir Book"/>
          <w:color w:val="262626" w:themeColor="text1" w:themeTint="D9"/>
          <w:sz w:val="22"/>
          <w:szCs w:val="22"/>
        </w:rPr>
        <w:t xml:space="preserve">(6 values: </w:t>
      </w:r>
      <w:r w:rsidR="00D650A8" w:rsidRPr="003A79A7">
        <w:rPr>
          <w:rFonts w:ascii="Aptos Light" w:hAnsi="Aptos Light" w:cs="Avenir Book"/>
          <w:color w:val="262626" w:themeColor="text1" w:themeTint="D9"/>
          <w:sz w:val="22"/>
          <w:szCs w:val="22"/>
        </w:rPr>
        <w:t>1</w:t>
      </w:r>
      <w:r w:rsidR="00D650A8">
        <w:rPr>
          <w:rFonts w:ascii="Aptos Light" w:hAnsi="Aptos Light" w:cs="Avenir Book"/>
          <w:color w:val="262626" w:themeColor="text1" w:themeTint="D9"/>
          <w:sz w:val="22"/>
          <w:szCs w:val="22"/>
        </w:rPr>
        <w:t>25</w:t>
      </w:r>
      <w:r w:rsidR="00D650A8">
        <w:rPr>
          <w:rFonts w:ascii="Aptos Light" w:hAnsi="Aptos Light" w:cs="Avenir Book"/>
          <w:color w:val="262626" w:themeColor="text1" w:themeTint="D9"/>
          <w:sz w:val="22"/>
          <w:szCs w:val="22"/>
          <w:vertAlign w:val="superscript"/>
        </w:rPr>
        <w:t>o</w:t>
      </w:r>
      <w:r w:rsidR="00D650A8">
        <w:rPr>
          <w:rFonts w:ascii="Aptos Light" w:hAnsi="Aptos Light" w:cs="Avenir Book"/>
          <w:color w:val="262626" w:themeColor="text1" w:themeTint="D9"/>
          <w:sz w:val="22"/>
          <w:szCs w:val="22"/>
        </w:rPr>
        <w:t>C, 127.5</w:t>
      </w:r>
      <w:r w:rsidR="00D650A8">
        <w:rPr>
          <w:rFonts w:ascii="Aptos Light" w:hAnsi="Aptos Light" w:cs="Avenir Book"/>
          <w:color w:val="262626" w:themeColor="text1" w:themeTint="D9"/>
          <w:sz w:val="22"/>
          <w:szCs w:val="22"/>
          <w:vertAlign w:val="superscript"/>
        </w:rPr>
        <w:t>o</w:t>
      </w:r>
      <w:r w:rsidR="00D650A8">
        <w:rPr>
          <w:rFonts w:ascii="Aptos Light" w:hAnsi="Aptos Light" w:cs="Avenir Book"/>
          <w:color w:val="262626" w:themeColor="text1" w:themeTint="D9"/>
          <w:sz w:val="22"/>
          <w:szCs w:val="22"/>
        </w:rPr>
        <w:t>C,</w:t>
      </w:r>
      <w:r w:rsidR="00D650A8" w:rsidRPr="00D650A8">
        <w:rPr>
          <w:rFonts w:ascii="Aptos Light" w:hAnsi="Aptos Light" w:cs="Avenir Book"/>
          <w:color w:val="262626" w:themeColor="text1" w:themeTint="D9"/>
          <w:sz w:val="22"/>
          <w:szCs w:val="22"/>
        </w:rPr>
        <w:t xml:space="preserve"> </w:t>
      </w:r>
      <w:r w:rsidR="00D650A8" w:rsidRPr="003A79A7">
        <w:rPr>
          <w:rFonts w:ascii="Aptos Light" w:hAnsi="Aptos Light" w:cs="Avenir Book"/>
          <w:color w:val="262626" w:themeColor="text1" w:themeTint="D9"/>
          <w:sz w:val="22"/>
          <w:szCs w:val="22"/>
        </w:rPr>
        <w:t>130</w:t>
      </w:r>
      <w:r w:rsidR="00D650A8">
        <w:rPr>
          <w:rFonts w:ascii="Aptos Light" w:hAnsi="Aptos Light" w:cs="Avenir Book"/>
          <w:color w:val="262626" w:themeColor="text1" w:themeTint="D9"/>
          <w:sz w:val="22"/>
          <w:szCs w:val="22"/>
          <w:vertAlign w:val="superscript"/>
        </w:rPr>
        <w:t>o</w:t>
      </w:r>
      <w:r w:rsidR="00D650A8">
        <w:rPr>
          <w:rFonts w:ascii="Aptos Light" w:hAnsi="Aptos Light" w:cs="Avenir Book"/>
          <w:color w:val="262626" w:themeColor="text1" w:themeTint="D9"/>
          <w:sz w:val="22"/>
          <w:szCs w:val="22"/>
        </w:rPr>
        <w:t>C,</w:t>
      </w:r>
      <w:r w:rsidR="00D650A8" w:rsidRPr="003A79A7">
        <w:rPr>
          <w:rFonts w:ascii="Aptos Light" w:hAnsi="Aptos Light" w:cs="Avenir Book"/>
          <w:color w:val="262626" w:themeColor="text1" w:themeTint="D9"/>
          <w:sz w:val="22"/>
          <w:szCs w:val="22"/>
        </w:rPr>
        <w:t xml:space="preserve"> </w:t>
      </w:r>
      <w:proofErr w:type="gramStart"/>
      <w:r w:rsidR="00D650A8">
        <w:rPr>
          <w:rFonts w:ascii="Aptos Light" w:hAnsi="Aptos Light" w:cs="Avenir Book"/>
          <w:color w:val="262626" w:themeColor="text1" w:themeTint="D9"/>
          <w:sz w:val="22"/>
          <w:szCs w:val="22"/>
        </w:rPr>
        <w:t>… ,</w:t>
      </w:r>
      <w:proofErr w:type="gramEnd"/>
      <w:r w:rsidR="00D650A8">
        <w:rPr>
          <w:rFonts w:ascii="Aptos Light" w:hAnsi="Aptos Light" w:cs="Avenir Book"/>
          <w:color w:val="262626" w:themeColor="text1" w:themeTint="D9"/>
          <w:sz w:val="22"/>
          <w:szCs w:val="22"/>
        </w:rPr>
        <w:t xml:space="preserve"> </w:t>
      </w:r>
      <w:r w:rsidR="00D650A8" w:rsidRPr="003A79A7">
        <w:rPr>
          <w:rFonts w:ascii="Aptos Light" w:hAnsi="Aptos Light" w:cs="Avenir Book"/>
          <w:color w:val="262626" w:themeColor="text1" w:themeTint="D9"/>
          <w:sz w:val="22"/>
          <w:szCs w:val="22"/>
        </w:rPr>
        <w:t>1</w:t>
      </w:r>
      <w:r w:rsidR="00D650A8">
        <w:rPr>
          <w:rFonts w:ascii="Aptos Light" w:hAnsi="Aptos Light" w:cs="Avenir Book"/>
          <w:color w:val="262626" w:themeColor="text1" w:themeTint="D9"/>
          <w:sz w:val="22"/>
          <w:szCs w:val="22"/>
        </w:rPr>
        <w:t>4</w:t>
      </w:r>
      <w:r w:rsidR="00D650A8" w:rsidRPr="003A79A7">
        <w:rPr>
          <w:rFonts w:ascii="Aptos Light" w:hAnsi="Aptos Light" w:cs="Avenir Book"/>
          <w:color w:val="262626" w:themeColor="text1" w:themeTint="D9"/>
          <w:sz w:val="22"/>
          <w:szCs w:val="22"/>
        </w:rPr>
        <w:t>0</w:t>
      </w:r>
      <w:r w:rsidR="00D650A8">
        <w:rPr>
          <w:rFonts w:ascii="Aptos Light" w:hAnsi="Aptos Light" w:cs="Avenir Book"/>
          <w:color w:val="262626" w:themeColor="text1" w:themeTint="D9"/>
          <w:sz w:val="22"/>
          <w:szCs w:val="22"/>
          <w:vertAlign w:val="superscript"/>
        </w:rPr>
        <w:t>o</w:t>
      </w:r>
      <w:r w:rsidR="00D650A8">
        <w:rPr>
          <w:rFonts w:ascii="Aptos Light" w:hAnsi="Aptos Light" w:cs="Avenir Book"/>
          <w:color w:val="262626" w:themeColor="text1" w:themeTint="D9"/>
          <w:sz w:val="22"/>
          <w:szCs w:val="22"/>
        </w:rPr>
        <w:t>C)</w:t>
      </w:r>
    </w:p>
    <w:p w14:paraId="3C797B32" w14:textId="3F2771E8" w:rsidR="00AF5920" w:rsidRPr="00A65C28" w:rsidRDefault="00AF5920" w:rsidP="00AF5920">
      <w:pPr>
        <w:spacing w:before="0" w:after="0"/>
        <w:ind w:left="2160" w:hanging="2160"/>
        <w:rPr>
          <w:rFonts w:ascii="Aptos Light" w:hAnsi="Aptos Light" w:cs="Avenir Book"/>
          <w:color w:val="262626" w:themeColor="text1" w:themeTint="D9"/>
          <w:szCs w:val="20"/>
        </w:rPr>
      </w:pPr>
      <w:bookmarkStart w:id="20" w:name="OLE_LINK64"/>
      <w:bookmarkStart w:id="21" w:name="OLE_LINK65"/>
      <w:bookmarkStart w:id="22" w:name="OLE_LINK2"/>
      <w:bookmarkStart w:id="23" w:name="OLE_LINK3"/>
      <w:bookmarkStart w:id="24" w:name="OLE_LINK4"/>
      <w:bookmarkStart w:id="25" w:name="OLE_LINK25"/>
      <w:bookmarkStart w:id="26" w:name="OLE_LINK26"/>
      <w:bookmarkEnd w:id="18"/>
      <w:bookmarkEnd w:id="19"/>
      <w:r>
        <w:rPr>
          <w:rStyle w:val="PlainTable31"/>
          <w:rFonts w:ascii="Aptos" w:hAnsi="Aptos"/>
          <w:b w:val="0"/>
          <w:iCs w:val="0"/>
          <w:color w:val="262626" w:themeColor="text1" w:themeTint="D9"/>
          <w:szCs w:val="20"/>
        </w:rPr>
        <w:t>API</w:t>
      </w:r>
      <w:r w:rsidRPr="00730AF3">
        <w:rPr>
          <w:rFonts w:ascii="Avenir Medium" w:hAnsi="Avenir Medium"/>
          <w:b/>
          <w:iCs/>
          <w:color w:val="262626" w:themeColor="text1" w:themeTint="D9"/>
          <w:szCs w:val="20"/>
        </w:rPr>
        <w:tab/>
      </w:r>
      <w:r>
        <w:rPr>
          <w:rFonts w:ascii="Aptos Light" w:hAnsi="Aptos Light" w:cs="Arial"/>
          <w:color w:val="262626" w:themeColor="text1" w:themeTint="D9"/>
          <w:szCs w:val="20"/>
        </w:rPr>
        <w:t>Amount of Active Pharmaceutical Ingredient</w:t>
      </w:r>
      <w:r w:rsidR="00A65C28">
        <w:rPr>
          <w:rFonts w:ascii="Aptos Light" w:hAnsi="Aptos Light" w:cs="Arial"/>
          <w:color w:val="262626" w:themeColor="text1" w:themeTint="D9"/>
          <w:szCs w:val="20"/>
        </w:rPr>
        <w:t xml:space="preserve"> (Target: </w:t>
      </w:r>
      <w:r w:rsidR="00D43356" w:rsidRPr="00A65C28">
        <w:rPr>
          <w:rFonts w:ascii="Aptos Light" w:hAnsi="Aptos Light" w:cs="Avenir Book"/>
          <w:color w:val="262626" w:themeColor="text1" w:themeTint="D9"/>
          <w:szCs w:val="20"/>
        </w:rPr>
        <w:t>350 +/-2.5 mg/mL</w:t>
      </w:r>
      <w:r w:rsidR="00A65C28">
        <w:rPr>
          <w:rFonts w:ascii="Aptos Light" w:hAnsi="Aptos Light" w:cs="Avenir Book"/>
          <w:color w:val="262626" w:themeColor="text1" w:themeTint="D9"/>
          <w:szCs w:val="20"/>
        </w:rPr>
        <w:t>)</w:t>
      </w:r>
    </w:p>
    <w:p w14:paraId="5CAC126A" w14:textId="094195B7" w:rsidR="006D04C4" w:rsidRPr="00730AF3" w:rsidRDefault="006D04C4" w:rsidP="00AF5920">
      <w:pPr>
        <w:spacing w:before="0" w:after="0"/>
        <w:ind w:left="2160" w:hanging="2160"/>
        <w:rPr>
          <w:rFonts w:ascii="Avenir" w:hAnsi="Avenir" w:cs="Arial"/>
          <w:color w:val="262626" w:themeColor="text1" w:themeTint="D9"/>
          <w:szCs w:val="20"/>
        </w:rPr>
      </w:pPr>
      <w:bookmarkStart w:id="27" w:name="OLE_LINK66"/>
      <w:bookmarkStart w:id="28" w:name="OLE_LINK67"/>
      <w:bookmarkEnd w:id="20"/>
      <w:bookmarkEnd w:id="21"/>
      <w:r>
        <w:rPr>
          <w:rStyle w:val="PlainTable31"/>
          <w:rFonts w:ascii="Aptos" w:hAnsi="Aptos"/>
          <w:b w:val="0"/>
          <w:iCs w:val="0"/>
          <w:color w:val="262626" w:themeColor="text1" w:themeTint="D9"/>
          <w:szCs w:val="20"/>
        </w:rPr>
        <w:t>Impurities</w:t>
      </w:r>
      <w:r w:rsidRPr="00730AF3">
        <w:rPr>
          <w:rFonts w:ascii="Avenir Medium" w:hAnsi="Avenir Medium"/>
          <w:b/>
          <w:iCs/>
          <w:color w:val="262626" w:themeColor="text1" w:themeTint="D9"/>
          <w:szCs w:val="20"/>
        </w:rPr>
        <w:tab/>
      </w:r>
      <w:proofErr w:type="gramStart"/>
      <w:r>
        <w:rPr>
          <w:rFonts w:ascii="Aptos Light" w:hAnsi="Aptos Light" w:cs="Arial"/>
          <w:color w:val="262626" w:themeColor="text1" w:themeTint="D9"/>
          <w:szCs w:val="20"/>
        </w:rPr>
        <w:t>Amount</w:t>
      </w:r>
      <w:proofErr w:type="gramEnd"/>
      <w:r>
        <w:rPr>
          <w:rFonts w:ascii="Aptos Light" w:hAnsi="Aptos Light" w:cs="Arial"/>
          <w:color w:val="262626" w:themeColor="text1" w:themeTint="D9"/>
          <w:szCs w:val="20"/>
        </w:rPr>
        <w:t xml:space="preserve"> of </w:t>
      </w:r>
      <w:r w:rsidRPr="00A65C28">
        <w:rPr>
          <w:rFonts w:ascii="Aptos Light" w:hAnsi="Aptos Light" w:cs="Arial"/>
          <w:color w:val="262626" w:themeColor="text1" w:themeTint="D9"/>
          <w:szCs w:val="20"/>
        </w:rPr>
        <w:t xml:space="preserve">impurities </w:t>
      </w:r>
      <w:r w:rsidRPr="00A65C28">
        <w:rPr>
          <w:rFonts w:ascii="Aptos Light" w:hAnsi="Aptos Light" w:cs="Avenir Book"/>
          <w:color w:val="262626" w:themeColor="text1" w:themeTint="D9"/>
          <w:szCs w:val="20"/>
        </w:rPr>
        <w:t>(Target</w:t>
      </w:r>
      <w:r w:rsidR="00A65C28">
        <w:rPr>
          <w:rFonts w:ascii="Aptos Light" w:hAnsi="Aptos Light" w:cs="Avenir Book"/>
          <w:color w:val="262626" w:themeColor="text1" w:themeTint="D9"/>
          <w:szCs w:val="20"/>
        </w:rPr>
        <w:t>:</w:t>
      </w:r>
      <w:r w:rsidRPr="00A65C28">
        <w:rPr>
          <w:rFonts w:ascii="Aptos Light" w:hAnsi="Aptos Light" w:cs="Avenir Book"/>
          <w:color w:val="262626" w:themeColor="text1" w:themeTint="D9"/>
          <w:szCs w:val="20"/>
        </w:rPr>
        <w:t xml:space="preserve"> &lt; 0.1%)</w:t>
      </w:r>
    </w:p>
    <w:p w14:paraId="122E14FC" w14:textId="77777777" w:rsidR="00EE386E" w:rsidRDefault="00EE386E" w:rsidP="00EE386E">
      <w:pPr>
        <w:spacing w:before="0" w:after="0"/>
        <w:rPr>
          <w:rFonts w:ascii="Aptos SemiBold" w:hAnsi="Aptos SemiBold" w:cs="Calibri"/>
          <w:color w:val="262626" w:themeColor="text1" w:themeTint="D9"/>
          <w:sz w:val="22"/>
          <w:szCs w:val="22"/>
        </w:rPr>
      </w:pPr>
      <w:bookmarkStart w:id="29" w:name="OLE_LINK39"/>
      <w:bookmarkStart w:id="30" w:name="OLE_LINK40"/>
      <w:bookmarkEnd w:id="27"/>
      <w:bookmarkEnd w:id="28"/>
    </w:p>
    <w:p w14:paraId="316BE1F0" w14:textId="77777777" w:rsidR="00EE386E" w:rsidRDefault="00EE386E" w:rsidP="00EE386E">
      <w:pPr>
        <w:spacing w:before="0" w:after="0"/>
        <w:rPr>
          <w:rFonts w:ascii="Aptos SemiBold" w:hAnsi="Aptos SemiBold" w:cs="Calibri"/>
          <w:color w:val="262626" w:themeColor="text1" w:themeTint="D9"/>
          <w:sz w:val="22"/>
          <w:szCs w:val="22"/>
        </w:rPr>
      </w:pPr>
    </w:p>
    <w:p w14:paraId="60677537" w14:textId="0CE7BDE0" w:rsidR="002E2D84" w:rsidRPr="00EE386E" w:rsidRDefault="009801F6" w:rsidP="00EE386E">
      <w:pPr>
        <w:spacing w:before="0" w:after="0"/>
        <w:rPr>
          <w:rFonts w:ascii="Aptos SemiBold" w:hAnsi="Aptos SemiBold" w:cs="Calibri"/>
          <w:b/>
          <w:bCs/>
          <w:color w:val="262626" w:themeColor="text1" w:themeTint="D9"/>
          <w:sz w:val="22"/>
          <w:szCs w:val="22"/>
        </w:rPr>
      </w:pPr>
      <w:r>
        <w:rPr>
          <w:rFonts w:ascii="Aptos SemiBold" w:hAnsi="Aptos SemiBold" w:cs="Calibri"/>
          <w:color w:val="262626" w:themeColor="text1" w:themeTint="D9"/>
          <w:sz w:val="22"/>
          <w:szCs w:val="22"/>
        </w:rPr>
        <w:t xml:space="preserve">EXERCISES </w:t>
      </w:r>
    </w:p>
    <w:p w14:paraId="79D32316" w14:textId="7D499319" w:rsidR="009F1E93" w:rsidRDefault="002E2D84" w:rsidP="009F1E93">
      <w:pPr>
        <w:pStyle w:val="Title"/>
        <w:rPr>
          <w:rFonts w:ascii="Aptos Light" w:eastAsia="MS Mincho" w:hAnsi="Aptos Light" w:cs="Avenir Book"/>
          <w:b w:val="0"/>
          <w:bCs w:val="0"/>
          <w:color w:val="262626" w:themeColor="text1" w:themeTint="D9"/>
          <w:sz w:val="20"/>
          <w:szCs w:val="20"/>
        </w:rPr>
      </w:pPr>
      <w:r w:rsidRPr="009801F6">
        <w:rPr>
          <w:rFonts w:ascii="Aptos Light" w:eastAsia="MS Mincho" w:hAnsi="Aptos Light" w:cs="Avenir Book"/>
          <w:b w:val="0"/>
          <w:bCs w:val="0"/>
          <w:color w:val="262626" w:themeColor="text1" w:themeTint="D9"/>
          <w:sz w:val="20"/>
          <w:szCs w:val="20"/>
        </w:rPr>
        <w:t xml:space="preserve">The exercises consist of </w:t>
      </w:r>
      <w:r w:rsidR="0087207D">
        <w:rPr>
          <w:rFonts w:ascii="Aptos Light" w:eastAsia="MS Mincho" w:hAnsi="Aptos Light" w:cs="Avenir Book"/>
          <w:b w:val="0"/>
          <w:bCs w:val="0"/>
          <w:color w:val="262626" w:themeColor="text1" w:themeTint="D9"/>
          <w:sz w:val="20"/>
          <w:szCs w:val="20"/>
        </w:rPr>
        <w:t>first creating a graphical display of the data (using Graph Builder) to get a sense of the relationship. You will fit different models to the data within th</w:t>
      </w:r>
      <w:r w:rsidR="00EE386E">
        <w:rPr>
          <w:rFonts w:ascii="Aptos Light" w:eastAsia="MS Mincho" w:hAnsi="Aptos Light" w:cs="Avenir Book"/>
          <w:b w:val="0"/>
          <w:bCs w:val="0"/>
          <w:color w:val="262626" w:themeColor="text1" w:themeTint="D9"/>
          <w:sz w:val="20"/>
          <w:szCs w:val="20"/>
        </w:rPr>
        <w:t>is</w:t>
      </w:r>
      <w:r w:rsidR="0087207D">
        <w:rPr>
          <w:rFonts w:ascii="Aptos Light" w:eastAsia="MS Mincho" w:hAnsi="Aptos Light" w:cs="Avenir Book"/>
          <w:b w:val="0"/>
          <w:bCs w:val="0"/>
          <w:color w:val="262626" w:themeColor="text1" w:themeTint="D9"/>
          <w:sz w:val="20"/>
          <w:szCs w:val="20"/>
        </w:rPr>
        <w:t xml:space="preserve"> graph</w:t>
      </w:r>
      <w:r w:rsidR="00EE386E">
        <w:rPr>
          <w:rFonts w:ascii="Aptos Light" w:eastAsia="MS Mincho" w:hAnsi="Aptos Light" w:cs="Avenir Book"/>
          <w:b w:val="0"/>
          <w:bCs w:val="0"/>
          <w:color w:val="262626" w:themeColor="text1" w:themeTint="D9"/>
          <w:sz w:val="20"/>
          <w:szCs w:val="20"/>
        </w:rPr>
        <w:t xml:space="preserve"> </w:t>
      </w:r>
      <w:r w:rsidR="0087207D">
        <w:rPr>
          <w:rFonts w:ascii="Aptos Light" w:eastAsia="MS Mincho" w:hAnsi="Aptos Light" w:cs="Avenir Book"/>
          <w:b w:val="0"/>
          <w:bCs w:val="0"/>
          <w:color w:val="262626" w:themeColor="text1" w:themeTint="D9"/>
          <w:sz w:val="20"/>
          <w:szCs w:val="20"/>
        </w:rPr>
        <w:t xml:space="preserve">to decide what is the most appropriate </w:t>
      </w:r>
      <w:r w:rsidR="00EE386E">
        <w:rPr>
          <w:rFonts w:ascii="Aptos Light" w:eastAsia="MS Mincho" w:hAnsi="Aptos Light" w:cs="Avenir Book"/>
          <w:b w:val="0"/>
          <w:bCs w:val="0"/>
          <w:color w:val="262626" w:themeColor="text1" w:themeTint="D9"/>
          <w:sz w:val="20"/>
          <w:szCs w:val="20"/>
        </w:rPr>
        <w:t xml:space="preserve">regression </w:t>
      </w:r>
      <w:r w:rsidR="0087207D">
        <w:rPr>
          <w:rFonts w:ascii="Aptos Light" w:eastAsia="MS Mincho" w:hAnsi="Aptos Light" w:cs="Avenir Book"/>
          <w:b w:val="0"/>
          <w:bCs w:val="0"/>
          <w:color w:val="262626" w:themeColor="text1" w:themeTint="D9"/>
          <w:sz w:val="20"/>
          <w:szCs w:val="20"/>
        </w:rPr>
        <w:t xml:space="preserve">model to use. You’ll then fit that model using the Fit Y by X platform to produce a more detailed analysis and evaluate model assumptions. </w:t>
      </w:r>
      <w:r w:rsidR="009801F6" w:rsidRPr="009801F6">
        <w:rPr>
          <w:rFonts w:ascii="Aptos Light" w:eastAsia="MS Mincho" w:hAnsi="Aptos Light" w:cs="Avenir Book"/>
          <w:b w:val="0"/>
          <w:bCs w:val="0"/>
          <w:color w:val="262626" w:themeColor="text1" w:themeTint="D9"/>
          <w:sz w:val="20"/>
          <w:szCs w:val="20"/>
        </w:rPr>
        <w:t xml:space="preserve">You will use this model to </w:t>
      </w:r>
      <w:r w:rsidR="00D82C20">
        <w:rPr>
          <w:rFonts w:ascii="Aptos Light" w:eastAsia="MS Mincho" w:hAnsi="Aptos Light" w:cs="Avenir Book"/>
          <w:b w:val="0"/>
          <w:bCs w:val="0"/>
          <w:color w:val="262626" w:themeColor="text1" w:themeTint="D9"/>
          <w:sz w:val="20"/>
          <w:szCs w:val="20"/>
        </w:rPr>
        <w:t>try to</w:t>
      </w:r>
      <w:r w:rsidR="009801F6" w:rsidRPr="009801F6">
        <w:rPr>
          <w:rFonts w:ascii="Aptos Light" w:eastAsia="MS Mincho" w:hAnsi="Aptos Light" w:cs="Avenir Book"/>
          <w:b w:val="0"/>
          <w:bCs w:val="0"/>
          <w:color w:val="262626" w:themeColor="text1" w:themeTint="D9"/>
          <w:sz w:val="20"/>
          <w:szCs w:val="20"/>
        </w:rPr>
        <w:t xml:space="preserve"> decide what temperature setting achieves the target API. </w:t>
      </w:r>
      <w:r w:rsidR="00EE386E">
        <w:rPr>
          <w:rFonts w:ascii="Aptos Light" w:eastAsia="MS Mincho" w:hAnsi="Aptos Light" w:cs="Avenir Book"/>
          <w:b w:val="0"/>
          <w:bCs w:val="0"/>
          <w:color w:val="262626" w:themeColor="text1" w:themeTint="D9"/>
          <w:sz w:val="20"/>
          <w:szCs w:val="20"/>
        </w:rPr>
        <w:t xml:space="preserve">A similar set of analyses will be done on a second response variable – Impurities. </w:t>
      </w:r>
      <w:r w:rsidR="009801F6" w:rsidRPr="009801F6">
        <w:rPr>
          <w:rFonts w:ascii="Aptos Light" w:eastAsia="MS Mincho" w:hAnsi="Aptos Light" w:cs="Avenir Book"/>
          <w:b w:val="0"/>
          <w:bCs w:val="0"/>
          <w:color w:val="262626" w:themeColor="text1" w:themeTint="D9"/>
          <w:sz w:val="20"/>
          <w:szCs w:val="20"/>
        </w:rPr>
        <w:t>You will also be asked to critique the experiment, identify other data that would be useful in this investigation, and any ideas you have for recommendations and next steps for the engineering team to take.</w:t>
      </w:r>
      <w:r w:rsidR="009801F6" w:rsidRPr="009801F6">
        <w:rPr>
          <w:rFonts w:ascii="Aptos Light" w:eastAsia="MS Mincho" w:hAnsi="Aptos Light" w:cs="Avenir Book"/>
          <w:b w:val="0"/>
          <w:bCs w:val="0"/>
          <w:color w:val="262626" w:themeColor="text1" w:themeTint="D9"/>
          <w:sz w:val="20"/>
          <w:szCs w:val="20"/>
        </w:rPr>
        <w:br/>
      </w:r>
    </w:p>
    <w:p w14:paraId="33F5EB4B" w14:textId="7641F3E7" w:rsidR="009F1E93" w:rsidRDefault="009F1E93" w:rsidP="009F1E93">
      <w:pPr>
        <w:pStyle w:val="ListParagraph"/>
        <w:numPr>
          <w:ilvl w:val="0"/>
          <w:numId w:val="40"/>
        </w:numPr>
        <w:spacing w:after="120"/>
        <w:ind w:left="360"/>
        <w:rPr>
          <w:rFonts w:ascii="Aptos Light" w:hAnsi="Aptos Light" w:cs="Avenir Book"/>
          <w:color w:val="262626" w:themeColor="text1" w:themeTint="D9"/>
          <w:sz w:val="22"/>
          <w:szCs w:val="22"/>
        </w:rPr>
      </w:pPr>
      <w:bookmarkStart w:id="31" w:name="OLE_LINK11"/>
      <w:bookmarkStart w:id="32" w:name="OLE_LINK12"/>
      <w:r>
        <w:rPr>
          <w:rFonts w:ascii="Aptos Light" w:hAnsi="Aptos Light" w:cs="Avenir Book"/>
          <w:color w:val="262626" w:themeColor="text1" w:themeTint="D9"/>
          <w:sz w:val="22"/>
          <w:szCs w:val="22"/>
        </w:rPr>
        <w:t>Create a scatterplot of API vs Temperature. Comment on the general nature of the relationship.</w:t>
      </w:r>
    </w:p>
    <w:p w14:paraId="7C507016" w14:textId="05DCCB40" w:rsidR="009F1E93" w:rsidRDefault="000611F2" w:rsidP="009F1E93">
      <w:pPr>
        <w:spacing w:after="120"/>
        <w:rPr>
          <w:rFonts w:ascii="Aptos Light" w:hAnsi="Aptos Light" w:cs="Avenir Book"/>
          <w:color w:val="262626" w:themeColor="text1" w:themeTint="D9"/>
          <w:sz w:val="22"/>
          <w:szCs w:val="22"/>
        </w:rPr>
      </w:pPr>
      <w:r>
        <w:rPr>
          <w:noProof/>
        </w:rPr>
        <mc:AlternateContent>
          <mc:Choice Requires="wps">
            <w:drawing>
              <wp:anchor distT="0" distB="0" distL="114300" distR="114300" simplePos="0" relativeHeight="251920384" behindDoc="1" locked="0" layoutInCell="1" allowOverlap="1" wp14:anchorId="7BAB668B" wp14:editId="61B9699C">
                <wp:simplePos x="0" y="0"/>
                <wp:positionH relativeFrom="column">
                  <wp:posOffset>398899</wp:posOffset>
                </wp:positionH>
                <wp:positionV relativeFrom="paragraph">
                  <wp:posOffset>101609</wp:posOffset>
                </wp:positionV>
                <wp:extent cx="5297170" cy="895989"/>
                <wp:effectExtent l="0" t="0" r="0" b="5715"/>
                <wp:wrapNone/>
                <wp:docPr id="1986520617" name="Rounded Rectangle 75"/>
                <wp:cNvGraphicFramePr/>
                <a:graphic xmlns:a="http://schemas.openxmlformats.org/drawingml/2006/main">
                  <a:graphicData uri="http://schemas.microsoft.com/office/word/2010/wordprocessingShape">
                    <wps:wsp>
                      <wps:cNvSpPr/>
                      <wps:spPr>
                        <a:xfrm>
                          <a:off x="0" y="0"/>
                          <a:ext cx="5297170" cy="895989"/>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91E55C" id="Rounded Rectangle 75" o:spid="_x0000_s1026" style="position:absolute;margin-left:31.4pt;margin-top:8pt;width:417.1pt;height:70.55pt;z-index:-25139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" fillcolor="#f2f2f2 [3052]" stroked="f" strokeweight=".25pt">
                <v:stroke joinstyle="miter"/>
              </v:roundrect>
            </w:pict>
          </mc:Fallback>
        </mc:AlternateContent>
      </w:r>
      <w:r w:rsidR="00FE0B63">
        <w:rPr>
          <w:noProof/>
        </w:rPr>
        <mc:AlternateContent>
          <mc:Choice Requires="wps">
            <w:drawing>
              <wp:anchor distT="0" distB="0" distL="114300" distR="114300" simplePos="0" relativeHeight="251921408" behindDoc="0" locked="0" layoutInCell="1" allowOverlap="1" wp14:anchorId="7989E146" wp14:editId="219949F0">
                <wp:simplePos x="0" y="0"/>
                <wp:positionH relativeFrom="column">
                  <wp:posOffset>460268</wp:posOffset>
                </wp:positionH>
                <wp:positionV relativeFrom="paragraph">
                  <wp:posOffset>132292</wp:posOffset>
                </wp:positionV>
                <wp:extent cx="5077460" cy="920537"/>
                <wp:effectExtent l="0" t="0" r="0" b="0"/>
                <wp:wrapNone/>
                <wp:docPr id="1357843129" name="Text Box 74"/>
                <wp:cNvGraphicFramePr/>
                <a:graphic xmlns:a="http://schemas.openxmlformats.org/drawingml/2006/main">
                  <a:graphicData uri="http://schemas.microsoft.com/office/word/2010/wordprocessingShape">
                    <wps:wsp>
                      <wps:cNvSpPr txBox="1"/>
                      <wps:spPr>
                        <a:xfrm>
                          <a:off x="0" y="0"/>
                          <a:ext cx="5077460" cy="920537"/>
                        </a:xfrm>
                        <a:prstGeom prst="rect">
                          <a:avLst/>
                        </a:prstGeom>
                        <a:noFill/>
                        <a:ln w="6350">
                          <a:noFill/>
                        </a:ln>
                      </wps:spPr>
                      <wps:txbx>
                        <w:txbxContent>
                          <w:p w14:paraId="50DDB8B4" w14:textId="67681DC3" w:rsidR="009F1E93" w:rsidRDefault="009F1E93" w:rsidP="009F1E93">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Graph &gt; Graph Builder. Place ‘API’ on the Y </w:t>
                            </w:r>
                            <w:bookmarkStart w:id="33" w:name="OLE_LINK54"/>
                            <w:bookmarkStart w:id="34" w:name="OLE_LINK55"/>
                            <w:r>
                              <w:rPr>
                                <w:rFonts w:ascii="Aptos Light" w:hAnsi="Aptos Light" w:cs="Avenir Book"/>
                                <w:i/>
                                <w:iCs/>
                                <w:color w:val="3B3838" w:themeColor="background2" w:themeShade="40"/>
                                <w:szCs w:val="20"/>
                              </w:rPr>
                              <w:t>axis, and ‘Temperature’ on the X</w:t>
                            </w:r>
                            <w:bookmarkEnd w:id="33"/>
                            <w:bookmarkEnd w:id="34"/>
                            <w:r>
                              <w:rPr>
                                <w:rFonts w:ascii="Aptos Light" w:hAnsi="Aptos Light" w:cs="Avenir Book"/>
                                <w:i/>
                                <w:iCs/>
                                <w:color w:val="3B3838" w:themeColor="background2" w:themeShade="40"/>
                                <w:szCs w:val="20"/>
                              </w:rPr>
                              <w:t>.</w:t>
                            </w:r>
                            <w:r w:rsidR="00FE0B63">
                              <w:rPr>
                                <w:rFonts w:ascii="Aptos Light" w:hAnsi="Aptos Light" w:cs="Avenir Book"/>
                                <w:i/>
                                <w:iCs/>
                                <w:color w:val="3B3838" w:themeColor="background2" w:themeShade="40"/>
                                <w:szCs w:val="20"/>
                              </w:rPr>
                              <w:br/>
                              <w:t>Note: The target of 350 +/- 2.5 has been added as the specification limits to the column properties, with the option to be shown on graphs as reference lines. This can be changed by right-clicking on the column and choosing Column Properties &gt; Spec Limits.</w:t>
                            </w:r>
                          </w:p>
                          <w:p w14:paraId="6503A875" w14:textId="77777777" w:rsidR="009F1E93" w:rsidRDefault="009F1E93" w:rsidP="009F1E93">
                            <w:pPr>
                              <w:rPr>
                                <w:rFonts w:ascii="Avenir Book" w:hAnsi="Avenir Book" w:cs="Avenir Book"/>
                                <w:i/>
                                <w:iCs/>
                                <w:color w:val="3B3838" w:themeColor="background2" w:themeShade="40"/>
                                <w:szCs w:val="20"/>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989E146" id="Text Box 74" o:spid="_x0000_s1027" type="#_x0000_t202" style="position:absolute;margin-left:36.25pt;margin-top:10.4pt;width:399.8pt;height:72.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" filled="f" stroked="f" strokeweight=".5pt">
                <v:textbox>
                  <w:txbxContent>
                    <w:p w14:paraId="50DDB8B4" w14:textId="67681DC3" w:rsidR="009F1E93" w:rsidRDefault="009F1E93" w:rsidP="009F1E93">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Graph &gt; Graph Builder. Place ‘API’ on the Y </w:t>
                      </w:r>
                      <w:bookmarkStart w:id="27" w:name="OLE_LINK54"/>
                      <w:bookmarkStart w:id="28" w:name="OLE_LINK55"/>
                      <w:r>
                        <w:rPr>
                          <w:rFonts w:ascii="Aptos Light" w:hAnsi="Aptos Light" w:cs="Avenir Book"/>
                          <w:i/>
                          <w:iCs/>
                          <w:color w:val="3B3838" w:themeColor="background2" w:themeShade="40"/>
                          <w:szCs w:val="20"/>
                        </w:rPr>
                        <w:t>axis, and ‘Temperature’ on the X</w:t>
                      </w:r>
                      <w:bookmarkEnd w:id="27"/>
                      <w:bookmarkEnd w:id="28"/>
                      <w:r>
                        <w:rPr>
                          <w:rFonts w:ascii="Aptos Light" w:hAnsi="Aptos Light" w:cs="Avenir Book"/>
                          <w:i/>
                          <w:iCs/>
                          <w:color w:val="3B3838" w:themeColor="background2" w:themeShade="40"/>
                          <w:szCs w:val="20"/>
                        </w:rPr>
                        <w:t>.</w:t>
                      </w:r>
                      <w:r w:rsidR="00FE0B63">
                        <w:rPr>
                          <w:rFonts w:ascii="Aptos Light" w:hAnsi="Aptos Light" w:cs="Avenir Book"/>
                          <w:i/>
                          <w:iCs/>
                          <w:color w:val="3B3838" w:themeColor="background2" w:themeShade="40"/>
                          <w:szCs w:val="20"/>
                        </w:rPr>
                        <w:br/>
                        <w:t xml:space="preserve">Note: The target of 350 +/- 2.5 has been added as the specification limits to the column properties, with the option to be shown on graphs as reference lines. This can be changed by right-clicking on the column and choosing Column Properties &gt; </w:t>
                      </w:r>
                      <w:proofErr w:type="spellStart"/>
                      <w:r w:rsidR="00FE0B63">
                        <w:rPr>
                          <w:rFonts w:ascii="Aptos Light" w:hAnsi="Aptos Light" w:cs="Avenir Book"/>
                          <w:i/>
                          <w:iCs/>
                          <w:color w:val="3B3838" w:themeColor="background2" w:themeShade="40"/>
                          <w:szCs w:val="20"/>
                        </w:rPr>
                        <w:t>Spec</w:t>
                      </w:r>
                      <w:proofErr w:type="spellEnd"/>
                      <w:r w:rsidR="00FE0B63">
                        <w:rPr>
                          <w:rFonts w:ascii="Aptos Light" w:hAnsi="Aptos Light" w:cs="Avenir Book"/>
                          <w:i/>
                          <w:iCs/>
                          <w:color w:val="3B3838" w:themeColor="background2" w:themeShade="40"/>
                          <w:szCs w:val="20"/>
                        </w:rPr>
                        <w:t xml:space="preserve"> Limits.</w:t>
                      </w:r>
                    </w:p>
                    <w:p w14:paraId="6503A875" w14:textId="77777777" w:rsidR="009F1E93" w:rsidRDefault="009F1E93" w:rsidP="009F1E93">
                      <w:pPr>
                        <w:rPr>
                          <w:rFonts w:ascii="Avenir Book" w:hAnsi="Avenir Book" w:cs="Avenir Book"/>
                          <w:i/>
                          <w:iCs/>
                          <w:color w:val="3B3838" w:themeColor="background2" w:themeShade="40"/>
                          <w:szCs w:val="20"/>
                        </w:rPr>
                      </w:pPr>
                    </w:p>
                  </w:txbxContent>
                </v:textbox>
              </v:shape>
            </w:pict>
          </mc:Fallback>
        </mc:AlternateContent>
      </w:r>
      <w:r w:rsidR="009F1E93">
        <w:rPr>
          <w:rFonts w:ascii="Aptos Light" w:hAnsi="Aptos Light" w:cs="Avenir Book"/>
          <w:color w:val="262626" w:themeColor="text1" w:themeTint="D9"/>
          <w:sz w:val="22"/>
          <w:szCs w:val="22"/>
        </w:rPr>
        <w:br/>
      </w:r>
    </w:p>
    <w:p w14:paraId="3825B156" w14:textId="77777777" w:rsidR="00691F47" w:rsidRDefault="00691F47" w:rsidP="00691F47">
      <w:pPr>
        <w:pStyle w:val="Title"/>
        <w:rPr>
          <w:rFonts w:ascii="Aptos Light" w:eastAsia="MS Mincho" w:hAnsi="Aptos Light" w:cs="Avenir Book"/>
          <w:b w:val="0"/>
          <w:bCs w:val="0"/>
          <w:color w:val="262626" w:themeColor="text1" w:themeTint="D9"/>
          <w:sz w:val="20"/>
          <w:szCs w:val="20"/>
        </w:rPr>
      </w:pPr>
    </w:p>
    <w:p w14:paraId="606879FE" w14:textId="4E6A4AC0" w:rsidR="00FE0B63" w:rsidRDefault="009D528A" w:rsidP="00691F47">
      <w:pPr>
        <w:pStyle w:val="Title"/>
        <w:rPr>
          <w:rFonts w:ascii="Aptos Light" w:eastAsia="MS Mincho" w:hAnsi="Aptos Light" w:cs="Avenir Book"/>
          <w:b w:val="0"/>
          <w:bCs w:val="0"/>
          <w:color w:val="262626" w:themeColor="text1" w:themeTint="D9"/>
          <w:sz w:val="20"/>
          <w:szCs w:val="20"/>
        </w:rPr>
      </w:pPr>
      <w:r>
        <w:rPr>
          <w:rFonts w:ascii="Aptos Light" w:eastAsia="MS Mincho" w:hAnsi="Aptos Light" w:cs="Avenir Book"/>
          <w:b w:val="0"/>
          <w:bCs w:val="0"/>
          <w:color w:val="262626" w:themeColor="text1" w:themeTint="D9"/>
          <w:sz w:val="20"/>
          <w:szCs w:val="20"/>
        </w:rPr>
        <w:br/>
      </w:r>
    </w:p>
    <w:p w14:paraId="1910FFBE" w14:textId="64555D9F" w:rsidR="00691F47" w:rsidRDefault="00691F47" w:rsidP="00691F47">
      <w:pPr>
        <w:pStyle w:val="ListParagraph"/>
        <w:numPr>
          <w:ilvl w:val="0"/>
          <w:numId w:val="40"/>
        </w:numPr>
        <w:spacing w:after="120"/>
        <w:ind w:left="36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Fit </w:t>
      </w:r>
      <w:r w:rsidRPr="00691F47">
        <w:rPr>
          <w:rFonts w:ascii="Aptos Light" w:hAnsi="Aptos Light" w:cs="Avenir Book"/>
          <w:color w:val="262626" w:themeColor="text1" w:themeTint="D9"/>
          <w:sz w:val="22"/>
          <w:szCs w:val="22"/>
        </w:rPr>
        <w:t xml:space="preserve">a simple linear regression model to these data. </w:t>
      </w:r>
      <w:r w:rsidR="0087207D">
        <w:rPr>
          <w:rFonts w:ascii="Aptos Light" w:hAnsi="Aptos Light" w:cs="Avenir Book"/>
          <w:color w:val="262626" w:themeColor="text1" w:themeTint="D9"/>
          <w:sz w:val="22"/>
          <w:szCs w:val="22"/>
        </w:rPr>
        <w:t>Interpret the Equation, F-Test and the R</w:t>
      </w:r>
      <w:r w:rsidR="0087207D">
        <w:rPr>
          <w:rFonts w:ascii="Aptos Light" w:hAnsi="Aptos Light" w:cs="Avenir Book"/>
          <w:color w:val="262626" w:themeColor="text1" w:themeTint="D9"/>
          <w:sz w:val="22"/>
          <w:szCs w:val="22"/>
          <w:vertAlign w:val="superscript"/>
        </w:rPr>
        <w:t>2</w:t>
      </w:r>
      <w:r w:rsidR="0087207D">
        <w:rPr>
          <w:rFonts w:ascii="Aptos Light" w:hAnsi="Aptos Light" w:cs="Avenir Book"/>
          <w:color w:val="262626" w:themeColor="text1" w:themeTint="D9"/>
          <w:sz w:val="22"/>
          <w:szCs w:val="22"/>
        </w:rPr>
        <w:t xml:space="preserve"> value.</w:t>
      </w:r>
      <w:r w:rsidR="0087207D">
        <w:rPr>
          <w:rFonts w:ascii="Aptos Light" w:hAnsi="Aptos Light" w:cs="Avenir Book"/>
          <w:color w:val="262626" w:themeColor="text1" w:themeTint="D9"/>
          <w:sz w:val="22"/>
          <w:szCs w:val="22"/>
        </w:rPr>
        <w:br/>
      </w:r>
      <w:r w:rsidR="0087207D" w:rsidRPr="00691F47">
        <w:rPr>
          <w:rFonts w:ascii="Aptos Light" w:hAnsi="Aptos Light" w:cs="Avenir Book"/>
          <w:color w:val="262626" w:themeColor="text1" w:themeTint="D9"/>
          <w:sz w:val="22"/>
          <w:szCs w:val="22"/>
        </w:rPr>
        <w:t xml:space="preserve">Describe what part of the relationship this model is </w:t>
      </w:r>
      <w:r w:rsidR="0087207D">
        <w:rPr>
          <w:rFonts w:ascii="Aptos Light" w:hAnsi="Aptos Light" w:cs="Avenir Book"/>
          <w:color w:val="262626" w:themeColor="text1" w:themeTint="D9"/>
          <w:sz w:val="22"/>
          <w:szCs w:val="22"/>
        </w:rPr>
        <w:t xml:space="preserve">(and isn’t) </w:t>
      </w:r>
      <w:r w:rsidR="0087207D" w:rsidRPr="00691F47">
        <w:rPr>
          <w:rFonts w:ascii="Aptos Light" w:hAnsi="Aptos Light" w:cs="Avenir Book"/>
          <w:color w:val="262626" w:themeColor="text1" w:themeTint="D9"/>
          <w:sz w:val="22"/>
          <w:szCs w:val="22"/>
        </w:rPr>
        <w:t>describing</w:t>
      </w:r>
      <w:r w:rsidR="0087207D">
        <w:rPr>
          <w:rFonts w:ascii="Aptos Light" w:hAnsi="Aptos Light" w:cs="Avenir Book"/>
          <w:color w:val="262626" w:themeColor="text1" w:themeTint="D9"/>
          <w:sz w:val="22"/>
          <w:szCs w:val="22"/>
        </w:rPr>
        <w:t xml:space="preserve">.  </w:t>
      </w:r>
    </w:p>
    <w:p w14:paraId="6AF346F4" w14:textId="025F5A8A" w:rsidR="00691F47" w:rsidRDefault="0087207D" w:rsidP="00691F47">
      <w:pPr>
        <w:spacing w:after="120"/>
        <w:rPr>
          <w:rFonts w:ascii="Aptos Light" w:hAnsi="Aptos Light" w:cs="Avenir Book"/>
          <w:color w:val="262626" w:themeColor="text1" w:themeTint="D9"/>
          <w:sz w:val="22"/>
          <w:szCs w:val="22"/>
        </w:rPr>
      </w:pPr>
      <w:r>
        <w:rPr>
          <w:rFonts w:ascii="Aptos Light" w:hAnsi="Aptos Light" w:cs="Avenir Book"/>
          <w:noProof/>
          <w:color w:val="262626" w:themeColor="text1" w:themeTint="D9"/>
          <w:sz w:val="22"/>
          <w:szCs w:val="22"/>
        </w:rPr>
        <w:drawing>
          <wp:anchor distT="0" distB="0" distL="114300" distR="114300" simplePos="0" relativeHeight="251936768" behindDoc="0" locked="0" layoutInCell="1" allowOverlap="1" wp14:anchorId="4A260C5A" wp14:editId="5894EC9C">
            <wp:simplePos x="0" y="0"/>
            <wp:positionH relativeFrom="column">
              <wp:posOffset>3590094</wp:posOffset>
            </wp:positionH>
            <wp:positionV relativeFrom="paragraph">
              <wp:posOffset>139434</wp:posOffset>
            </wp:positionV>
            <wp:extent cx="177970" cy="167966"/>
            <wp:effectExtent l="0" t="0" r="0" b="0"/>
            <wp:wrapNone/>
            <wp:docPr id="881809524"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745355" name="Picture 532745355"/>
                    <pic:cNvPicPr/>
                  </pic:nvPicPr>
                  <pic:blipFill>
                    <a:blip r:embed="rId9">
                      <a:extLst>
                        <a:ext uri="{28A0092B-C50C-407E-A947-70E740481C1C}">
                          <a14:useLocalDpi xmlns:a14="http://schemas.microsoft.com/office/drawing/2010/main" val="0"/>
                        </a:ext>
                      </a:extLst>
                    </a:blip>
                    <a:stretch>
                      <a:fillRect/>
                    </a:stretch>
                  </pic:blipFill>
                  <pic:spPr>
                    <a:xfrm>
                      <a:off x="0" y="0"/>
                      <a:ext cx="179359" cy="169277"/>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935744" behindDoc="0" locked="0" layoutInCell="1" allowOverlap="1" wp14:anchorId="15B4A3B0" wp14:editId="670D7841">
                <wp:simplePos x="0" y="0"/>
                <wp:positionH relativeFrom="column">
                  <wp:posOffset>445770</wp:posOffset>
                </wp:positionH>
                <wp:positionV relativeFrom="paragraph">
                  <wp:posOffset>36830</wp:posOffset>
                </wp:positionV>
                <wp:extent cx="5077460" cy="539750"/>
                <wp:effectExtent l="0" t="0" r="0" b="0"/>
                <wp:wrapNone/>
                <wp:docPr id="499958332" name="Text Box 73"/>
                <wp:cNvGraphicFramePr/>
                <a:graphic xmlns:a="http://schemas.openxmlformats.org/drawingml/2006/main">
                  <a:graphicData uri="http://schemas.microsoft.com/office/word/2010/wordprocessingShape">
                    <wps:wsp>
                      <wps:cNvSpPr txBox="1"/>
                      <wps:spPr>
                        <a:xfrm>
                          <a:off x="0" y="0"/>
                          <a:ext cx="5077460" cy="539750"/>
                        </a:xfrm>
                        <a:prstGeom prst="rect">
                          <a:avLst/>
                        </a:prstGeom>
                        <a:noFill/>
                        <a:ln w="6350">
                          <a:noFill/>
                        </a:ln>
                      </wps:spPr>
                      <wps:txbx>
                        <w:txbxContent>
                          <w:p w14:paraId="00F600FE" w14:textId="77777777" w:rsidR="0087207D" w:rsidRDefault="0087207D" w:rsidP="0087207D">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Select the Line of Fit icon in the tool palette.</w:t>
                            </w:r>
                            <w:r>
                              <w:rPr>
                                <w:rFonts w:ascii="Aptos Light" w:hAnsi="Aptos Light" w:cs="Avenir Book"/>
                                <w:i/>
                                <w:iCs/>
                                <w:color w:val="3B3838" w:themeColor="background2" w:themeShade="40"/>
                                <w:szCs w:val="20"/>
                              </w:rPr>
                              <w:br/>
                              <w:t>Select to display the R</w:t>
                            </w:r>
                            <w:proofErr w:type="gramStart"/>
                            <w:r>
                              <w:rPr>
                                <w:rFonts w:ascii="Aptos Light" w:hAnsi="Aptos Light" w:cs="Avenir Book"/>
                                <w:i/>
                                <w:iCs/>
                                <w:color w:val="3B3838" w:themeColor="background2" w:themeShade="40"/>
                                <w:szCs w:val="20"/>
                                <w:vertAlign w:val="superscript"/>
                              </w:rPr>
                              <w:t>2</w:t>
                            </w:r>
                            <w:r>
                              <w:rPr>
                                <w:rFonts w:ascii="Aptos Light" w:hAnsi="Aptos Light" w:cs="Avenir Book"/>
                                <w:i/>
                                <w:iCs/>
                                <w:color w:val="3B3838" w:themeColor="background2" w:themeShade="40"/>
                                <w:szCs w:val="20"/>
                              </w:rPr>
                              <w:t xml:space="preserve"> ,</w:t>
                            </w:r>
                            <w:proofErr w:type="gramEnd"/>
                            <w:r>
                              <w:rPr>
                                <w:rFonts w:ascii="Aptos Light" w:hAnsi="Aptos Light" w:cs="Avenir Book"/>
                                <w:i/>
                                <w:iCs/>
                                <w:color w:val="3B3838" w:themeColor="background2" w:themeShade="40"/>
                                <w:szCs w:val="20"/>
                              </w:rPr>
                              <w:t xml:space="preserve"> Equation, and F-Test from the Line of Fit controls on the left.</w:t>
                            </w:r>
                            <w:r>
                              <w:rPr>
                                <w:rFonts w:ascii="Aptos Light" w:hAnsi="Aptos Light" w:cs="Avenir Book"/>
                                <w:i/>
                                <w:iCs/>
                                <w:color w:val="3B3838" w:themeColor="background2" w:themeShade="40"/>
                                <w:szCs w:val="20"/>
                              </w:rPr>
                              <w:br/>
                            </w:r>
                          </w:p>
                          <w:p w14:paraId="7890BFB3" w14:textId="77777777" w:rsidR="0087207D" w:rsidRDefault="0087207D" w:rsidP="0087207D">
                            <w:pPr>
                              <w:rPr>
                                <w:rFonts w:ascii="Avenir Book" w:hAnsi="Avenir Book" w:cs="Avenir Book"/>
                                <w:i/>
                                <w:iCs/>
                                <w:color w:val="3B3838" w:themeColor="background2" w:themeShade="40"/>
                                <w:szCs w:val="20"/>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5B4A3B0" id="_x0000_t202" coordsize="21600,21600" o:spt="202" path="m,l,21600r21600,l21600,xe">
                <v:stroke joinstyle="miter"/>
                <v:path gradientshapeok="t" o:connecttype="rect"/>
              </v:shapetype>
              <v:shape id="Text Box 73" o:spid="_x0000_s1028" type="#_x0000_t202" style="position:absolute;margin-left:35.1pt;margin-top:2.9pt;width:399.8pt;height:4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" filled="f" stroked="f" strokeweight=".5pt">
                <v:textbox>
                  <w:txbxContent>
                    <w:p w14:paraId="00F600FE" w14:textId="77777777" w:rsidR="0087207D" w:rsidRDefault="0087207D" w:rsidP="0087207D">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Select the Line of Fit icon in the tool palette.</w:t>
                      </w:r>
                      <w:r>
                        <w:rPr>
                          <w:rFonts w:ascii="Aptos Light" w:hAnsi="Aptos Light" w:cs="Avenir Book"/>
                          <w:i/>
                          <w:iCs/>
                          <w:color w:val="3B3838" w:themeColor="background2" w:themeShade="40"/>
                          <w:szCs w:val="20"/>
                        </w:rPr>
                        <w:br/>
                        <w:t>Select to display the R</w:t>
                      </w:r>
                      <w:proofErr w:type="gramStart"/>
                      <w:r>
                        <w:rPr>
                          <w:rFonts w:ascii="Aptos Light" w:hAnsi="Aptos Light" w:cs="Avenir Book"/>
                          <w:i/>
                          <w:iCs/>
                          <w:color w:val="3B3838" w:themeColor="background2" w:themeShade="40"/>
                          <w:szCs w:val="20"/>
                          <w:vertAlign w:val="superscript"/>
                        </w:rPr>
                        <w:t>2</w:t>
                      </w:r>
                      <w:r>
                        <w:rPr>
                          <w:rFonts w:ascii="Aptos Light" w:hAnsi="Aptos Light" w:cs="Avenir Book"/>
                          <w:i/>
                          <w:iCs/>
                          <w:color w:val="3B3838" w:themeColor="background2" w:themeShade="40"/>
                          <w:szCs w:val="20"/>
                        </w:rPr>
                        <w:t xml:space="preserve"> ,</w:t>
                      </w:r>
                      <w:proofErr w:type="gramEnd"/>
                      <w:r>
                        <w:rPr>
                          <w:rFonts w:ascii="Aptos Light" w:hAnsi="Aptos Light" w:cs="Avenir Book"/>
                          <w:i/>
                          <w:iCs/>
                          <w:color w:val="3B3838" w:themeColor="background2" w:themeShade="40"/>
                          <w:szCs w:val="20"/>
                        </w:rPr>
                        <w:t xml:space="preserve"> Equation, and F-Test from the Line of Fit controls on the left.</w:t>
                      </w:r>
                      <w:r>
                        <w:rPr>
                          <w:rFonts w:ascii="Aptos Light" w:hAnsi="Aptos Light" w:cs="Avenir Book"/>
                          <w:i/>
                          <w:iCs/>
                          <w:color w:val="3B3838" w:themeColor="background2" w:themeShade="40"/>
                          <w:szCs w:val="20"/>
                        </w:rPr>
                        <w:br/>
                      </w:r>
                    </w:p>
                    <w:p w14:paraId="7890BFB3" w14:textId="77777777" w:rsidR="0087207D" w:rsidRDefault="0087207D" w:rsidP="0087207D">
                      <w:pPr>
                        <w:rPr>
                          <w:rFonts w:ascii="Avenir Book" w:hAnsi="Avenir Book" w:cs="Avenir Book"/>
                          <w:i/>
                          <w:iCs/>
                          <w:color w:val="3B3838" w:themeColor="background2" w:themeShade="40"/>
                          <w:szCs w:val="20"/>
                        </w:rPr>
                      </w:pPr>
                    </w:p>
                  </w:txbxContent>
                </v:textbox>
              </v:shape>
            </w:pict>
          </mc:Fallback>
        </mc:AlternateContent>
      </w:r>
      <w:r>
        <w:rPr>
          <w:noProof/>
        </w:rPr>
        <mc:AlternateContent>
          <mc:Choice Requires="wps">
            <w:drawing>
              <wp:anchor distT="0" distB="0" distL="114300" distR="114300" simplePos="0" relativeHeight="251934720" behindDoc="1" locked="0" layoutInCell="1" allowOverlap="1" wp14:anchorId="6968B411" wp14:editId="45E68425">
                <wp:simplePos x="0" y="0"/>
                <wp:positionH relativeFrom="column">
                  <wp:posOffset>385436</wp:posOffset>
                </wp:positionH>
                <wp:positionV relativeFrom="paragraph">
                  <wp:posOffset>0</wp:posOffset>
                </wp:positionV>
                <wp:extent cx="5297170" cy="575945"/>
                <wp:effectExtent l="0" t="0" r="0" b="0"/>
                <wp:wrapNone/>
                <wp:docPr id="1599589460" name="Rounded Rectangle 72"/>
                <wp:cNvGraphicFramePr/>
                <a:graphic xmlns:a="http://schemas.openxmlformats.org/drawingml/2006/main">
                  <a:graphicData uri="http://schemas.microsoft.com/office/word/2010/wordprocessingShape">
                    <wps:wsp>
                      <wps:cNvSpPr/>
                      <wps:spPr>
                        <a:xfrm>
                          <a:off x="0" y="0"/>
                          <a:ext cx="5297170" cy="575945"/>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165FB6" id="Rounded Rectangle 72" o:spid="_x0000_s1026" style="position:absolute;margin-left:30.35pt;margin-top:0;width:417.1pt;height:45.35pt;z-index:-25138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" fillcolor="#f2f2f2 [3052]" stroked="f" strokeweight=".25pt">
                <v:stroke joinstyle="miter"/>
              </v:roundrect>
            </w:pict>
          </mc:Fallback>
        </mc:AlternateContent>
      </w:r>
      <w:r w:rsidR="00691F47">
        <w:rPr>
          <w:rFonts w:ascii="Aptos Light" w:hAnsi="Aptos Light" w:cs="Avenir Book"/>
          <w:color w:val="262626" w:themeColor="text1" w:themeTint="D9"/>
          <w:sz w:val="22"/>
          <w:szCs w:val="22"/>
        </w:rPr>
        <w:br/>
      </w:r>
    </w:p>
    <w:p w14:paraId="5E4F5642" w14:textId="5EC2978B" w:rsidR="0087207D" w:rsidRDefault="009D528A" w:rsidP="0087207D">
      <w:pPr>
        <w:pStyle w:val="Title"/>
        <w:rPr>
          <w:rFonts w:ascii="Aptos Light" w:eastAsia="MS Mincho" w:hAnsi="Aptos Light" w:cs="Avenir Book"/>
          <w:b w:val="0"/>
          <w:bCs w:val="0"/>
          <w:color w:val="262626" w:themeColor="text1" w:themeTint="D9"/>
          <w:sz w:val="20"/>
          <w:szCs w:val="20"/>
        </w:rPr>
      </w:pPr>
      <w:r>
        <w:rPr>
          <w:rFonts w:ascii="Aptos Light" w:eastAsia="MS Mincho" w:hAnsi="Aptos Light" w:cs="Avenir Book"/>
          <w:b w:val="0"/>
          <w:bCs w:val="0"/>
          <w:color w:val="262626" w:themeColor="text1" w:themeTint="D9"/>
          <w:sz w:val="20"/>
          <w:szCs w:val="20"/>
        </w:rPr>
        <w:br/>
      </w:r>
      <w:bookmarkStart w:id="35" w:name="OLE_LINK56"/>
      <w:bookmarkStart w:id="36" w:name="OLE_LINK57"/>
    </w:p>
    <w:p w14:paraId="24AD1931" w14:textId="1F56EE24" w:rsidR="0087207D" w:rsidRDefault="0087207D" w:rsidP="0087207D">
      <w:pPr>
        <w:pStyle w:val="ListParagraph"/>
        <w:numPr>
          <w:ilvl w:val="0"/>
          <w:numId w:val="40"/>
        </w:numPr>
        <w:spacing w:after="120"/>
        <w:ind w:left="36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Fit </w:t>
      </w:r>
      <w:r w:rsidRPr="00691F47">
        <w:rPr>
          <w:rFonts w:ascii="Aptos Light" w:hAnsi="Aptos Light" w:cs="Avenir Book"/>
          <w:color w:val="262626" w:themeColor="text1" w:themeTint="D9"/>
          <w:sz w:val="22"/>
          <w:szCs w:val="22"/>
        </w:rPr>
        <w:t xml:space="preserve">a </w:t>
      </w:r>
      <w:r>
        <w:rPr>
          <w:rFonts w:ascii="Aptos Light" w:hAnsi="Aptos Light" w:cs="Avenir Book"/>
          <w:color w:val="262626" w:themeColor="text1" w:themeTint="D9"/>
          <w:sz w:val="22"/>
          <w:szCs w:val="22"/>
        </w:rPr>
        <w:t>quadratic</w:t>
      </w:r>
      <w:r w:rsidRPr="00691F47">
        <w:rPr>
          <w:rFonts w:ascii="Aptos Light" w:hAnsi="Aptos Light" w:cs="Avenir Book"/>
          <w:color w:val="262626" w:themeColor="text1" w:themeTint="D9"/>
          <w:sz w:val="22"/>
          <w:szCs w:val="22"/>
        </w:rPr>
        <w:t xml:space="preserve"> linear regression model to these data. </w:t>
      </w:r>
      <w:r>
        <w:rPr>
          <w:rFonts w:ascii="Aptos Light" w:hAnsi="Aptos Light" w:cs="Avenir Book"/>
          <w:color w:val="262626" w:themeColor="text1" w:themeTint="D9"/>
          <w:sz w:val="22"/>
          <w:szCs w:val="22"/>
        </w:rPr>
        <w:t xml:space="preserve">Interpret </w:t>
      </w:r>
      <w:r w:rsidR="000A6954">
        <w:rPr>
          <w:rFonts w:ascii="Aptos Light" w:hAnsi="Aptos Light" w:cs="Avenir Book"/>
          <w:color w:val="262626" w:themeColor="text1" w:themeTint="D9"/>
          <w:sz w:val="22"/>
          <w:szCs w:val="22"/>
        </w:rPr>
        <w:t>the</w:t>
      </w:r>
      <w:r>
        <w:rPr>
          <w:rFonts w:ascii="Aptos Light" w:hAnsi="Aptos Light" w:cs="Avenir Book"/>
          <w:color w:val="262626" w:themeColor="text1" w:themeTint="D9"/>
          <w:sz w:val="22"/>
          <w:szCs w:val="22"/>
        </w:rPr>
        <w:t xml:space="preserve"> F-Test and the R</w:t>
      </w:r>
      <w:r>
        <w:rPr>
          <w:rFonts w:ascii="Aptos Light" w:hAnsi="Aptos Light" w:cs="Avenir Book"/>
          <w:color w:val="262626" w:themeColor="text1" w:themeTint="D9"/>
          <w:sz w:val="22"/>
          <w:szCs w:val="22"/>
          <w:vertAlign w:val="superscript"/>
        </w:rPr>
        <w:t>2</w:t>
      </w:r>
      <w:r>
        <w:rPr>
          <w:rFonts w:ascii="Aptos Light" w:hAnsi="Aptos Light" w:cs="Avenir Book"/>
          <w:color w:val="262626" w:themeColor="text1" w:themeTint="D9"/>
          <w:sz w:val="22"/>
          <w:szCs w:val="22"/>
        </w:rPr>
        <w:t xml:space="preserve"> value. </w:t>
      </w:r>
      <w:r w:rsidRPr="00691F47">
        <w:rPr>
          <w:rFonts w:ascii="Aptos Light" w:hAnsi="Aptos Light" w:cs="Avenir Book"/>
          <w:color w:val="262626" w:themeColor="text1" w:themeTint="D9"/>
          <w:sz w:val="22"/>
          <w:szCs w:val="22"/>
        </w:rPr>
        <w:t xml:space="preserve">Describe what part of the relationship this model is </w:t>
      </w:r>
      <w:r>
        <w:rPr>
          <w:rFonts w:ascii="Aptos Light" w:hAnsi="Aptos Light" w:cs="Avenir Book"/>
          <w:color w:val="262626" w:themeColor="text1" w:themeTint="D9"/>
          <w:sz w:val="22"/>
          <w:szCs w:val="22"/>
        </w:rPr>
        <w:t>(and is</w:t>
      </w:r>
      <w:r w:rsidR="00A67F12">
        <w:rPr>
          <w:rFonts w:ascii="Aptos Light" w:hAnsi="Aptos Light" w:cs="Avenir Book"/>
          <w:color w:val="262626" w:themeColor="text1" w:themeTint="D9"/>
          <w:sz w:val="22"/>
          <w:szCs w:val="22"/>
        </w:rPr>
        <w:t xml:space="preserve"> not</w:t>
      </w:r>
      <w:r>
        <w:rPr>
          <w:rFonts w:ascii="Aptos Light" w:hAnsi="Aptos Light" w:cs="Avenir Book"/>
          <w:color w:val="262626" w:themeColor="text1" w:themeTint="D9"/>
          <w:sz w:val="22"/>
          <w:szCs w:val="22"/>
        </w:rPr>
        <w:t xml:space="preserve">) </w:t>
      </w:r>
      <w:r w:rsidRPr="00691F47">
        <w:rPr>
          <w:rFonts w:ascii="Aptos Light" w:hAnsi="Aptos Light" w:cs="Avenir Book"/>
          <w:color w:val="262626" w:themeColor="text1" w:themeTint="D9"/>
          <w:sz w:val="22"/>
          <w:szCs w:val="22"/>
        </w:rPr>
        <w:t>describing</w:t>
      </w:r>
      <w:r>
        <w:rPr>
          <w:rFonts w:ascii="Aptos Light" w:hAnsi="Aptos Light" w:cs="Avenir Book"/>
          <w:color w:val="262626" w:themeColor="text1" w:themeTint="D9"/>
          <w:sz w:val="22"/>
          <w:szCs w:val="22"/>
        </w:rPr>
        <w:t xml:space="preserve">.  </w:t>
      </w:r>
    </w:p>
    <w:p w14:paraId="1FAC1FE7" w14:textId="1EA6B909" w:rsidR="0087207D" w:rsidRDefault="0087207D" w:rsidP="0087207D">
      <w:pPr>
        <w:spacing w:after="120"/>
        <w:rPr>
          <w:rFonts w:ascii="Aptos Light" w:hAnsi="Aptos Light" w:cs="Avenir Book"/>
          <w:color w:val="262626" w:themeColor="text1" w:themeTint="D9"/>
          <w:sz w:val="22"/>
          <w:szCs w:val="22"/>
        </w:rPr>
      </w:pPr>
      <w:r>
        <w:rPr>
          <w:noProof/>
        </w:rPr>
        <mc:AlternateContent>
          <mc:Choice Requires="wps">
            <w:drawing>
              <wp:anchor distT="0" distB="0" distL="114300" distR="114300" simplePos="0" relativeHeight="251931648" behindDoc="1" locked="0" layoutInCell="1" allowOverlap="1" wp14:anchorId="18673E2B" wp14:editId="586A61E0">
                <wp:simplePos x="0" y="0"/>
                <wp:positionH relativeFrom="column">
                  <wp:posOffset>398899</wp:posOffset>
                </wp:positionH>
                <wp:positionV relativeFrom="paragraph">
                  <wp:posOffset>104759</wp:posOffset>
                </wp:positionV>
                <wp:extent cx="5297170" cy="619828"/>
                <wp:effectExtent l="0" t="0" r="0" b="2540"/>
                <wp:wrapNone/>
                <wp:docPr id="889337043" name="Rounded Rectangle 75"/>
                <wp:cNvGraphicFramePr/>
                <a:graphic xmlns:a="http://schemas.openxmlformats.org/drawingml/2006/main">
                  <a:graphicData uri="http://schemas.microsoft.com/office/word/2010/wordprocessingShape">
                    <wps:wsp>
                      <wps:cNvSpPr/>
                      <wps:spPr>
                        <a:xfrm>
                          <a:off x="0" y="0"/>
                          <a:ext cx="5297170" cy="619828"/>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882546" id="Rounded Rectangle 75" o:spid="_x0000_s1026" style="position:absolute;margin-left:31.4pt;margin-top:8.25pt;width:417.1pt;height:48.8pt;z-index:-25138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" fillcolor="#f2f2f2 [3052]" stroked="f" strokeweight=".25pt">
                <v:stroke joinstyle="miter"/>
              </v:roundrect>
            </w:pict>
          </mc:Fallback>
        </mc:AlternateContent>
      </w:r>
      <w:r>
        <w:rPr>
          <w:noProof/>
        </w:rPr>
        <mc:AlternateContent>
          <mc:Choice Requires="wps">
            <w:drawing>
              <wp:anchor distT="0" distB="0" distL="114300" distR="114300" simplePos="0" relativeHeight="251932672" behindDoc="0" locked="0" layoutInCell="1" allowOverlap="1" wp14:anchorId="701304D1" wp14:editId="4F281405">
                <wp:simplePos x="0" y="0"/>
                <wp:positionH relativeFrom="column">
                  <wp:posOffset>460268</wp:posOffset>
                </wp:positionH>
                <wp:positionV relativeFrom="paragraph">
                  <wp:posOffset>135443</wp:posOffset>
                </wp:positionV>
                <wp:extent cx="5077460" cy="533911"/>
                <wp:effectExtent l="0" t="0" r="0" b="0"/>
                <wp:wrapNone/>
                <wp:docPr id="1460198978" name="Text Box 74"/>
                <wp:cNvGraphicFramePr/>
                <a:graphic xmlns:a="http://schemas.openxmlformats.org/drawingml/2006/main">
                  <a:graphicData uri="http://schemas.microsoft.com/office/word/2010/wordprocessingShape">
                    <wps:wsp>
                      <wps:cNvSpPr txBox="1"/>
                      <wps:spPr>
                        <a:xfrm>
                          <a:off x="0" y="0"/>
                          <a:ext cx="5077460" cy="533911"/>
                        </a:xfrm>
                        <a:prstGeom prst="rect">
                          <a:avLst/>
                        </a:prstGeom>
                        <a:noFill/>
                        <a:ln w="6350">
                          <a:noFill/>
                        </a:ln>
                      </wps:spPr>
                      <wps:txbx>
                        <w:txbxContent>
                          <w:p w14:paraId="59F73D7F" w14:textId="24B25691" w:rsidR="0087207D" w:rsidRDefault="0087207D" w:rsidP="0087207D">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Under the Line of Fit controls on the left, choose Quadratic under the Degree menu drop.</w:t>
                            </w:r>
                          </w:p>
                          <w:p w14:paraId="7CFF0427" w14:textId="77777777" w:rsidR="0087207D" w:rsidRDefault="0087207D" w:rsidP="0087207D">
                            <w:pPr>
                              <w:rPr>
                                <w:rFonts w:ascii="Avenir Book" w:hAnsi="Avenir Book" w:cs="Avenir Book"/>
                                <w:i/>
                                <w:iCs/>
                                <w:color w:val="3B3838" w:themeColor="background2" w:themeShade="40"/>
                                <w:szCs w:val="20"/>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01304D1" id="_x0000_s1029" type="#_x0000_t202" style="position:absolute;margin-left:36.25pt;margin-top:10.65pt;width:399.8pt;height:42.0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" filled="f" stroked="f" strokeweight=".5pt">
                <v:textbox>
                  <w:txbxContent>
                    <w:p w14:paraId="59F73D7F" w14:textId="24B25691" w:rsidR="0087207D" w:rsidRDefault="0087207D" w:rsidP="0087207D">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Under the Line of Fit controls on the left, choose Quadratic under the Degree menu drop.</w:t>
                      </w:r>
                    </w:p>
                    <w:p w14:paraId="7CFF0427" w14:textId="77777777" w:rsidR="0087207D" w:rsidRDefault="0087207D" w:rsidP="0087207D">
                      <w:pPr>
                        <w:rPr>
                          <w:rFonts w:ascii="Avenir Book" w:hAnsi="Avenir Book" w:cs="Avenir Book"/>
                          <w:i/>
                          <w:iCs/>
                          <w:color w:val="3B3838" w:themeColor="background2" w:themeShade="40"/>
                          <w:szCs w:val="20"/>
                        </w:rPr>
                      </w:pPr>
                    </w:p>
                  </w:txbxContent>
                </v:textbox>
              </v:shape>
            </w:pict>
          </mc:Fallback>
        </mc:AlternateContent>
      </w:r>
      <w:r>
        <w:rPr>
          <w:rFonts w:ascii="Aptos Light" w:hAnsi="Aptos Light" w:cs="Avenir Book"/>
          <w:color w:val="262626" w:themeColor="text1" w:themeTint="D9"/>
          <w:sz w:val="22"/>
          <w:szCs w:val="22"/>
        </w:rPr>
        <w:br/>
      </w:r>
    </w:p>
    <w:p w14:paraId="2950B61D" w14:textId="77777777" w:rsidR="0087207D" w:rsidRDefault="0087207D" w:rsidP="0087207D">
      <w:pPr>
        <w:spacing w:after="120"/>
        <w:rPr>
          <w:rFonts w:ascii="Aptos Light" w:hAnsi="Aptos Light" w:cs="Avenir Book"/>
          <w:color w:val="262626" w:themeColor="text1" w:themeTint="D9"/>
          <w:sz w:val="22"/>
          <w:szCs w:val="22"/>
        </w:rPr>
      </w:pPr>
    </w:p>
    <w:p w14:paraId="2F78F966" w14:textId="2E30862B" w:rsidR="0087207D" w:rsidRPr="009D528A" w:rsidRDefault="009D528A" w:rsidP="009D528A">
      <w:pPr>
        <w:spacing w:before="0" w:after="0"/>
        <w:rPr>
          <w:rFonts w:ascii="Aptos Light" w:eastAsia="MS Mincho" w:hAnsi="Aptos Light" w:cs="Avenir Book"/>
          <w:color w:val="262626" w:themeColor="text1" w:themeTint="D9"/>
          <w:szCs w:val="20"/>
        </w:rPr>
      </w:pPr>
      <w:r>
        <w:rPr>
          <w:rFonts w:ascii="Aptos Light" w:eastAsia="MS Mincho" w:hAnsi="Aptos Light" w:cs="Avenir Book"/>
          <w:b/>
          <w:bCs/>
          <w:color w:val="262626" w:themeColor="text1" w:themeTint="D9"/>
          <w:szCs w:val="20"/>
        </w:rPr>
        <w:br w:type="page"/>
      </w:r>
    </w:p>
    <w:bookmarkEnd w:id="35"/>
    <w:bookmarkEnd w:id="36"/>
    <w:p w14:paraId="0E3DAD09" w14:textId="64FAA508" w:rsidR="0087207D" w:rsidRDefault="0087207D" w:rsidP="0087207D">
      <w:pPr>
        <w:pStyle w:val="ListParagraph"/>
        <w:numPr>
          <w:ilvl w:val="0"/>
          <w:numId w:val="40"/>
        </w:numPr>
        <w:spacing w:after="120"/>
        <w:ind w:left="36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lastRenderedPageBreak/>
        <w:t xml:space="preserve">Fit </w:t>
      </w:r>
      <w:r w:rsidRPr="00691F47">
        <w:rPr>
          <w:rFonts w:ascii="Aptos Light" w:hAnsi="Aptos Light" w:cs="Avenir Book"/>
          <w:color w:val="262626" w:themeColor="text1" w:themeTint="D9"/>
          <w:sz w:val="22"/>
          <w:szCs w:val="22"/>
        </w:rPr>
        <w:t xml:space="preserve">a </w:t>
      </w:r>
      <w:r>
        <w:rPr>
          <w:rFonts w:ascii="Aptos Light" w:hAnsi="Aptos Light" w:cs="Avenir Book"/>
          <w:color w:val="262626" w:themeColor="text1" w:themeTint="D9"/>
          <w:sz w:val="22"/>
          <w:szCs w:val="22"/>
        </w:rPr>
        <w:t>cubic</w:t>
      </w:r>
      <w:r w:rsidRPr="00691F47">
        <w:rPr>
          <w:rFonts w:ascii="Aptos Light" w:hAnsi="Aptos Light" w:cs="Avenir Book"/>
          <w:color w:val="262626" w:themeColor="text1" w:themeTint="D9"/>
          <w:sz w:val="22"/>
          <w:szCs w:val="22"/>
        </w:rPr>
        <w:t xml:space="preserve"> linear regression model to these data. </w:t>
      </w:r>
      <w:r>
        <w:rPr>
          <w:rFonts w:ascii="Aptos Light" w:hAnsi="Aptos Light" w:cs="Avenir Book"/>
          <w:color w:val="262626" w:themeColor="text1" w:themeTint="D9"/>
          <w:sz w:val="22"/>
          <w:szCs w:val="22"/>
        </w:rPr>
        <w:t>Interpret the F-Test and the R</w:t>
      </w:r>
      <w:r>
        <w:rPr>
          <w:rFonts w:ascii="Aptos Light" w:hAnsi="Aptos Light" w:cs="Avenir Book"/>
          <w:color w:val="262626" w:themeColor="text1" w:themeTint="D9"/>
          <w:sz w:val="22"/>
          <w:szCs w:val="22"/>
          <w:vertAlign w:val="superscript"/>
        </w:rPr>
        <w:t>2</w:t>
      </w:r>
      <w:r>
        <w:rPr>
          <w:rFonts w:ascii="Aptos Light" w:hAnsi="Aptos Light" w:cs="Avenir Book"/>
          <w:color w:val="262626" w:themeColor="text1" w:themeTint="D9"/>
          <w:sz w:val="22"/>
          <w:szCs w:val="22"/>
        </w:rPr>
        <w:t xml:space="preserve"> value. Is this model better </w:t>
      </w:r>
      <w:r w:rsidR="005D6A08">
        <w:rPr>
          <w:rFonts w:ascii="Aptos Light" w:hAnsi="Aptos Light" w:cs="Avenir Book"/>
          <w:color w:val="262626" w:themeColor="text1" w:themeTint="D9"/>
          <w:sz w:val="22"/>
          <w:szCs w:val="22"/>
        </w:rPr>
        <w:t xml:space="preserve">at describing the relationship </w:t>
      </w:r>
      <w:r>
        <w:rPr>
          <w:rFonts w:ascii="Aptos Light" w:hAnsi="Aptos Light" w:cs="Avenir Book"/>
          <w:color w:val="262626" w:themeColor="text1" w:themeTint="D9"/>
          <w:sz w:val="22"/>
          <w:szCs w:val="22"/>
        </w:rPr>
        <w:t xml:space="preserve">than the </w:t>
      </w:r>
      <w:r w:rsidR="00DC4813">
        <w:rPr>
          <w:rFonts w:ascii="Aptos Light" w:hAnsi="Aptos Light" w:cs="Avenir Book"/>
          <w:color w:val="262626" w:themeColor="text1" w:themeTint="D9"/>
          <w:sz w:val="22"/>
          <w:szCs w:val="22"/>
        </w:rPr>
        <w:t>quadratic? Justify your answer with numerical evidence.</w:t>
      </w:r>
    </w:p>
    <w:p w14:paraId="6F23E7EA" w14:textId="77777777" w:rsidR="0087207D" w:rsidRDefault="0087207D" w:rsidP="0087207D">
      <w:pPr>
        <w:spacing w:after="120"/>
        <w:rPr>
          <w:rFonts w:ascii="Aptos Light" w:hAnsi="Aptos Light" w:cs="Avenir Book"/>
          <w:color w:val="262626" w:themeColor="text1" w:themeTint="D9"/>
          <w:sz w:val="22"/>
          <w:szCs w:val="22"/>
        </w:rPr>
      </w:pPr>
      <w:r>
        <w:rPr>
          <w:noProof/>
        </w:rPr>
        <mc:AlternateContent>
          <mc:Choice Requires="wps">
            <w:drawing>
              <wp:anchor distT="0" distB="0" distL="114300" distR="114300" simplePos="0" relativeHeight="251938816" behindDoc="1" locked="0" layoutInCell="1" allowOverlap="1" wp14:anchorId="3D72E615" wp14:editId="0A675EBE">
                <wp:simplePos x="0" y="0"/>
                <wp:positionH relativeFrom="column">
                  <wp:posOffset>398899</wp:posOffset>
                </wp:positionH>
                <wp:positionV relativeFrom="paragraph">
                  <wp:posOffset>104759</wp:posOffset>
                </wp:positionV>
                <wp:extent cx="5297170" cy="619828"/>
                <wp:effectExtent l="0" t="0" r="0" b="2540"/>
                <wp:wrapNone/>
                <wp:docPr id="1836562176" name="Rounded Rectangle 75"/>
                <wp:cNvGraphicFramePr/>
                <a:graphic xmlns:a="http://schemas.openxmlformats.org/drawingml/2006/main">
                  <a:graphicData uri="http://schemas.microsoft.com/office/word/2010/wordprocessingShape">
                    <wps:wsp>
                      <wps:cNvSpPr/>
                      <wps:spPr>
                        <a:xfrm>
                          <a:off x="0" y="0"/>
                          <a:ext cx="5297170" cy="619828"/>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72BF3B" id="Rounded Rectangle 75" o:spid="_x0000_s1026" style="position:absolute;margin-left:31.4pt;margin-top:8.25pt;width:417.1pt;height:48.8pt;z-index:-25137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" fillcolor="#f2f2f2 [3052]" stroked="f" strokeweight=".25pt">
                <v:stroke joinstyle="miter"/>
              </v:roundrect>
            </w:pict>
          </mc:Fallback>
        </mc:AlternateContent>
      </w:r>
      <w:r>
        <w:rPr>
          <w:noProof/>
        </w:rPr>
        <mc:AlternateContent>
          <mc:Choice Requires="wps">
            <w:drawing>
              <wp:anchor distT="0" distB="0" distL="114300" distR="114300" simplePos="0" relativeHeight="251939840" behindDoc="0" locked="0" layoutInCell="1" allowOverlap="1" wp14:anchorId="7C03CF51" wp14:editId="3AAA43F7">
                <wp:simplePos x="0" y="0"/>
                <wp:positionH relativeFrom="column">
                  <wp:posOffset>460268</wp:posOffset>
                </wp:positionH>
                <wp:positionV relativeFrom="paragraph">
                  <wp:posOffset>135443</wp:posOffset>
                </wp:positionV>
                <wp:extent cx="5077460" cy="533911"/>
                <wp:effectExtent l="0" t="0" r="0" b="0"/>
                <wp:wrapNone/>
                <wp:docPr id="1457524538" name="Text Box 74"/>
                <wp:cNvGraphicFramePr/>
                <a:graphic xmlns:a="http://schemas.openxmlformats.org/drawingml/2006/main">
                  <a:graphicData uri="http://schemas.microsoft.com/office/word/2010/wordprocessingShape">
                    <wps:wsp>
                      <wps:cNvSpPr txBox="1"/>
                      <wps:spPr>
                        <a:xfrm>
                          <a:off x="0" y="0"/>
                          <a:ext cx="5077460" cy="533911"/>
                        </a:xfrm>
                        <a:prstGeom prst="rect">
                          <a:avLst/>
                        </a:prstGeom>
                        <a:noFill/>
                        <a:ln w="6350">
                          <a:noFill/>
                        </a:ln>
                      </wps:spPr>
                      <wps:txbx>
                        <w:txbxContent>
                          <w:p w14:paraId="0FCAED00" w14:textId="4E68D147" w:rsidR="0087207D" w:rsidRDefault="0087207D" w:rsidP="0087207D">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Under the Line of Fit controls on the left, choose </w:t>
                            </w:r>
                            <w:r w:rsidR="00075825">
                              <w:rPr>
                                <w:rFonts w:ascii="Aptos Light" w:hAnsi="Aptos Light" w:cs="Avenir Book"/>
                                <w:i/>
                                <w:iCs/>
                                <w:color w:val="3B3838" w:themeColor="background2" w:themeShade="40"/>
                                <w:szCs w:val="20"/>
                              </w:rPr>
                              <w:t>Cubic</w:t>
                            </w:r>
                            <w:r>
                              <w:rPr>
                                <w:rFonts w:ascii="Aptos Light" w:hAnsi="Aptos Light" w:cs="Avenir Book"/>
                                <w:i/>
                                <w:iCs/>
                                <w:color w:val="3B3838" w:themeColor="background2" w:themeShade="40"/>
                                <w:szCs w:val="20"/>
                              </w:rPr>
                              <w:t xml:space="preserve"> under the Degree menu drop.</w:t>
                            </w:r>
                          </w:p>
                          <w:p w14:paraId="76F2BFE2" w14:textId="77777777" w:rsidR="0087207D" w:rsidRDefault="0087207D" w:rsidP="0087207D">
                            <w:pPr>
                              <w:rPr>
                                <w:rFonts w:ascii="Avenir Book" w:hAnsi="Avenir Book" w:cs="Avenir Book"/>
                                <w:i/>
                                <w:iCs/>
                                <w:color w:val="3B3838" w:themeColor="background2" w:themeShade="40"/>
                                <w:szCs w:val="20"/>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C03CF51" id="_x0000_s1030" type="#_x0000_t202" style="position:absolute;margin-left:36.25pt;margin-top:10.65pt;width:399.8pt;height:42.0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" filled="f" stroked="f" strokeweight=".5pt">
                <v:textbox>
                  <w:txbxContent>
                    <w:p w14:paraId="0FCAED00" w14:textId="4E68D147" w:rsidR="0087207D" w:rsidRDefault="0087207D" w:rsidP="0087207D">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Under the Line of Fit controls on the left, choose </w:t>
                      </w:r>
                      <w:r w:rsidR="00075825">
                        <w:rPr>
                          <w:rFonts w:ascii="Aptos Light" w:hAnsi="Aptos Light" w:cs="Avenir Book"/>
                          <w:i/>
                          <w:iCs/>
                          <w:color w:val="3B3838" w:themeColor="background2" w:themeShade="40"/>
                          <w:szCs w:val="20"/>
                        </w:rPr>
                        <w:t>Cubic</w:t>
                      </w:r>
                      <w:r>
                        <w:rPr>
                          <w:rFonts w:ascii="Aptos Light" w:hAnsi="Aptos Light" w:cs="Avenir Book"/>
                          <w:i/>
                          <w:iCs/>
                          <w:color w:val="3B3838" w:themeColor="background2" w:themeShade="40"/>
                          <w:szCs w:val="20"/>
                        </w:rPr>
                        <w:t xml:space="preserve"> under the Degree menu drop.</w:t>
                      </w:r>
                    </w:p>
                    <w:p w14:paraId="76F2BFE2" w14:textId="77777777" w:rsidR="0087207D" w:rsidRDefault="0087207D" w:rsidP="0087207D">
                      <w:pPr>
                        <w:rPr>
                          <w:rFonts w:ascii="Avenir Book" w:hAnsi="Avenir Book" w:cs="Avenir Book"/>
                          <w:i/>
                          <w:iCs/>
                          <w:color w:val="3B3838" w:themeColor="background2" w:themeShade="40"/>
                          <w:szCs w:val="20"/>
                        </w:rPr>
                      </w:pPr>
                    </w:p>
                  </w:txbxContent>
                </v:textbox>
              </v:shape>
            </w:pict>
          </mc:Fallback>
        </mc:AlternateContent>
      </w:r>
      <w:r>
        <w:rPr>
          <w:rFonts w:ascii="Aptos Light" w:hAnsi="Aptos Light" w:cs="Avenir Book"/>
          <w:color w:val="262626" w:themeColor="text1" w:themeTint="D9"/>
          <w:sz w:val="22"/>
          <w:szCs w:val="22"/>
        </w:rPr>
        <w:br/>
      </w:r>
    </w:p>
    <w:p w14:paraId="4F84FE4F" w14:textId="77777777" w:rsidR="0087207D" w:rsidRDefault="0087207D" w:rsidP="0087207D">
      <w:pPr>
        <w:spacing w:after="120"/>
        <w:rPr>
          <w:rFonts w:ascii="Aptos Light" w:hAnsi="Aptos Light" w:cs="Avenir Book"/>
          <w:color w:val="262626" w:themeColor="text1" w:themeTint="D9"/>
          <w:sz w:val="22"/>
          <w:szCs w:val="22"/>
        </w:rPr>
      </w:pPr>
    </w:p>
    <w:bookmarkEnd w:id="31"/>
    <w:bookmarkEnd w:id="32"/>
    <w:p w14:paraId="40028A8C" w14:textId="77777777" w:rsidR="000A6954" w:rsidRDefault="000A6954" w:rsidP="000A6954">
      <w:pPr>
        <w:pStyle w:val="Title"/>
        <w:rPr>
          <w:rFonts w:ascii="Aptos Light" w:eastAsia="MS Mincho" w:hAnsi="Aptos Light" w:cs="Avenir Book"/>
          <w:b w:val="0"/>
          <w:bCs w:val="0"/>
          <w:color w:val="262626" w:themeColor="text1" w:themeTint="D9"/>
          <w:sz w:val="20"/>
          <w:szCs w:val="20"/>
        </w:rPr>
      </w:pPr>
    </w:p>
    <w:p w14:paraId="3C89EA7C" w14:textId="06EBB47D" w:rsidR="000A6954" w:rsidRDefault="000A6954" w:rsidP="000A6954">
      <w:pPr>
        <w:pStyle w:val="ListParagraph"/>
        <w:numPr>
          <w:ilvl w:val="0"/>
          <w:numId w:val="40"/>
        </w:numPr>
        <w:spacing w:after="120"/>
        <w:ind w:left="36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Add a prediction interval for the</w:t>
      </w:r>
      <w:r w:rsidRPr="00691F47">
        <w:rPr>
          <w:rFonts w:ascii="Aptos Light" w:hAnsi="Aptos Light" w:cs="Avenir Book"/>
          <w:color w:val="262626" w:themeColor="text1" w:themeTint="D9"/>
          <w:sz w:val="22"/>
          <w:szCs w:val="22"/>
        </w:rPr>
        <w:t xml:space="preserve"> model </w:t>
      </w:r>
      <w:r>
        <w:rPr>
          <w:rFonts w:ascii="Aptos Light" w:hAnsi="Aptos Light" w:cs="Avenir Book"/>
          <w:color w:val="262626" w:themeColor="text1" w:themeTint="D9"/>
          <w:sz w:val="22"/>
          <w:szCs w:val="22"/>
        </w:rPr>
        <w:t>that best fits the data to the graph</w:t>
      </w:r>
      <w:r w:rsidRPr="00691F47">
        <w:rPr>
          <w:rFonts w:ascii="Aptos Light" w:hAnsi="Aptos Light" w:cs="Avenir Book"/>
          <w:color w:val="262626" w:themeColor="text1" w:themeTint="D9"/>
          <w:sz w:val="22"/>
          <w:szCs w:val="22"/>
        </w:rPr>
        <w:t xml:space="preserve">. </w:t>
      </w:r>
      <w:r w:rsidR="00E1084A">
        <w:rPr>
          <w:rFonts w:ascii="Aptos Light" w:hAnsi="Aptos Light" w:cs="Avenir Book"/>
          <w:color w:val="262626" w:themeColor="text1" w:themeTint="D9"/>
          <w:sz w:val="22"/>
          <w:szCs w:val="22"/>
        </w:rPr>
        <w:t>Interpret both the Confidence Interval and Prediction Interval</w:t>
      </w:r>
      <w:r>
        <w:rPr>
          <w:rFonts w:ascii="Aptos Light" w:hAnsi="Aptos Light" w:cs="Avenir Book"/>
          <w:color w:val="262626" w:themeColor="text1" w:themeTint="D9"/>
          <w:sz w:val="22"/>
          <w:szCs w:val="22"/>
        </w:rPr>
        <w:t xml:space="preserve"> </w:t>
      </w:r>
      <w:r w:rsidR="00E1084A">
        <w:rPr>
          <w:rFonts w:ascii="Aptos Light" w:hAnsi="Aptos Light" w:cs="Avenir Book"/>
          <w:color w:val="262626" w:themeColor="text1" w:themeTint="D9"/>
          <w:sz w:val="22"/>
          <w:szCs w:val="22"/>
        </w:rPr>
        <w:t>now shown the graph comparing them to the</w:t>
      </w:r>
      <w:r w:rsidR="00E1084A">
        <w:rPr>
          <w:rFonts w:ascii="Aptos Light" w:hAnsi="Aptos Light" w:cs="Avenir Book"/>
          <w:color w:val="262626" w:themeColor="text1" w:themeTint="D9"/>
          <w:sz w:val="22"/>
          <w:szCs w:val="22"/>
        </w:rPr>
        <w:br/>
        <w:t>Target API of 350 +/-2.5 mg/</w:t>
      </w:r>
      <w:proofErr w:type="spellStart"/>
      <w:r w:rsidR="00E1084A">
        <w:rPr>
          <w:rFonts w:ascii="Aptos Light" w:hAnsi="Aptos Light" w:cs="Avenir Book"/>
          <w:color w:val="262626" w:themeColor="text1" w:themeTint="D9"/>
          <w:sz w:val="22"/>
          <w:szCs w:val="22"/>
        </w:rPr>
        <w:t>mL.</w:t>
      </w:r>
      <w:proofErr w:type="spellEnd"/>
    </w:p>
    <w:p w14:paraId="11F577C8" w14:textId="55A75503" w:rsidR="000A6954" w:rsidRDefault="000A6954" w:rsidP="000A6954">
      <w:pPr>
        <w:spacing w:after="120"/>
        <w:rPr>
          <w:rFonts w:ascii="Aptos Light" w:hAnsi="Aptos Light" w:cs="Avenir Book"/>
          <w:color w:val="262626" w:themeColor="text1" w:themeTint="D9"/>
          <w:sz w:val="22"/>
          <w:szCs w:val="22"/>
        </w:rPr>
      </w:pPr>
      <w:r>
        <w:rPr>
          <w:noProof/>
        </w:rPr>
        <mc:AlternateContent>
          <mc:Choice Requires="wps">
            <w:drawing>
              <wp:anchor distT="0" distB="0" distL="114300" distR="114300" simplePos="0" relativeHeight="251949056" behindDoc="1" locked="0" layoutInCell="1" allowOverlap="1" wp14:anchorId="4EAF9AB0" wp14:editId="24DA6187">
                <wp:simplePos x="0" y="0"/>
                <wp:positionH relativeFrom="column">
                  <wp:posOffset>398899</wp:posOffset>
                </wp:positionH>
                <wp:positionV relativeFrom="paragraph">
                  <wp:posOffset>102619</wp:posOffset>
                </wp:positionV>
                <wp:extent cx="5297170" cy="454131"/>
                <wp:effectExtent l="0" t="0" r="0" b="3175"/>
                <wp:wrapNone/>
                <wp:docPr id="587764273" name="Rounded Rectangle 75"/>
                <wp:cNvGraphicFramePr/>
                <a:graphic xmlns:a="http://schemas.openxmlformats.org/drawingml/2006/main">
                  <a:graphicData uri="http://schemas.microsoft.com/office/word/2010/wordprocessingShape">
                    <wps:wsp>
                      <wps:cNvSpPr/>
                      <wps:spPr>
                        <a:xfrm>
                          <a:off x="0" y="0"/>
                          <a:ext cx="5297170" cy="454131"/>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AFC9D1" id="Rounded Rectangle 75" o:spid="_x0000_s1026" style="position:absolute;margin-left:31.4pt;margin-top:8.1pt;width:417.1pt;height:35.75pt;z-index:-25136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" fillcolor="#f2f2f2 [3052]" stroked="f" strokeweight=".25pt">
                <v:stroke joinstyle="miter"/>
              </v:roundrect>
            </w:pict>
          </mc:Fallback>
        </mc:AlternateContent>
      </w:r>
      <w:r>
        <w:rPr>
          <w:noProof/>
        </w:rPr>
        <mc:AlternateContent>
          <mc:Choice Requires="wps">
            <w:drawing>
              <wp:anchor distT="0" distB="0" distL="114300" distR="114300" simplePos="0" relativeHeight="251950080" behindDoc="0" locked="0" layoutInCell="1" allowOverlap="1" wp14:anchorId="1E86368D" wp14:editId="6C9691BE">
                <wp:simplePos x="0" y="0"/>
                <wp:positionH relativeFrom="column">
                  <wp:posOffset>460268</wp:posOffset>
                </wp:positionH>
                <wp:positionV relativeFrom="paragraph">
                  <wp:posOffset>133303</wp:posOffset>
                </wp:positionV>
                <wp:extent cx="5077460" cy="349804"/>
                <wp:effectExtent l="0" t="0" r="0" b="0"/>
                <wp:wrapNone/>
                <wp:docPr id="1617089448" name="Text Box 74"/>
                <wp:cNvGraphicFramePr/>
                <a:graphic xmlns:a="http://schemas.openxmlformats.org/drawingml/2006/main">
                  <a:graphicData uri="http://schemas.microsoft.com/office/word/2010/wordprocessingShape">
                    <wps:wsp>
                      <wps:cNvSpPr txBox="1"/>
                      <wps:spPr>
                        <a:xfrm>
                          <a:off x="0" y="0"/>
                          <a:ext cx="5077460" cy="349804"/>
                        </a:xfrm>
                        <a:prstGeom prst="rect">
                          <a:avLst/>
                        </a:prstGeom>
                        <a:noFill/>
                        <a:ln w="6350">
                          <a:noFill/>
                        </a:ln>
                      </wps:spPr>
                      <wps:txbx>
                        <w:txbxContent>
                          <w:p w14:paraId="5FF4B5E5" w14:textId="5F63FB3B" w:rsidR="000A6954" w:rsidRDefault="000A6954" w:rsidP="000A6954">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Select Prediction in the Line of Fit controls on the left.</w:t>
                            </w:r>
                          </w:p>
                          <w:p w14:paraId="49F30A9A" w14:textId="77777777" w:rsidR="000A6954" w:rsidRDefault="000A6954" w:rsidP="000A6954">
                            <w:pPr>
                              <w:rPr>
                                <w:rFonts w:ascii="Avenir Book" w:hAnsi="Avenir Book" w:cs="Avenir Book"/>
                                <w:i/>
                                <w:iCs/>
                                <w:color w:val="3B3838" w:themeColor="background2" w:themeShade="40"/>
                                <w:szCs w:val="20"/>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E86368D" id="_x0000_s1031" type="#_x0000_t202" style="position:absolute;margin-left:36.25pt;margin-top:10.5pt;width:399.8pt;height:27.5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" filled="f" stroked="f" strokeweight=".5pt">
                <v:textbox>
                  <w:txbxContent>
                    <w:p w14:paraId="5FF4B5E5" w14:textId="5F63FB3B" w:rsidR="000A6954" w:rsidRDefault="000A6954" w:rsidP="000A6954">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Select Prediction in the Line of Fit controls on the left</w:t>
                      </w:r>
                      <w:r>
                        <w:rPr>
                          <w:rFonts w:ascii="Aptos Light" w:hAnsi="Aptos Light" w:cs="Avenir Book"/>
                          <w:i/>
                          <w:iCs/>
                          <w:color w:val="3B3838" w:themeColor="background2" w:themeShade="40"/>
                          <w:szCs w:val="20"/>
                        </w:rPr>
                        <w:t>.</w:t>
                      </w:r>
                    </w:p>
                    <w:p w14:paraId="49F30A9A" w14:textId="77777777" w:rsidR="000A6954" w:rsidRDefault="000A6954" w:rsidP="000A6954">
                      <w:pPr>
                        <w:rPr>
                          <w:rFonts w:ascii="Avenir Book" w:hAnsi="Avenir Book" w:cs="Avenir Book"/>
                          <w:i/>
                          <w:iCs/>
                          <w:color w:val="3B3838" w:themeColor="background2" w:themeShade="40"/>
                          <w:szCs w:val="20"/>
                        </w:rPr>
                      </w:pPr>
                    </w:p>
                  </w:txbxContent>
                </v:textbox>
              </v:shape>
            </w:pict>
          </mc:Fallback>
        </mc:AlternateContent>
      </w:r>
      <w:r>
        <w:rPr>
          <w:rFonts w:ascii="Aptos Light" w:hAnsi="Aptos Light" w:cs="Avenir Book"/>
          <w:color w:val="262626" w:themeColor="text1" w:themeTint="D9"/>
          <w:sz w:val="22"/>
          <w:szCs w:val="22"/>
        </w:rPr>
        <w:br/>
      </w:r>
    </w:p>
    <w:p w14:paraId="4BBA1167" w14:textId="69098515" w:rsidR="00C35EB1" w:rsidRPr="009801F6" w:rsidRDefault="001D18B4" w:rsidP="002E2D84">
      <w:pPr>
        <w:pStyle w:val="Title"/>
        <w:rPr>
          <w:rFonts w:ascii="Aptos Light" w:eastAsia="MS Mincho" w:hAnsi="Aptos Light" w:cs="Avenir Book"/>
          <w:b w:val="0"/>
          <w:bCs w:val="0"/>
          <w:color w:val="262626" w:themeColor="text1" w:themeTint="D9"/>
          <w:sz w:val="20"/>
          <w:szCs w:val="20"/>
        </w:rPr>
      </w:pPr>
      <w:bookmarkStart w:id="37" w:name="OLE_LINK45"/>
      <w:bookmarkStart w:id="38" w:name="OLE_LINK46"/>
      <w:r>
        <w:rPr>
          <w:rFonts w:ascii="Aptos Light" w:eastAsia="MS Mincho" w:hAnsi="Aptos Light" w:cs="Avenir Book"/>
          <w:b w:val="0"/>
          <w:bCs w:val="0"/>
          <w:color w:val="262626" w:themeColor="text1" w:themeTint="D9"/>
          <w:sz w:val="20"/>
          <w:szCs w:val="20"/>
        </w:rPr>
        <w:br/>
      </w:r>
    </w:p>
    <w:p w14:paraId="107F64C3" w14:textId="7414CB44" w:rsidR="009801F6" w:rsidRPr="009801F6" w:rsidRDefault="00EC6F07" w:rsidP="009801F6">
      <w:pPr>
        <w:pStyle w:val="ListParagraph"/>
        <w:numPr>
          <w:ilvl w:val="0"/>
          <w:numId w:val="40"/>
        </w:numPr>
        <w:spacing w:after="120"/>
        <w:ind w:left="360" w:right="7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Create </w:t>
      </w:r>
      <w:r w:rsidR="00C35EB1">
        <w:rPr>
          <w:rFonts w:ascii="Aptos Light" w:hAnsi="Aptos Light" w:cs="Avenir Book"/>
          <w:color w:val="262626" w:themeColor="text1" w:themeTint="D9"/>
          <w:sz w:val="22"/>
          <w:szCs w:val="22"/>
        </w:rPr>
        <w:t>both a quadratic and cubic regression model to these data using the Fit Y by X modeling platform</w:t>
      </w:r>
      <w:r w:rsidR="009801F6" w:rsidRPr="009801F6">
        <w:rPr>
          <w:rFonts w:ascii="Aptos Light" w:hAnsi="Aptos Light" w:cs="Avenir Book"/>
          <w:color w:val="262626" w:themeColor="text1" w:themeTint="D9"/>
          <w:sz w:val="22"/>
          <w:szCs w:val="22"/>
        </w:rPr>
        <w:t>.</w:t>
      </w:r>
      <w:r w:rsidR="00C35EB1">
        <w:rPr>
          <w:rFonts w:ascii="Aptos Light" w:hAnsi="Aptos Light" w:cs="Avenir Book"/>
          <w:color w:val="262626" w:themeColor="text1" w:themeTint="D9"/>
          <w:sz w:val="22"/>
          <w:szCs w:val="22"/>
        </w:rPr>
        <w:t xml:space="preserve"> Compare the results between the two models. Find another metric that provides numerical evidence (that you didn’t use in Exercise 4) that justifies which of the two models </w:t>
      </w:r>
      <w:r w:rsidR="00B260D1">
        <w:rPr>
          <w:rFonts w:ascii="Aptos Light" w:hAnsi="Aptos Light" w:cs="Avenir Book"/>
          <w:color w:val="262626" w:themeColor="text1" w:themeTint="D9"/>
          <w:sz w:val="22"/>
          <w:szCs w:val="22"/>
        </w:rPr>
        <w:t xml:space="preserve">(quadratic or cubic) </w:t>
      </w:r>
      <w:r w:rsidR="00C35EB1">
        <w:rPr>
          <w:rFonts w:ascii="Aptos Light" w:hAnsi="Aptos Light" w:cs="Avenir Book"/>
          <w:color w:val="262626" w:themeColor="text1" w:themeTint="D9"/>
          <w:sz w:val="22"/>
          <w:szCs w:val="22"/>
        </w:rPr>
        <w:t xml:space="preserve">you </w:t>
      </w:r>
      <w:r w:rsidR="00B260D1">
        <w:rPr>
          <w:rFonts w:ascii="Aptos Light" w:hAnsi="Aptos Light" w:cs="Avenir Book"/>
          <w:color w:val="262626" w:themeColor="text1" w:themeTint="D9"/>
          <w:sz w:val="22"/>
          <w:szCs w:val="22"/>
        </w:rPr>
        <w:t>believe is best to use</w:t>
      </w:r>
      <w:r w:rsidR="00C35EB1">
        <w:rPr>
          <w:rFonts w:ascii="Aptos Light" w:hAnsi="Aptos Light" w:cs="Avenir Book"/>
          <w:color w:val="262626" w:themeColor="text1" w:themeTint="D9"/>
          <w:sz w:val="22"/>
          <w:szCs w:val="22"/>
        </w:rPr>
        <w:t xml:space="preserve">.   </w:t>
      </w:r>
      <w:r w:rsidR="00C35EB1">
        <w:rPr>
          <w:rFonts w:ascii="Aptos Light" w:hAnsi="Aptos Light" w:cs="Avenir Book"/>
          <w:color w:val="262626" w:themeColor="text1" w:themeTint="D9"/>
          <w:sz w:val="22"/>
          <w:szCs w:val="22"/>
        </w:rPr>
        <w:br/>
      </w:r>
    </w:p>
    <w:p w14:paraId="5DAAC20A" w14:textId="61E1F9EB" w:rsidR="009801F6" w:rsidRDefault="00C35EB1" w:rsidP="002E2D84">
      <w:pPr>
        <w:pStyle w:val="Title"/>
        <w:rPr>
          <w:rFonts w:ascii="Avenir Book" w:eastAsia="MS Mincho" w:hAnsi="Avenir Book" w:cs="Avenir Book"/>
          <w:b w:val="0"/>
          <w:bCs w:val="0"/>
          <w:color w:val="262626" w:themeColor="text1" w:themeTint="D9"/>
          <w:sz w:val="22"/>
          <w:szCs w:val="22"/>
        </w:rPr>
      </w:pPr>
      <w:r>
        <w:rPr>
          <w:noProof/>
        </w:rPr>
        <mc:AlternateContent>
          <mc:Choice Requires="wps">
            <w:drawing>
              <wp:anchor distT="0" distB="0" distL="114300" distR="114300" simplePos="0" relativeHeight="251898880" behindDoc="1" locked="0" layoutInCell="1" allowOverlap="1" wp14:anchorId="501021E6" wp14:editId="28A28D06">
                <wp:simplePos x="0" y="0"/>
                <wp:positionH relativeFrom="column">
                  <wp:posOffset>319119</wp:posOffset>
                </wp:positionH>
                <wp:positionV relativeFrom="paragraph">
                  <wp:posOffset>57504</wp:posOffset>
                </wp:positionV>
                <wp:extent cx="5297170" cy="779388"/>
                <wp:effectExtent l="0" t="0" r="0" b="0"/>
                <wp:wrapNone/>
                <wp:docPr id="1572784674" name="Rounded Rectangle 33"/>
                <wp:cNvGraphicFramePr/>
                <a:graphic xmlns:a="http://schemas.openxmlformats.org/drawingml/2006/main">
                  <a:graphicData uri="http://schemas.microsoft.com/office/word/2010/wordprocessingShape">
                    <wps:wsp>
                      <wps:cNvSpPr/>
                      <wps:spPr>
                        <a:xfrm>
                          <a:off x="0" y="0"/>
                          <a:ext cx="5297170" cy="779388"/>
                        </a:xfrm>
                        <a:prstGeom prst="roundRect">
                          <a:avLst>
                            <a:gd name="adj" fmla="val 523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F390D9" id="Rounded Rectangle 33" o:spid="_x0000_s1026" style="position:absolute;margin-left:25.15pt;margin-top:4.55pt;width:417.1pt;height:61.35pt;z-index:-25141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3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" fillcolor="#f2f2f2 [3052]" stroked="f" strokeweight=".25pt">
                <v:stroke joinstyle="miter"/>
              </v:roundrect>
            </w:pict>
          </mc:Fallback>
        </mc:AlternateContent>
      </w:r>
      <w:r>
        <w:rPr>
          <w:noProof/>
        </w:rPr>
        <mc:AlternateContent>
          <mc:Choice Requires="wps">
            <w:drawing>
              <wp:anchor distT="0" distB="0" distL="114300" distR="114300" simplePos="0" relativeHeight="251899904" behindDoc="0" locked="0" layoutInCell="1" allowOverlap="1" wp14:anchorId="514BDD0B" wp14:editId="13DB66EF">
                <wp:simplePos x="0" y="0"/>
                <wp:positionH relativeFrom="column">
                  <wp:posOffset>398899</wp:posOffset>
                </wp:positionH>
                <wp:positionV relativeFrom="paragraph">
                  <wp:posOffset>94325</wp:posOffset>
                </wp:positionV>
                <wp:extent cx="5077460" cy="675061"/>
                <wp:effectExtent l="0" t="0" r="0" b="0"/>
                <wp:wrapNone/>
                <wp:docPr id="1272164650" name="Text Box 34"/>
                <wp:cNvGraphicFramePr/>
                <a:graphic xmlns:a="http://schemas.openxmlformats.org/drawingml/2006/main">
                  <a:graphicData uri="http://schemas.microsoft.com/office/word/2010/wordprocessingShape">
                    <wps:wsp>
                      <wps:cNvSpPr txBox="1"/>
                      <wps:spPr>
                        <a:xfrm>
                          <a:off x="0" y="0"/>
                          <a:ext cx="5077460" cy="675061"/>
                        </a:xfrm>
                        <a:prstGeom prst="rect">
                          <a:avLst/>
                        </a:prstGeom>
                        <a:noFill/>
                        <a:ln w="6350">
                          <a:noFill/>
                        </a:ln>
                      </wps:spPr>
                      <wps:txbx>
                        <w:txbxContent>
                          <w:p w14:paraId="17BBE96C" w14:textId="7775FEED" w:rsidR="00C35EB1" w:rsidRPr="009801F6" w:rsidRDefault="009801F6" w:rsidP="00C35EB1">
                            <w:pPr>
                              <w:rPr>
                                <w:rFonts w:ascii="Aptos Light" w:hAnsi="Aptos Light" w:cs="Avenir Book"/>
                                <w:i/>
                                <w:iCs/>
                                <w:color w:val="3B3838" w:themeColor="background2" w:themeShade="40"/>
                                <w:szCs w:val="20"/>
                              </w:rPr>
                            </w:pPr>
                            <w:r w:rsidRPr="009801F6">
                              <w:rPr>
                                <w:rFonts w:ascii="Aptos" w:hAnsi="Aptos" w:cs="Avenir Book"/>
                                <w:i/>
                                <w:iCs/>
                                <w:color w:val="3B3838" w:themeColor="background2" w:themeShade="40"/>
                                <w:szCs w:val="20"/>
                              </w:rPr>
                              <w:t>Instructions:</w:t>
                            </w:r>
                            <w:r w:rsidRPr="009801F6">
                              <w:rPr>
                                <w:rFonts w:ascii="Aptos Light" w:hAnsi="Aptos Light" w:cs="Avenir Book"/>
                                <w:i/>
                                <w:iCs/>
                                <w:color w:val="3B3838" w:themeColor="background2" w:themeShade="40"/>
                                <w:szCs w:val="20"/>
                              </w:rPr>
                              <w:t xml:space="preserve"> Analyze &gt; Fit Y by X. Choose the variable ‘</w:t>
                            </w:r>
                            <w:r w:rsidR="00EC6F07">
                              <w:rPr>
                                <w:rFonts w:ascii="Aptos Light" w:hAnsi="Aptos Light" w:cs="Avenir Book"/>
                                <w:i/>
                                <w:iCs/>
                                <w:color w:val="3B3838" w:themeColor="background2" w:themeShade="40"/>
                                <w:szCs w:val="20"/>
                              </w:rPr>
                              <w:t>API</w:t>
                            </w:r>
                            <w:r w:rsidRPr="009801F6">
                              <w:rPr>
                                <w:rFonts w:ascii="Aptos Light" w:hAnsi="Aptos Light" w:cs="Avenir Book"/>
                                <w:i/>
                                <w:iCs/>
                                <w:color w:val="3B3838" w:themeColor="background2" w:themeShade="40"/>
                                <w:szCs w:val="20"/>
                              </w:rPr>
                              <w:t>’ for the Y</w:t>
                            </w:r>
                            <w:r w:rsidR="00EC6F07">
                              <w:rPr>
                                <w:rFonts w:ascii="Aptos Light" w:hAnsi="Aptos Light" w:cs="Avenir Book"/>
                                <w:i/>
                                <w:iCs/>
                                <w:color w:val="3B3838" w:themeColor="background2" w:themeShade="40"/>
                                <w:szCs w:val="20"/>
                              </w:rPr>
                              <w:t xml:space="preserve"> and ‘Temperature’ for X.</w:t>
                            </w:r>
                            <w:r w:rsidRPr="009801F6">
                              <w:rPr>
                                <w:rFonts w:ascii="Aptos Light" w:hAnsi="Aptos Light" w:cs="Avenir Book"/>
                                <w:i/>
                                <w:iCs/>
                                <w:color w:val="3B3838" w:themeColor="background2" w:themeShade="40"/>
                                <w:szCs w:val="20"/>
                              </w:rPr>
                              <w:t xml:space="preserve"> </w:t>
                            </w:r>
                            <w:r w:rsidR="00EC6F07">
                              <w:rPr>
                                <w:rFonts w:ascii="Aptos Light" w:hAnsi="Aptos Light" w:cs="Avenir Book"/>
                                <w:i/>
                                <w:iCs/>
                                <w:color w:val="3B3838" w:themeColor="background2" w:themeShade="40"/>
                                <w:szCs w:val="20"/>
                              </w:rPr>
                              <w:t>From the</w:t>
                            </w:r>
                            <w:r w:rsidR="00C35EB1">
                              <w:rPr>
                                <w:rFonts w:ascii="Aptos Light" w:hAnsi="Aptos Light" w:cs="Avenir Book"/>
                                <w:i/>
                                <w:iCs/>
                                <w:color w:val="3B3838" w:themeColor="background2" w:themeShade="40"/>
                                <w:szCs w:val="20"/>
                              </w:rPr>
                              <w:t xml:space="preserve"> top red triangle in the</w:t>
                            </w:r>
                            <w:r w:rsidR="00EC6F07">
                              <w:rPr>
                                <w:rFonts w:ascii="Aptos Light" w:hAnsi="Aptos Light" w:cs="Avenir Book"/>
                                <w:i/>
                                <w:iCs/>
                                <w:color w:val="3B3838" w:themeColor="background2" w:themeShade="40"/>
                                <w:szCs w:val="20"/>
                              </w:rPr>
                              <w:t xml:space="preserve"> report, select Fit Polynomial &gt; 2, quadratic.</w:t>
                            </w:r>
                            <w:r w:rsidR="00C35EB1">
                              <w:rPr>
                                <w:rFonts w:ascii="Aptos Light" w:hAnsi="Aptos Light" w:cs="Avenir Book"/>
                                <w:i/>
                                <w:iCs/>
                                <w:color w:val="3B3838" w:themeColor="background2" w:themeShade="40"/>
                                <w:szCs w:val="20"/>
                              </w:rPr>
                              <w:t xml:space="preserve"> Then again for</w:t>
                            </w:r>
                            <w:r w:rsidR="00EC6F07">
                              <w:rPr>
                                <w:rFonts w:ascii="Aptos Light" w:hAnsi="Aptos Light" w:cs="Avenir Book"/>
                                <w:i/>
                                <w:iCs/>
                                <w:color w:val="3B3838" w:themeColor="background2" w:themeShade="40"/>
                                <w:szCs w:val="20"/>
                              </w:rPr>
                              <w:t xml:space="preserve"> </w:t>
                            </w:r>
                            <w:r w:rsidR="00C35EB1">
                              <w:rPr>
                                <w:rFonts w:ascii="Aptos Light" w:hAnsi="Aptos Light" w:cs="Avenir Book"/>
                                <w:i/>
                                <w:iCs/>
                                <w:color w:val="3B3838" w:themeColor="background2" w:themeShade="40"/>
                                <w:szCs w:val="20"/>
                              </w:rPr>
                              <w:t xml:space="preserve">Fit Polynomial &gt; 3, </w:t>
                            </w:r>
                          </w:p>
                          <w:p w14:paraId="176B754A" w14:textId="4F787F79" w:rsidR="009801F6" w:rsidRPr="009801F6" w:rsidRDefault="009801F6" w:rsidP="009801F6">
                            <w:pPr>
                              <w:rPr>
                                <w:rFonts w:ascii="Aptos Light" w:hAnsi="Aptos Light" w:cs="Avenir Book"/>
                                <w:i/>
                                <w:iCs/>
                                <w:color w:val="3B3838" w:themeColor="background2" w:themeShade="40"/>
                                <w:szCs w:val="20"/>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14BDD0B" id="Text Box 34" o:spid="_x0000_s1032" type="#_x0000_t202" style="position:absolute;margin-left:31.4pt;margin-top:7.45pt;width:399.8pt;height:53.1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" filled="f" stroked="f" strokeweight=".5pt">
                <v:textbox>
                  <w:txbxContent>
                    <w:p w14:paraId="17BBE96C" w14:textId="7775FEED" w:rsidR="00C35EB1" w:rsidRPr="009801F6" w:rsidRDefault="009801F6" w:rsidP="00C35EB1">
                      <w:pPr>
                        <w:rPr>
                          <w:rFonts w:ascii="Aptos Light" w:hAnsi="Aptos Light" w:cs="Avenir Book"/>
                          <w:i/>
                          <w:iCs/>
                          <w:color w:val="3B3838" w:themeColor="background2" w:themeShade="40"/>
                          <w:szCs w:val="20"/>
                        </w:rPr>
                      </w:pPr>
                      <w:r w:rsidRPr="009801F6">
                        <w:rPr>
                          <w:rFonts w:ascii="Aptos" w:hAnsi="Aptos" w:cs="Avenir Book"/>
                          <w:i/>
                          <w:iCs/>
                          <w:color w:val="3B3838" w:themeColor="background2" w:themeShade="40"/>
                          <w:szCs w:val="20"/>
                        </w:rPr>
                        <w:t>Instructions:</w:t>
                      </w:r>
                      <w:r w:rsidRPr="009801F6">
                        <w:rPr>
                          <w:rFonts w:ascii="Aptos Light" w:hAnsi="Aptos Light" w:cs="Avenir Book"/>
                          <w:i/>
                          <w:iCs/>
                          <w:color w:val="3B3838" w:themeColor="background2" w:themeShade="40"/>
                          <w:szCs w:val="20"/>
                        </w:rPr>
                        <w:t xml:space="preserve"> Analyze &gt; Fit Y by X. Choose the variable ‘</w:t>
                      </w:r>
                      <w:r w:rsidR="00EC6F07">
                        <w:rPr>
                          <w:rFonts w:ascii="Aptos Light" w:hAnsi="Aptos Light" w:cs="Avenir Book"/>
                          <w:i/>
                          <w:iCs/>
                          <w:color w:val="3B3838" w:themeColor="background2" w:themeShade="40"/>
                          <w:szCs w:val="20"/>
                        </w:rPr>
                        <w:t>API</w:t>
                      </w:r>
                      <w:r w:rsidRPr="009801F6">
                        <w:rPr>
                          <w:rFonts w:ascii="Aptos Light" w:hAnsi="Aptos Light" w:cs="Avenir Book"/>
                          <w:i/>
                          <w:iCs/>
                          <w:color w:val="3B3838" w:themeColor="background2" w:themeShade="40"/>
                          <w:szCs w:val="20"/>
                        </w:rPr>
                        <w:t>’ for the Y</w:t>
                      </w:r>
                      <w:r w:rsidR="00EC6F07">
                        <w:rPr>
                          <w:rFonts w:ascii="Aptos Light" w:hAnsi="Aptos Light" w:cs="Avenir Book"/>
                          <w:i/>
                          <w:iCs/>
                          <w:color w:val="3B3838" w:themeColor="background2" w:themeShade="40"/>
                          <w:szCs w:val="20"/>
                        </w:rPr>
                        <w:t xml:space="preserve"> and ‘Temperature’ for X.</w:t>
                      </w:r>
                      <w:r w:rsidRPr="009801F6">
                        <w:rPr>
                          <w:rFonts w:ascii="Aptos Light" w:hAnsi="Aptos Light" w:cs="Avenir Book"/>
                          <w:i/>
                          <w:iCs/>
                          <w:color w:val="3B3838" w:themeColor="background2" w:themeShade="40"/>
                          <w:szCs w:val="20"/>
                        </w:rPr>
                        <w:t xml:space="preserve"> </w:t>
                      </w:r>
                      <w:r w:rsidR="00EC6F07">
                        <w:rPr>
                          <w:rFonts w:ascii="Aptos Light" w:hAnsi="Aptos Light" w:cs="Avenir Book"/>
                          <w:i/>
                          <w:iCs/>
                          <w:color w:val="3B3838" w:themeColor="background2" w:themeShade="40"/>
                          <w:szCs w:val="20"/>
                        </w:rPr>
                        <w:t>From the</w:t>
                      </w:r>
                      <w:r w:rsidR="00C35EB1">
                        <w:rPr>
                          <w:rFonts w:ascii="Aptos Light" w:hAnsi="Aptos Light" w:cs="Avenir Book"/>
                          <w:i/>
                          <w:iCs/>
                          <w:color w:val="3B3838" w:themeColor="background2" w:themeShade="40"/>
                          <w:szCs w:val="20"/>
                        </w:rPr>
                        <w:t xml:space="preserve"> top red triangle in the</w:t>
                      </w:r>
                      <w:r w:rsidR="00EC6F07">
                        <w:rPr>
                          <w:rFonts w:ascii="Aptos Light" w:hAnsi="Aptos Light" w:cs="Avenir Book"/>
                          <w:i/>
                          <w:iCs/>
                          <w:color w:val="3B3838" w:themeColor="background2" w:themeShade="40"/>
                          <w:szCs w:val="20"/>
                        </w:rPr>
                        <w:t xml:space="preserve"> report, select Fit Polynomial &gt; 2, quadratic.</w:t>
                      </w:r>
                      <w:r w:rsidR="00C35EB1">
                        <w:rPr>
                          <w:rFonts w:ascii="Aptos Light" w:hAnsi="Aptos Light" w:cs="Avenir Book"/>
                          <w:i/>
                          <w:iCs/>
                          <w:color w:val="3B3838" w:themeColor="background2" w:themeShade="40"/>
                          <w:szCs w:val="20"/>
                        </w:rPr>
                        <w:t xml:space="preserve"> Then again for</w:t>
                      </w:r>
                      <w:r w:rsidR="00EC6F07">
                        <w:rPr>
                          <w:rFonts w:ascii="Aptos Light" w:hAnsi="Aptos Light" w:cs="Avenir Book"/>
                          <w:i/>
                          <w:iCs/>
                          <w:color w:val="3B3838" w:themeColor="background2" w:themeShade="40"/>
                          <w:szCs w:val="20"/>
                        </w:rPr>
                        <w:t xml:space="preserve"> </w:t>
                      </w:r>
                      <w:r w:rsidR="00C35EB1">
                        <w:rPr>
                          <w:rFonts w:ascii="Aptos Light" w:hAnsi="Aptos Light" w:cs="Avenir Book"/>
                          <w:i/>
                          <w:iCs/>
                          <w:color w:val="3B3838" w:themeColor="background2" w:themeShade="40"/>
                          <w:szCs w:val="20"/>
                        </w:rPr>
                        <w:t xml:space="preserve">Fit Polynomial &gt; 3, </w:t>
                      </w:r>
                    </w:p>
                    <w:p w14:paraId="176B754A" w14:textId="4F787F79" w:rsidR="009801F6" w:rsidRPr="009801F6" w:rsidRDefault="009801F6" w:rsidP="009801F6">
                      <w:pPr>
                        <w:rPr>
                          <w:rFonts w:ascii="Aptos Light" w:hAnsi="Aptos Light" w:cs="Avenir Book"/>
                          <w:i/>
                          <w:iCs/>
                          <w:color w:val="3B3838" w:themeColor="background2" w:themeShade="40"/>
                          <w:szCs w:val="20"/>
                        </w:rPr>
                      </w:pPr>
                    </w:p>
                  </w:txbxContent>
                </v:textbox>
              </v:shape>
            </w:pict>
          </mc:Fallback>
        </mc:AlternateContent>
      </w:r>
    </w:p>
    <w:p w14:paraId="7B8810CE" w14:textId="2DD9E800" w:rsidR="00C35EB1" w:rsidRDefault="00C35EB1" w:rsidP="00C35EB1">
      <w:pPr>
        <w:pStyle w:val="Title"/>
        <w:rPr>
          <w:rFonts w:ascii="Aptos Light" w:eastAsia="MS Mincho" w:hAnsi="Aptos Light" w:cs="Avenir Book"/>
          <w:b w:val="0"/>
          <w:bCs w:val="0"/>
          <w:color w:val="262626" w:themeColor="text1" w:themeTint="D9"/>
          <w:sz w:val="20"/>
          <w:szCs w:val="20"/>
        </w:rPr>
      </w:pPr>
    </w:p>
    <w:bookmarkEnd w:id="37"/>
    <w:bookmarkEnd w:id="38"/>
    <w:p w14:paraId="44CA3416" w14:textId="1EF67AC3" w:rsidR="00C35EB1" w:rsidRPr="009801F6" w:rsidRDefault="0002085A" w:rsidP="00C35EB1">
      <w:pPr>
        <w:pStyle w:val="Title"/>
        <w:rPr>
          <w:rFonts w:ascii="Aptos Light" w:eastAsia="MS Mincho" w:hAnsi="Aptos Light" w:cs="Avenir Book"/>
          <w:b w:val="0"/>
          <w:bCs w:val="0"/>
          <w:color w:val="262626" w:themeColor="text1" w:themeTint="D9"/>
          <w:sz w:val="20"/>
          <w:szCs w:val="20"/>
        </w:rPr>
      </w:pPr>
      <w:r>
        <w:rPr>
          <w:rFonts w:ascii="Aptos Light" w:eastAsia="MS Mincho" w:hAnsi="Aptos Light" w:cs="Avenir Book"/>
          <w:b w:val="0"/>
          <w:bCs w:val="0"/>
          <w:color w:val="262626" w:themeColor="text1" w:themeTint="D9"/>
          <w:sz w:val="20"/>
          <w:szCs w:val="20"/>
        </w:rPr>
        <w:br/>
      </w:r>
      <w:bookmarkStart w:id="39" w:name="OLE_LINK58"/>
      <w:bookmarkStart w:id="40" w:name="OLE_LINK59"/>
    </w:p>
    <w:p w14:paraId="2DF9B6E8" w14:textId="09DA2347" w:rsidR="00C35EB1" w:rsidRPr="009801F6" w:rsidRDefault="00C35EB1" w:rsidP="00C35EB1">
      <w:pPr>
        <w:pStyle w:val="ListParagraph"/>
        <w:numPr>
          <w:ilvl w:val="0"/>
          <w:numId w:val="40"/>
        </w:numPr>
        <w:spacing w:after="120"/>
        <w:ind w:left="360" w:right="7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Perform model diagnostics </w:t>
      </w:r>
      <w:r w:rsidR="002A13CE">
        <w:rPr>
          <w:rFonts w:ascii="Aptos Light" w:hAnsi="Aptos Light" w:cs="Avenir Book"/>
          <w:color w:val="262626" w:themeColor="text1" w:themeTint="D9"/>
          <w:sz w:val="22"/>
          <w:szCs w:val="22"/>
        </w:rPr>
        <w:t xml:space="preserve">on your chosen model </w:t>
      </w:r>
      <w:r>
        <w:rPr>
          <w:rFonts w:ascii="Aptos Light" w:hAnsi="Aptos Light" w:cs="Avenir Book"/>
          <w:color w:val="262626" w:themeColor="text1" w:themeTint="D9"/>
          <w:sz w:val="22"/>
          <w:szCs w:val="22"/>
        </w:rPr>
        <w:t>to evaluate the assumption of constant variance and normality of the residuals.</w:t>
      </w:r>
      <w:r w:rsidR="009E15FF">
        <w:rPr>
          <w:rFonts w:ascii="Aptos Light" w:hAnsi="Aptos Light" w:cs="Avenir Book"/>
          <w:color w:val="262626" w:themeColor="text1" w:themeTint="D9"/>
          <w:sz w:val="22"/>
          <w:szCs w:val="22"/>
        </w:rPr>
        <w:t xml:space="preserve"> Are there any cause for concern about the assumptions?</w:t>
      </w:r>
    </w:p>
    <w:p w14:paraId="5FEAB6B9" w14:textId="7748CB0C" w:rsidR="00C35EB1" w:rsidRDefault="009E15FF" w:rsidP="00C35EB1">
      <w:pPr>
        <w:pStyle w:val="ListParagraph"/>
        <w:spacing w:after="120"/>
        <w:ind w:right="720"/>
        <w:rPr>
          <w:rFonts w:ascii="Avenir Book" w:hAnsi="Avenir Book" w:cs="Avenir Book"/>
          <w:color w:val="262626" w:themeColor="text1" w:themeTint="D9"/>
          <w:sz w:val="22"/>
          <w:szCs w:val="22"/>
        </w:rPr>
      </w:pPr>
      <w:r>
        <w:rPr>
          <w:noProof/>
        </w:rPr>
        <mc:AlternateContent>
          <mc:Choice Requires="wps">
            <w:drawing>
              <wp:anchor distT="0" distB="0" distL="114300" distR="114300" simplePos="0" relativeHeight="251941888" behindDoc="1" locked="0" layoutInCell="1" allowOverlap="1" wp14:anchorId="14DD8C28" wp14:editId="7CFC030B">
                <wp:simplePos x="0" y="0"/>
                <wp:positionH relativeFrom="column">
                  <wp:posOffset>460268</wp:posOffset>
                </wp:positionH>
                <wp:positionV relativeFrom="paragraph">
                  <wp:posOffset>199974</wp:posOffset>
                </wp:positionV>
                <wp:extent cx="5297170" cy="490953"/>
                <wp:effectExtent l="0" t="0" r="0" b="4445"/>
                <wp:wrapNone/>
                <wp:docPr id="925720619" name="Rounded Rectangle 33"/>
                <wp:cNvGraphicFramePr/>
                <a:graphic xmlns:a="http://schemas.openxmlformats.org/drawingml/2006/main">
                  <a:graphicData uri="http://schemas.microsoft.com/office/word/2010/wordprocessingShape">
                    <wps:wsp>
                      <wps:cNvSpPr/>
                      <wps:spPr>
                        <a:xfrm>
                          <a:off x="0" y="0"/>
                          <a:ext cx="5297170" cy="490953"/>
                        </a:xfrm>
                        <a:prstGeom prst="roundRect">
                          <a:avLst>
                            <a:gd name="adj" fmla="val 523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2766AC" id="Rounded Rectangle 33" o:spid="_x0000_s1026" style="position:absolute;margin-left:36.25pt;margin-top:15.75pt;width:417.1pt;height:38.65pt;z-index:-25137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3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" fillcolor="#f2f2f2 [3052]" stroked="f" strokeweight=".25pt">
                <v:stroke joinstyle="miter"/>
              </v:roundrect>
            </w:pict>
          </mc:Fallback>
        </mc:AlternateContent>
      </w:r>
      <w:r>
        <w:rPr>
          <w:noProof/>
        </w:rPr>
        <mc:AlternateContent>
          <mc:Choice Requires="wps">
            <w:drawing>
              <wp:anchor distT="0" distB="0" distL="114300" distR="114300" simplePos="0" relativeHeight="251942912" behindDoc="0" locked="0" layoutInCell="1" allowOverlap="1" wp14:anchorId="7ECBCA6F" wp14:editId="59132121">
                <wp:simplePos x="0" y="0"/>
                <wp:positionH relativeFrom="column">
                  <wp:posOffset>540048</wp:posOffset>
                </wp:positionH>
                <wp:positionV relativeFrom="paragraph">
                  <wp:posOffset>236795</wp:posOffset>
                </wp:positionV>
                <wp:extent cx="5077460" cy="386626"/>
                <wp:effectExtent l="0" t="0" r="0" b="0"/>
                <wp:wrapNone/>
                <wp:docPr id="1384895118" name="Text Box 34"/>
                <wp:cNvGraphicFramePr/>
                <a:graphic xmlns:a="http://schemas.openxmlformats.org/drawingml/2006/main">
                  <a:graphicData uri="http://schemas.microsoft.com/office/word/2010/wordprocessingShape">
                    <wps:wsp>
                      <wps:cNvSpPr txBox="1"/>
                      <wps:spPr>
                        <a:xfrm>
                          <a:off x="0" y="0"/>
                          <a:ext cx="5077460" cy="386626"/>
                        </a:xfrm>
                        <a:prstGeom prst="rect">
                          <a:avLst/>
                        </a:prstGeom>
                        <a:noFill/>
                        <a:ln w="6350">
                          <a:noFill/>
                        </a:ln>
                      </wps:spPr>
                      <wps:txbx>
                        <w:txbxContent>
                          <w:p w14:paraId="43DB5C0C" w14:textId="3E0FE19A" w:rsidR="00C35EB1" w:rsidRPr="009801F6" w:rsidRDefault="00C35EB1" w:rsidP="00C35EB1">
                            <w:pPr>
                              <w:rPr>
                                <w:rFonts w:ascii="Aptos Light" w:hAnsi="Aptos Light" w:cs="Avenir Book"/>
                                <w:i/>
                                <w:iCs/>
                                <w:color w:val="3B3838" w:themeColor="background2" w:themeShade="40"/>
                                <w:szCs w:val="20"/>
                              </w:rPr>
                            </w:pPr>
                            <w:r w:rsidRPr="009801F6">
                              <w:rPr>
                                <w:rFonts w:ascii="Aptos" w:hAnsi="Aptos" w:cs="Avenir Book"/>
                                <w:i/>
                                <w:iCs/>
                                <w:color w:val="3B3838" w:themeColor="background2" w:themeShade="40"/>
                                <w:szCs w:val="20"/>
                              </w:rPr>
                              <w:t>Instructions:</w:t>
                            </w:r>
                            <w:r w:rsidRPr="009801F6">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Under the red triangle next to the chosen model, select Plot Residuals.</w:t>
                            </w:r>
                            <w:r w:rsidRPr="009801F6">
                              <w:rPr>
                                <w:rFonts w:ascii="Aptos Light" w:hAnsi="Aptos Light" w:cs="Avenir Book"/>
                                <w:i/>
                                <w:iCs/>
                                <w:color w:val="3B3838" w:themeColor="background2" w:themeShade="40"/>
                                <w:szCs w:val="20"/>
                              </w:rPr>
                              <w:br/>
                            </w:r>
                          </w:p>
                          <w:p w14:paraId="51671B1D" w14:textId="36808DA4" w:rsidR="00C35EB1" w:rsidRPr="009801F6" w:rsidRDefault="00C35EB1" w:rsidP="00C35EB1">
                            <w:pPr>
                              <w:rPr>
                                <w:rFonts w:ascii="Aptos Light" w:hAnsi="Aptos Light" w:cs="Avenir Book"/>
                                <w:i/>
                                <w:iCs/>
                                <w:color w:val="3B3838" w:themeColor="background2" w:themeShade="40"/>
                                <w:szCs w:val="20"/>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ECBCA6F" id="_x0000_s1033" type="#_x0000_t202" style="position:absolute;left:0;text-align:left;margin-left:42.5pt;margin-top:18.65pt;width:399.8pt;height:30.4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" filled="f" stroked="f" strokeweight=".5pt">
                <v:textbox>
                  <w:txbxContent>
                    <w:p w14:paraId="43DB5C0C" w14:textId="3E0FE19A" w:rsidR="00C35EB1" w:rsidRPr="009801F6" w:rsidRDefault="00C35EB1" w:rsidP="00C35EB1">
                      <w:pPr>
                        <w:rPr>
                          <w:rFonts w:ascii="Aptos Light" w:hAnsi="Aptos Light" w:cs="Avenir Book"/>
                          <w:i/>
                          <w:iCs/>
                          <w:color w:val="3B3838" w:themeColor="background2" w:themeShade="40"/>
                          <w:szCs w:val="20"/>
                        </w:rPr>
                      </w:pPr>
                      <w:r w:rsidRPr="009801F6">
                        <w:rPr>
                          <w:rFonts w:ascii="Aptos" w:hAnsi="Aptos" w:cs="Avenir Book"/>
                          <w:i/>
                          <w:iCs/>
                          <w:color w:val="3B3838" w:themeColor="background2" w:themeShade="40"/>
                          <w:szCs w:val="20"/>
                        </w:rPr>
                        <w:t>Instructions:</w:t>
                      </w:r>
                      <w:r w:rsidRPr="009801F6">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Under the red triangle next to the chosen model, select Plot Residuals.</w:t>
                      </w:r>
                      <w:r w:rsidRPr="009801F6">
                        <w:rPr>
                          <w:rFonts w:ascii="Aptos Light" w:hAnsi="Aptos Light" w:cs="Avenir Book"/>
                          <w:i/>
                          <w:iCs/>
                          <w:color w:val="3B3838" w:themeColor="background2" w:themeShade="40"/>
                          <w:szCs w:val="20"/>
                        </w:rPr>
                        <w:br/>
                      </w:r>
                    </w:p>
                    <w:p w14:paraId="51671B1D" w14:textId="36808DA4" w:rsidR="00C35EB1" w:rsidRPr="009801F6" w:rsidRDefault="00C35EB1" w:rsidP="00C35EB1">
                      <w:pPr>
                        <w:rPr>
                          <w:rFonts w:ascii="Aptos Light" w:hAnsi="Aptos Light" w:cs="Avenir Book"/>
                          <w:i/>
                          <w:iCs/>
                          <w:color w:val="3B3838" w:themeColor="background2" w:themeShade="40"/>
                          <w:szCs w:val="20"/>
                        </w:rPr>
                      </w:pPr>
                    </w:p>
                  </w:txbxContent>
                </v:textbox>
              </v:shape>
            </w:pict>
          </mc:Fallback>
        </mc:AlternateContent>
      </w:r>
    </w:p>
    <w:p w14:paraId="4A70CC3F" w14:textId="08D70BBF" w:rsidR="00C35EB1" w:rsidRDefault="00C35EB1" w:rsidP="00C35EB1">
      <w:pPr>
        <w:pStyle w:val="Title"/>
        <w:rPr>
          <w:rFonts w:ascii="Avenir Book" w:eastAsia="MS Mincho" w:hAnsi="Avenir Book" w:cs="Avenir Book"/>
          <w:b w:val="0"/>
          <w:bCs w:val="0"/>
          <w:color w:val="262626" w:themeColor="text1" w:themeTint="D9"/>
          <w:sz w:val="22"/>
          <w:szCs w:val="22"/>
        </w:rPr>
      </w:pPr>
    </w:p>
    <w:p w14:paraId="7B5D8742" w14:textId="5CAA5968" w:rsidR="009E15FF" w:rsidRPr="009801F6" w:rsidRDefault="009E15FF" w:rsidP="009E15FF">
      <w:pPr>
        <w:pStyle w:val="Title"/>
        <w:rPr>
          <w:rFonts w:ascii="Aptos Light" w:eastAsia="MS Mincho" w:hAnsi="Aptos Light" w:cs="Avenir Book"/>
          <w:b w:val="0"/>
          <w:bCs w:val="0"/>
          <w:color w:val="262626" w:themeColor="text1" w:themeTint="D9"/>
          <w:sz w:val="20"/>
          <w:szCs w:val="20"/>
        </w:rPr>
      </w:pPr>
    </w:p>
    <w:p w14:paraId="4E1AE883" w14:textId="7C75858B" w:rsidR="009E15FF" w:rsidRPr="009801F6" w:rsidRDefault="00BA304D" w:rsidP="009E15FF">
      <w:pPr>
        <w:pStyle w:val="ListParagraph"/>
        <w:numPr>
          <w:ilvl w:val="0"/>
          <w:numId w:val="40"/>
        </w:numPr>
        <w:spacing w:after="120"/>
        <w:ind w:left="360" w:right="720"/>
        <w:rPr>
          <w:rFonts w:ascii="Aptos Light" w:hAnsi="Aptos Light" w:cs="Avenir Book"/>
          <w:color w:val="262626" w:themeColor="text1" w:themeTint="D9"/>
          <w:sz w:val="22"/>
          <w:szCs w:val="22"/>
        </w:rPr>
      </w:pPr>
      <w:r>
        <w:rPr>
          <w:noProof/>
        </w:rPr>
        <mc:AlternateContent>
          <mc:Choice Requires="wps">
            <w:drawing>
              <wp:anchor distT="0" distB="0" distL="114300" distR="114300" simplePos="0" relativeHeight="251944960" behindDoc="1" locked="0" layoutInCell="1" allowOverlap="1" wp14:anchorId="2A9A1376" wp14:editId="623D4AF7">
                <wp:simplePos x="0" y="0"/>
                <wp:positionH relativeFrom="column">
                  <wp:posOffset>319119</wp:posOffset>
                </wp:positionH>
                <wp:positionV relativeFrom="paragraph">
                  <wp:posOffset>583002</wp:posOffset>
                </wp:positionV>
                <wp:extent cx="5297170" cy="625475"/>
                <wp:effectExtent l="0" t="0" r="0" b="0"/>
                <wp:wrapNone/>
                <wp:docPr id="393372695" name="Rounded Rectangle 33"/>
                <wp:cNvGraphicFramePr/>
                <a:graphic xmlns:a="http://schemas.openxmlformats.org/drawingml/2006/main">
                  <a:graphicData uri="http://schemas.microsoft.com/office/word/2010/wordprocessingShape">
                    <wps:wsp>
                      <wps:cNvSpPr/>
                      <wps:spPr>
                        <a:xfrm>
                          <a:off x="0" y="0"/>
                          <a:ext cx="5297170" cy="625475"/>
                        </a:xfrm>
                        <a:prstGeom prst="roundRect">
                          <a:avLst>
                            <a:gd name="adj" fmla="val 523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1B7412" id="Rounded Rectangle 33" o:spid="_x0000_s1026" style="position:absolute;margin-left:25.15pt;margin-top:45.9pt;width:417.1pt;height:49.25pt;z-index:-25137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3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" fillcolor="#f2f2f2 [3052]" stroked="f" strokeweight=".25pt">
                <v:stroke joinstyle="miter"/>
              </v:roundrect>
            </w:pict>
          </mc:Fallback>
        </mc:AlternateContent>
      </w:r>
      <w:r>
        <w:rPr>
          <w:noProof/>
        </w:rPr>
        <mc:AlternateContent>
          <mc:Choice Requires="wps">
            <w:drawing>
              <wp:anchor distT="0" distB="0" distL="114300" distR="114300" simplePos="0" relativeHeight="251947008" behindDoc="0" locked="0" layoutInCell="1" allowOverlap="1" wp14:anchorId="30A9F0ED" wp14:editId="4014C36E">
                <wp:simplePos x="0" y="0"/>
                <wp:positionH relativeFrom="column">
                  <wp:posOffset>540048</wp:posOffset>
                </wp:positionH>
                <wp:positionV relativeFrom="paragraph">
                  <wp:posOffset>583002</wp:posOffset>
                </wp:positionV>
                <wp:extent cx="5077460" cy="625966"/>
                <wp:effectExtent l="0" t="0" r="0" b="0"/>
                <wp:wrapNone/>
                <wp:docPr id="886770972" name="Text Box 34"/>
                <wp:cNvGraphicFramePr/>
                <a:graphic xmlns:a="http://schemas.openxmlformats.org/drawingml/2006/main">
                  <a:graphicData uri="http://schemas.microsoft.com/office/word/2010/wordprocessingShape">
                    <wps:wsp>
                      <wps:cNvSpPr txBox="1"/>
                      <wps:spPr>
                        <a:xfrm>
                          <a:off x="0" y="0"/>
                          <a:ext cx="5077460" cy="625966"/>
                        </a:xfrm>
                        <a:prstGeom prst="rect">
                          <a:avLst/>
                        </a:prstGeom>
                        <a:noFill/>
                        <a:ln w="6350">
                          <a:noFill/>
                        </a:ln>
                      </wps:spPr>
                      <wps:txbx>
                        <w:txbxContent>
                          <w:p w14:paraId="61649781" w14:textId="4E17E775" w:rsidR="009E15FF" w:rsidRPr="009801F6" w:rsidRDefault="009E15FF" w:rsidP="009E15FF">
                            <w:pPr>
                              <w:rPr>
                                <w:rFonts w:ascii="Aptos Light" w:hAnsi="Aptos Light" w:cs="Avenir Book"/>
                                <w:i/>
                                <w:iCs/>
                                <w:color w:val="3B3838" w:themeColor="background2" w:themeShade="40"/>
                                <w:szCs w:val="20"/>
                              </w:rPr>
                            </w:pPr>
                            <w:r w:rsidRPr="009801F6">
                              <w:rPr>
                                <w:rFonts w:ascii="Aptos" w:hAnsi="Aptos" w:cs="Avenir Book"/>
                                <w:i/>
                                <w:iCs/>
                                <w:color w:val="3B3838" w:themeColor="background2" w:themeShade="40"/>
                                <w:szCs w:val="20"/>
                              </w:rPr>
                              <w:t>Instructions:</w:t>
                            </w:r>
                            <w:r w:rsidRPr="009801F6">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Under the red triangle next to the chosen model, select </w:t>
                            </w:r>
                            <w:r w:rsidR="00BA304D">
                              <w:rPr>
                                <w:rFonts w:ascii="Aptos Light" w:hAnsi="Aptos Light" w:cs="Avenir Book"/>
                                <w:i/>
                                <w:iCs/>
                                <w:color w:val="3B3838" w:themeColor="background2" w:themeShade="40"/>
                                <w:szCs w:val="20"/>
                              </w:rPr>
                              <w:t>Profiler</w:t>
                            </w:r>
                            <w:r>
                              <w:rPr>
                                <w:rFonts w:ascii="Aptos Light" w:hAnsi="Aptos Light" w:cs="Avenir Book"/>
                                <w:i/>
                                <w:iCs/>
                                <w:color w:val="3B3838" w:themeColor="background2" w:themeShade="40"/>
                                <w:szCs w:val="20"/>
                              </w:rPr>
                              <w:t>.</w:t>
                            </w:r>
                            <w:r w:rsidR="00BA304D">
                              <w:rPr>
                                <w:rFonts w:ascii="Aptos Light" w:hAnsi="Aptos Light" w:cs="Avenir Book"/>
                                <w:i/>
                                <w:iCs/>
                                <w:color w:val="3B3838" w:themeColor="background2" w:themeShade="40"/>
                                <w:szCs w:val="20"/>
                              </w:rPr>
                              <w:t xml:space="preserve"> From the</w:t>
                            </w:r>
                            <w:r w:rsidR="00BA304D">
                              <w:rPr>
                                <w:rFonts w:ascii="Aptos Light" w:hAnsi="Aptos Light" w:cs="Avenir Book"/>
                                <w:i/>
                                <w:iCs/>
                                <w:color w:val="3B3838" w:themeColor="background2" w:themeShade="40"/>
                                <w:szCs w:val="20"/>
                              </w:rPr>
                              <w:br/>
                              <w:t xml:space="preserve">Profiler red triangle, add the Prediction Interval. </w:t>
                            </w:r>
                            <w:r w:rsidRPr="009801F6">
                              <w:rPr>
                                <w:rFonts w:ascii="Aptos Light" w:hAnsi="Aptos Light" w:cs="Avenir Book"/>
                                <w:i/>
                                <w:iCs/>
                                <w:color w:val="3B3838" w:themeColor="background2" w:themeShade="40"/>
                                <w:szCs w:val="20"/>
                              </w:rPr>
                              <w:br/>
                            </w:r>
                          </w:p>
                          <w:p w14:paraId="6B1510BE" w14:textId="77777777" w:rsidR="009E15FF" w:rsidRPr="009801F6" w:rsidRDefault="009E15FF" w:rsidP="009E15FF">
                            <w:pPr>
                              <w:rPr>
                                <w:rFonts w:ascii="Aptos Light" w:hAnsi="Aptos Light" w:cs="Avenir Book"/>
                                <w:i/>
                                <w:iCs/>
                                <w:color w:val="3B3838" w:themeColor="background2" w:themeShade="40"/>
                                <w:szCs w:val="20"/>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0A9F0ED" id="_x0000_s1034" type="#_x0000_t202" style="position:absolute;left:0;text-align:left;margin-left:42.5pt;margin-top:45.9pt;width:399.8pt;height:49.3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" filled="f" stroked="f" strokeweight=".5pt">
                <v:textbox>
                  <w:txbxContent>
                    <w:p w14:paraId="61649781" w14:textId="4E17E775" w:rsidR="009E15FF" w:rsidRPr="009801F6" w:rsidRDefault="009E15FF" w:rsidP="009E15FF">
                      <w:pPr>
                        <w:rPr>
                          <w:rFonts w:ascii="Aptos Light" w:hAnsi="Aptos Light" w:cs="Avenir Book"/>
                          <w:i/>
                          <w:iCs/>
                          <w:color w:val="3B3838" w:themeColor="background2" w:themeShade="40"/>
                          <w:szCs w:val="20"/>
                        </w:rPr>
                      </w:pPr>
                      <w:r w:rsidRPr="009801F6">
                        <w:rPr>
                          <w:rFonts w:ascii="Aptos" w:hAnsi="Aptos" w:cs="Avenir Book"/>
                          <w:i/>
                          <w:iCs/>
                          <w:color w:val="3B3838" w:themeColor="background2" w:themeShade="40"/>
                          <w:szCs w:val="20"/>
                        </w:rPr>
                        <w:t>Instructions:</w:t>
                      </w:r>
                      <w:r w:rsidRPr="009801F6">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Under the red triangle next to the chosen model, select </w:t>
                      </w:r>
                      <w:r w:rsidR="00BA304D">
                        <w:rPr>
                          <w:rFonts w:ascii="Aptos Light" w:hAnsi="Aptos Light" w:cs="Avenir Book"/>
                          <w:i/>
                          <w:iCs/>
                          <w:color w:val="3B3838" w:themeColor="background2" w:themeShade="40"/>
                          <w:szCs w:val="20"/>
                        </w:rPr>
                        <w:t>Profiler</w:t>
                      </w:r>
                      <w:r>
                        <w:rPr>
                          <w:rFonts w:ascii="Aptos Light" w:hAnsi="Aptos Light" w:cs="Avenir Book"/>
                          <w:i/>
                          <w:iCs/>
                          <w:color w:val="3B3838" w:themeColor="background2" w:themeShade="40"/>
                          <w:szCs w:val="20"/>
                        </w:rPr>
                        <w:t>.</w:t>
                      </w:r>
                      <w:r w:rsidR="00BA304D">
                        <w:rPr>
                          <w:rFonts w:ascii="Aptos Light" w:hAnsi="Aptos Light" w:cs="Avenir Book"/>
                          <w:i/>
                          <w:iCs/>
                          <w:color w:val="3B3838" w:themeColor="background2" w:themeShade="40"/>
                          <w:szCs w:val="20"/>
                        </w:rPr>
                        <w:t xml:space="preserve"> From the</w:t>
                      </w:r>
                      <w:r w:rsidR="00BA304D">
                        <w:rPr>
                          <w:rFonts w:ascii="Aptos Light" w:hAnsi="Aptos Light" w:cs="Avenir Book"/>
                          <w:i/>
                          <w:iCs/>
                          <w:color w:val="3B3838" w:themeColor="background2" w:themeShade="40"/>
                          <w:szCs w:val="20"/>
                        </w:rPr>
                        <w:br/>
                        <w:t xml:space="preserve">Profiler red triangle, add the Prediction Interval. </w:t>
                      </w:r>
                      <w:r w:rsidRPr="009801F6">
                        <w:rPr>
                          <w:rFonts w:ascii="Aptos Light" w:hAnsi="Aptos Light" w:cs="Avenir Book"/>
                          <w:i/>
                          <w:iCs/>
                          <w:color w:val="3B3838" w:themeColor="background2" w:themeShade="40"/>
                          <w:szCs w:val="20"/>
                        </w:rPr>
                        <w:br/>
                      </w:r>
                    </w:p>
                    <w:p w14:paraId="6B1510BE" w14:textId="77777777" w:rsidR="009E15FF" w:rsidRPr="009801F6" w:rsidRDefault="009E15FF" w:rsidP="009E15FF">
                      <w:pPr>
                        <w:rPr>
                          <w:rFonts w:ascii="Aptos Light" w:hAnsi="Aptos Light" w:cs="Avenir Book"/>
                          <w:i/>
                          <w:iCs/>
                          <w:color w:val="3B3838" w:themeColor="background2" w:themeShade="40"/>
                          <w:szCs w:val="20"/>
                        </w:rPr>
                      </w:pPr>
                    </w:p>
                  </w:txbxContent>
                </v:textbox>
              </v:shape>
            </w:pict>
          </mc:Fallback>
        </mc:AlternateContent>
      </w:r>
      <w:r w:rsidR="002A13CE">
        <w:rPr>
          <w:rFonts w:ascii="Aptos Light" w:hAnsi="Aptos Light" w:cs="Avenir Book"/>
          <w:color w:val="262626" w:themeColor="text1" w:themeTint="D9"/>
          <w:sz w:val="22"/>
          <w:szCs w:val="22"/>
        </w:rPr>
        <w:t>Is there a</w:t>
      </w:r>
      <w:r w:rsidR="009E15FF">
        <w:rPr>
          <w:rFonts w:ascii="Aptos Light" w:hAnsi="Aptos Light" w:cs="Avenir Book"/>
          <w:color w:val="262626" w:themeColor="text1" w:themeTint="D9"/>
          <w:sz w:val="22"/>
          <w:szCs w:val="22"/>
        </w:rPr>
        <w:t xml:space="preserve"> temperature setting </w:t>
      </w:r>
      <w:r w:rsidR="002A13CE">
        <w:rPr>
          <w:rFonts w:ascii="Aptos Light" w:hAnsi="Aptos Light" w:cs="Avenir Book"/>
          <w:color w:val="262626" w:themeColor="text1" w:themeTint="D9"/>
          <w:sz w:val="22"/>
          <w:szCs w:val="22"/>
        </w:rPr>
        <w:t>that achieves the API</w:t>
      </w:r>
      <w:r w:rsidR="009E15FF">
        <w:rPr>
          <w:rFonts w:ascii="Aptos Light" w:hAnsi="Aptos Light" w:cs="Avenir Book"/>
          <w:color w:val="262626" w:themeColor="text1" w:themeTint="D9"/>
          <w:sz w:val="22"/>
          <w:szCs w:val="22"/>
        </w:rPr>
        <w:t xml:space="preserve"> target of 350 mg/mL</w:t>
      </w:r>
      <w:r w:rsidR="002A13CE">
        <w:rPr>
          <w:rFonts w:ascii="Aptos Light" w:hAnsi="Aptos Light" w:cs="Avenir Book"/>
          <w:color w:val="262626" w:themeColor="text1" w:themeTint="D9"/>
          <w:sz w:val="22"/>
          <w:szCs w:val="22"/>
        </w:rPr>
        <w:t xml:space="preserve">? If not, what temperature </w:t>
      </w:r>
      <w:r>
        <w:rPr>
          <w:rFonts w:ascii="Aptos Light" w:hAnsi="Aptos Light" w:cs="Avenir Book"/>
          <w:color w:val="262626" w:themeColor="text1" w:themeTint="D9"/>
          <w:sz w:val="22"/>
          <w:szCs w:val="22"/>
        </w:rPr>
        <w:t>achieves the</w:t>
      </w:r>
      <w:r w:rsidR="002A13CE">
        <w:rPr>
          <w:rFonts w:ascii="Aptos Light" w:hAnsi="Aptos Light" w:cs="Avenir Book"/>
          <w:color w:val="262626" w:themeColor="text1" w:themeTint="D9"/>
          <w:sz w:val="22"/>
          <w:szCs w:val="22"/>
        </w:rPr>
        <w:t xml:space="preserve"> closest</w:t>
      </w:r>
      <w:r>
        <w:rPr>
          <w:rFonts w:ascii="Aptos Light" w:hAnsi="Aptos Light" w:cs="Avenir Book"/>
          <w:color w:val="262626" w:themeColor="text1" w:themeTint="D9"/>
          <w:sz w:val="22"/>
          <w:szCs w:val="22"/>
        </w:rPr>
        <w:t>? Interpret both the Confidence Interval and Prediction Interval at this temperature?</w:t>
      </w:r>
      <w:r w:rsidR="009E15FF">
        <w:rPr>
          <w:rFonts w:ascii="Aptos Light" w:hAnsi="Aptos Light" w:cs="Avenir Book"/>
          <w:color w:val="262626" w:themeColor="text1" w:themeTint="D9"/>
          <w:sz w:val="22"/>
          <w:szCs w:val="22"/>
        </w:rPr>
        <w:br/>
      </w:r>
    </w:p>
    <w:bookmarkEnd w:id="39"/>
    <w:bookmarkEnd w:id="40"/>
    <w:p w14:paraId="7956CBD1" w14:textId="33A2E29C" w:rsidR="009E15FF" w:rsidRDefault="009E15FF" w:rsidP="009E15FF">
      <w:pPr>
        <w:pStyle w:val="Title"/>
        <w:rPr>
          <w:rFonts w:ascii="Avenir Book" w:eastAsia="MS Mincho" w:hAnsi="Avenir Book" w:cs="Avenir Book"/>
          <w:b w:val="0"/>
          <w:bCs w:val="0"/>
          <w:color w:val="262626" w:themeColor="text1" w:themeTint="D9"/>
          <w:sz w:val="22"/>
          <w:szCs w:val="22"/>
        </w:rPr>
      </w:pPr>
    </w:p>
    <w:p w14:paraId="11D61627" w14:textId="77777777" w:rsidR="009E15FF" w:rsidRDefault="009E15FF" w:rsidP="009E15FF">
      <w:pPr>
        <w:pStyle w:val="Title"/>
        <w:rPr>
          <w:rFonts w:ascii="Aptos Light" w:eastAsia="MS Mincho" w:hAnsi="Aptos Light" w:cs="Avenir Book"/>
          <w:b w:val="0"/>
          <w:bCs w:val="0"/>
          <w:color w:val="262626" w:themeColor="text1" w:themeTint="D9"/>
          <w:sz w:val="20"/>
          <w:szCs w:val="20"/>
        </w:rPr>
      </w:pPr>
    </w:p>
    <w:p w14:paraId="5D1C87FE" w14:textId="77777777" w:rsidR="009E15FF" w:rsidRDefault="009E15FF" w:rsidP="009E15FF">
      <w:pPr>
        <w:pStyle w:val="Title"/>
        <w:rPr>
          <w:rFonts w:ascii="Aptos Light" w:eastAsia="MS Mincho" w:hAnsi="Aptos Light" w:cs="Avenir Book"/>
          <w:b w:val="0"/>
          <w:bCs w:val="0"/>
          <w:color w:val="262626" w:themeColor="text1" w:themeTint="D9"/>
          <w:sz w:val="20"/>
          <w:szCs w:val="20"/>
        </w:rPr>
      </w:pPr>
    </w:p>
    <w:bookmarkEnd w:id="22"/>
    <w:bookmarkEnd w:id="23"/>
    <w:bookmarkEnd w:id="24"/>
    <w:bookmarkEnd w:id="25"/>
    <w:bookmarkEnd w:id="26"/>
    <w:bookmarkEnd w:id="29"/>
    <w:bookmarkEnd w:id="30"/>
    <w:p w14:paraId="7021E030" w14:textId="77777777" w:rsidR="00596DE5" w:rsidRPr="00596DE5" w:rsidRDefault="00596DE5" w:rsidP="00596DE5">
      <w:pPr>
        <w:spacing w:after="120"/>
        <w:ind w:right="720"/>
        <w:rPr>
          <w:rFonts w:ascii="Aptos Light" w:hAnsi="Aptos Light" w:cs="Avenir Book"/>
          <w:color w:val="262626" w:themeColor="text1" w:themeTint="D9"/>
          <w:sz w:val="22"/>
          <w:szCs w:val="22"/>
        </w:rPr>
      </w:pPr>
    </w:p>
    <w:p w14:paraId="2EAB6F49" w14:textId="6BF61404" w:rsidR="00A5538C" w:rsidRPr="009801F6" w:rsidRDefault="00A5538C" w:rsidP="00A5538C">
      <w:pPr>
        <w:pStyle w:val="ListParagraph"/>
        <w:numPr>
          <w:ilvl w:val="0"/>
          <w:numId w:val="40"/>
        </w:numPr>
        <w:spacing w:after="120"/>
        <w:ind w:left="360" w:right="7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Augment the scatterplot created in Exercises 1-5 by </w:t>
      </w:r>
      <w:r w:rsidR="00ED4F18">
        <w:rPr>
          <w:rFonts w:ascii="Aptos Light" w:hAnsi="Aptos Light" w:cs="Avenir Book"/>
          <w:color w:val="262626" w:themeColor="text1" w:themeTint="D9"/>
          <w:sz w:val="22"/>
          <w:szCs w:val="22"/>
        </w:rPr>
        <w:t xml:space="preserve">indicating </w:t>
      </w:r>
      <w:r>
        <w:rPr>
          <w:rFonts w:ascii="Aptos Light" w:hAnsi="Aptos Light" w:cs="Avenir Book"/>
          <w:color w:val="262626" w:themeColor="text1" w:themeTint="D9"/>
          <w:sz w:val="22"/>
          <w:szCs w:val="22"/>
        </w:rPr>
        <w:t xml:space="preserve">the day </w:t>
      </w:r>
      <w:r w:rsidR="00ED4F18">
        <w:rPr>
          <w:rFonts w:ascii="Aptos Light" w:hAnsi="Aptos Light" w:cs="Avenir Book"/>
          <w:color w:val="262626" w:themeColor="text1" w:themeTint="D9"/>
          <w:sz w:val="22"/>
          <w:szCs w:val="22"/>
        </w:rPr>
        <w:t xml:space="preserve">each of </w:t>
      </w:r>
      <w:r>
        <w:rPr>
          <w:rFonts w:ascii="Aptos Light" w:hAnsi="Aptos Light" w:cs="Avenir Book"/>
          <w:color w:val="262626" w:themeColor="text1" w:themeTint="D9"/>
          <w:sz w:val="22"/>
          <w:szCs w:val="22"/>
        </w:rPr>
        <w:t xml:space="preserve">the experimental runs were performed? Is there </w:t>
      </w:r>
      <w:r w:rsidR="00904DF3">
        <w:rPr>
          <w:rFonts w:ascii="Aptos Light" w:hAnsi="Aptos Light" w:cs="Avenir Book"/>
          <w:color w:val="262626" w:themeColor="text1" w:themeTint="D9"/>
          <w:sz w:val="22"/>
          <w:szCs w:val="22"/>
        </w:rPr>
        <w:t>anything revealed</w:t>
      </w:r>
      <w:r>
        <w:rPr>
          <w:rFonts w:ascii="Aptos Light" w:hAnsi="Aptos Light" w:cs="Avenir Book"/>
          <w:color w:val="262626" w:themeColor="text1" w:themeTint="D9"/>
          <w:sz w:val="22"/>
          <w:szCs w:val="22"/>
        </w:rPr>
        <w:t xml:space="preserve"> causing concern </w:t>
      </w:r>
      <w:r w:rsidR="00904DF3">
        <w:rPr>
          <w:rFonts w:ascii="Aptos Light" w:hAnsi="Aptos Light" w:cs="Avenir Book"/>
          <w:color w:val="262626" w:themeColor="text1" w:themeTint="D9"/>
          <w:sz w:val="22"/>
          <w:szCs w:val="22"/>
        </w:rPr>
        <w:t>about this experiment</w:t>
      </w:r>
      <w:r w:rsidR="00A37A73">
        <w:rPr>
          <w:rFonts w:ascii="Aptos Light" w:hAnsi="Aptos Light" w:cs="Avenir Book"/>
          <w:color w:val="262626" w:themeColor="text1" w:themeTint="D9"/>
          <w:sz w:val="22"/>
          <w:szCs w:val="22"/>
        </w:rPr>
        <w:t xml:space="preserve"> and thus the model you’ve chosen to describe the relationship between ‘Temperature’ and ‘API’?</w:t>
      </w:r>
    </w:p>
    <w:p w14:paraId="01D90F6D" w14:textId="77777777" w:rsidR="00A5538C" w:rsidRDefault="00A5538C" w:rsidP="00A5538C">
      <w:pPr>
        <w:pStyle w:val="ListParagraph"/>
        <w:spacing w:after="120"/>
        <w:ind w:right="720"/>
        <w:rPr>
          <w:rFonts w:ascii="Avenir Book" w:hAnsi="Avenir Book" w:cs="Avenir Book"/>
          <w:color w:val="262626" w:themeColor="text1" w:themeTint="D9"/>
          <w:sz w:val="22"/>
          <w:szCs w:val="22"/>
        </w:rPr>
      </w:pPr>
      <w:r>
        <w:rPr>
          <w:noProof/>
        </w:rPr>
        <mc:AlternateContent>
          <mc:Choice Requires="wps">
            <w:drawing>
              <wp:anchor distT="0" distB="0" distL="114300" distR="114300" simplePos="0" relativeHeight="251952128" behindDoc="1" locked="0" layoutInCell="1" allowOverlap="1" wp14:anchorId="297B4879" wp14:editId="79981302">
                <wp:simplePos x="0" y="0"/>
                <wp:positionH relativeFrom="column">
                  <wp:posOffset>460268</wp:posOffset>
                </wp:positionH>
                <wp:positionV relativeFrom="paragraph">
                  <wp:posOffset>199974</wp:posOffset>
                </wp:positionV>
                <wp:extent cx="5297170" cy="490953"/>
                <wp:effectExtent l="0" t="0" r="0" b="4445"/>
                <wp:wrapNone/>
                <wp:docPr id="1705580254" name="Rounded Rectangle 33"/>
                <wp:cNvGraphicFramePr/>
                <a:graphic xmlns:a="http://schemas.openxmlformats.org/drawingml/2006/main">
                  <a:graphicData uri="http://schemas.microsoft.com/office/word/2010/wordprocessingShape">
                    <wps:wsp>
                      <wps:cNvSpPr/>
                      <wps:spPr>
                        <a:xfrm>
                          <a:off x="0" y="0"/>
                          <a:ext cx="5297170" cy="490953"/>
                        </a:xfrm>
                        <a:prstGeom prst="roundRect">
                          <a:avLst>
                            <a:gd name="adj" fmla="val 523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A46134" id="Rounded Rectangle 33" o:spid="_x0000_s1026" style="position:absolute;margin-left:36.25pt;margin-top:15.75pt;width:417.1pt;height:38.65pt;z-index:-25136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3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" fillcolor="#f2f2f2 [3052]" stroked="f" strokeweight=".25pt">
                <v:stroke joinstyle="miter"/>
              </v:roundrect>
            </w:pict>
          </mc:Fallback>
        </mc:AlternateContent>
      </w:r>
      <w:r>
        <w:rPr>
          <w:noProof/>
        </w:rPr>
        <mc:AlternateContent>
          <mc:Choice Requires="wps">
            <w:drawing>
              <wp:anchor distT="0" distB="0" distL="114300" distR="114300" simplePos="0" relativeHeight="251953152" behindDoc="0" locked="0" layoutInCell="1" allowOverlap="1" wp14:anchorId="5A1E37C0" wp14:editId="544D9C89">
                <wp:simplePos x="0" y="0"/>
                <wp:positionH relativeFrom="column">
                  <wp:posOffset>540048</wp:posOffset>
                </wp:positionH>
                <wp:positionV relativeFrom="paragraph">
                  <wp:posOffset>236795</wp:posOffset>
                </wp:positionV>
                <wp:extent cx="5077460" cy="386626"/>
                <wp:effectExtent l="0" t="0" r="0" b="0"/>
                <wp:wrapNone/>
                <wp:docPr id="646640055" name="Text Box 34"/>
                <wp:cNvGraphicFramePr/>
                <a:graphic xmlns:a="http://schemas.openxmlformats.org/drawingml/2006/main">
                  <a:graphicData uri="http://schemas.microsoft.com/office/word/2010/wordprocessingShape">
                    <wps:wsp>
                      <wps:cNvSpPr txBox="1"/>
                      <wps:spPr>
                        <a:xfrm>
                          <a:off x="0" y="0"/>
                          <a:ext cx="5077460" cy="386626"/>
                        </a:xfrm>
                        <a:prstGeom prst="rect">
                          <a:avLst/>
                        </a:prstGeom>
                        <a:noFill/>
                        <a:ln w="6350">
                          <a:noFill/>
                        </a:ln>
                      </wps:spPr>
                      <wps:txbx>
                        <w:txbxContent>
                          <w:p w14:paraId="7BB7F4FB" w14:textId="4F2B2588" w:rsidR="00A5538C" w:rsidRPr="009801F6" w:rsidRDefault="00A5538C" w:rsidP="00A5538C">
                            <w:pPr>
                              <w:rPr>
                                <w:rFonts w:ascii="Aptos Light" w:hAnsi="Aptos Light" w:cs="Avenir Book"/>
                                <w:i/>
                                <w:iCs/>
                                <w:color w:val="3B3838" w:themeColor="background2" w:themeShade="40"/>
                                <w:szCs w:val="20"/>
                              </w:rPr>
                            </w:pPr>
                            <w:r w:rsidRPr="009801F6">
                              <w:rPr>
                                <w:rFonts w:ascii="Aptos" w:hAnsi="Aptos" w:cs="Avenir Book"/>
                                <w:i/>
                                <w:iCs/>
                                <w:color w:val="3B3838" w:themeColor="background2" w:themeShade="40"/>
                                <w:szCs w:val="20"/>
                              </w:rPr>
                              <w:t>Instructions:</w:t>
                            </w:r>
                            <w:r w:rsidRPr="009801F6">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Return to the </w:t>
                            </w:r>
                            <w:proofErr w:type="gramStart"/>
                            <w:r>
                              <w:rPr>
                                <w:rFonts w:ascii="Aptos Light" w:hAnsi="Aptos Light" w:cs="Avenir Book"/>
                                <w:i/>
                                <w:iCs/>
                                <w:color w:val="3B3838" w:themeColor="background2" w:themeShade="40"/>
                                <w:szCs w:val="20"/>
                              </w:rPr>
                              <w:t>Scatterplot, and</w:t>
                            </w:r>
                            <w:proofErr w:type="gramEnd"/>
                            <w:r>
                              <w:rPr>
                                <w:rFonts w:ascii="Aptos Light" w:hAnsi="Aptos Light" w:cs="Avenir Book"/>
                                <w:i/>
                                <w:iCs/>
                                <w:color w:val="3B3838" w:themeColor="background2" w:themeShade="40"/>
                                <w:szCs w:val="20"/>
                              </w:rPr>
                              <w:t xml:space="preserve"> place the ‘Day’ variable in the color role.</w:t>
                            </w:r>
                            <w:r w:rsidRPr="009801F6">
                              <w:rPr>
                                <w:rFonts w:ascii="Aptos Light" w:hAnsi="Aptos Light" w:cs="Avenir Book"/>
                                <w:i/>
                                <w:iCs/>
                                <w:color w:val="3B3838" w:themeColor="background2" w:themeShade="40"/>
                                <w:szCs w:val="20"/>
                              </w:rPr>
                              <w:br/>
                            </w:r>
                          </w:p>
                          <w:p w14:paraId="5B3E310D" w14:textId="77777777" w:rsidR="00A5538C" w:rsidRPr="009801F6" w:rsidRDefault="00A5538C" w:rsidP="00A5538C">
                            <w:pPr>
                              <w:rPr>
                                <w:rFonts w:ascii="Aptos Light" w:hAnsi="Aptos Light" w:cs="Avenir Book"/>
                                <w:i/>
                                <w:iCs/>
                                <w:color w:val="3B3838" w:themeColor="background2" w:themeShade="40"/>
                                <w:szCs w:val="20"/>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A1E37C0" id="_x0000_s1035" type="#_x0000_t202" style="position:absolute;left:0;text-align:left;margin-left:42.5pt;margin-top:18.65pt;width:399.8pt;height:30.4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" filled="f" stroked="f" strokeweight=".5pt">
                <v:textbox>
                  <w:txbxContent>
                    <w:p w14:paraId="7BB7F4FB" w14:textId="4F2B2588" w:rsidR="00A5538C" w:rsidRPr="009801F6" w:rsidRDefault="00A5538C" w:rsidP="00A5538C">
                      <w:pPr>
                        <w:rPr>
                          <w:rFonts w:ascii="Aptos Light" w:hAnsi="Aptos Light" w:cs="Avenir Book"/>
                          <w:i/>
                          <w:iCs/>
                          <w:color w:val="3B3838" w:themeColor="background2" w:themeShade="40"/>
                          <w:szCs w:val="20"/>
                        </w:rPr>
                      </w:pPr>
                      <w:r w:rsidRPr="009801F6">
                        <w:rPr>
                          <w:rFonts w:ascii="Aptos" w:hAnsi="Aptos" w:cs="Avenir Book"/>
                          <w:i/>
                          <w:iCs/>
                          <w:color w:val="3B3838" w:themeColor="background2" w:themeShade="40"/>
                          <w:szCs w:val="20"/>
                        </w:rPr>
                        <w:t>Instructions:</w:t>
                      </w:r>
                      <w:r w:rsidRPr="009801F6">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Return to the </w:t>
                      </w:r>
                      <w:proofErr w:type="gramStart"/>
                      <w:r>
                        <w:rPr>
                          <w:rFonts w:ascii="Aptos Light" w:hAnsi="Aptos Light" w:cs="Avenir Book"/>
                          <w:i/>
                          <w:iCs/>
                          <w:color w:val="3B3838" w:themeColor="background2" w:themeShade="40"/>
                          <w:szCs w:val="20"/>
                        </w:rPr>
                        <w:t>Scatterplot, and</w:t>
                      </w:r>
                      <w:proofErr w:type="gramEnd"/>
                      <w:r>
                        <w:rPr>
                          <w:rFonts w:ascii="Aptos Light" w:hAnsi="Aptos Light" w:cs="Avenir Book"/>
                          <w:i/>
                          <w:iCs/>
                          <w:color w:val="3B3838" w:themeColor="background2" w:themeShade="40"/>
                          <w:szCs w:val="20"/>
                        </w:rPr>
                        <w:t xml:space="preserve"> place the ‘Day’ variable in the color role.</w:t>
                      </w:r>
                      <w:r w:rsidRPr="009801F6">
                        <w:rPr>
                          <w:rFonts w:ascii="Aptos Light" w:hAnsi="Aptos Light" w:cs="Avenir Book"/>
                          <w:i/>
                          <w:iCs/>
                          <w:color w:val="3B3838" w:themeColor="background2" w:themeShade="40"/>
                          <w:szCs w:val="20"/>
                        </w:rPr>
                        <w:br/>
                      </w:r>
                    </w:p>
                    <w:p w14:paraId="5B3E310D" w14:textId="77777777" w:rsidR="00A5538C" w:rsidRPr="009801F6" w:rsidRDefault="00A5538C" w:rsidP="00A5538C">
                      <w:pPr>
                        <w:rPr>
                          <w:rFonts w:ascii="Aptos Light" w:hAnsi="Aptos Light" w:cs="Avenir Book"/>
                          <w:i/>
                          <w:iCs/>
                          <w:color w:val="3B3838" w:themeColor="background2" w:themeShade="40"/>
                          <w:szCs w:val="20"/>
                        </w:rPr>
                      </w:pPr>
                    </w:p>
                  </w:txbxContent>
                </v:textbox>
              </v:shape>
            </w:pict>
          </mc:Fallback>
        </mc:AlternateContent>
      </w:r>
    </w:p>
    <w:p w14:paraId="7F317C25" w14:textId="77777777" w:rsidR="00A5538C" w:rsidRDefault="00A5538C" w:rsidP="00A5538C">
      <w:pPr>
        <w:pStyle w:val="Title"/>
        <w:rPr>
          <w:rFonts w:ascii="Avenir Book" w:eastAsia="MS Mincho" w:hAnsi="Avenir Book" w:cs="Avenir Book"/>
          <w:b w:val="0"/>
          <w:bCs w:val="0"/>
          <w:color w:val="262626" w:themeColor="text1" w:themeTint="D9"/>
          <w:sz w:val="22"/>
          <w:szCs w:val="22"/>
        </w:rPr>
      </w:pPr>
    </w:p>
    <w:p w14:paraId="28749673" w14:textId="77777777" w:rsidR="00A5538C" w:rsidRDefault="00A5538C" w:rsidP="00A5538C">
      <w:pPr>
        <w:pStyle w:val="Title"/>
        <w:rPr>
          <w:rFonts w:ascii="Aptos Light" w:eastAsia="MS Mincho" w:hAnsi="Aptos Light" w:cs="Avenir Book"/>
          <w:b w:val="0"/>
          <w:bCs w:val="0"/>
          <w:color w:val="262626" w:themeColor="text1" w:themeTint="D9"/>
          <w:sz w:val="20"/>
          <w:szCs w:val="20"/>
        </w:rPr>
      </w:pPr>
    </w:p>
    <w:p w14:paraId="4DC8DCC1" w14:textId="062B97AB" w:rsidR="00596DE5" w:rsidRDefault="00596DE5" w:rsidP="00A5538C">
      <w:pPr>
        <w:pStyle w:val="ListParagraph"/>
        <w:numPr>
          <w:ilvl w:val="0"/>
          <w:numId w:val="40"/>
        </w:numPr>
        <w:spacing w:after="120"/>
        <w:ind w:left="360" w:right="7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Do you believe trying other temperatures not used in the experiment would be </w:t>
      </w:r>
      <w:r w:rsidR="00232609">
        <w:rPr>
          <w:rFonts w:ascii="Aptos Light" w:hAnsi="Aptos Light" w:cs="Avenir Book"/>
          <w:color w:val="262626" w:themeColor="text1" w:themeTint="D9"/>
          <w:sz w:val="22"/>
          <w:szCs w:val="22"/>
        </w:rPr>
        <w:t>the next best approach</w:t>
      </w:r>
      <w:r>
        <w:rPr>
          <w:rFonts w:ascii="Aptos Light" w:hAnsi="Aptos Light" w:cs="Avenir Book"/>
          <w:color w:val="262626" w:themeColor="text1" w:themeTint="D9"/>
          <w:sz w:val="22"/>
          <w:szCs w:val="22"/>
        </w:rPr>
        <w:t xml:space="preserve"> to </w:t>
      </w:r>
      <w:r w:rsidR="00CD79A1">
        <w:rPr>
          <w:rFonts w:ascii="Aptos Light" w:hAnsi="Aptos Light" w:cs="Avenir Book"/>
          <w:color w:val="262626" w:themeColor="text1" w:themeTint="D9"/>
          <w:sz w:val="22"/>
          <w:szCs w:val="22"/>
        </w:rPr>
        <w:t xml:space="preserve">try to </w:t>
      </w:r>
      <w:r>
        <w:rPr>
          <w:rFonts w:ascii="Aptos Light" w:hAnsi="Aptos Light" w:cs="Avenir Book"/>
          <w:color w:val="262626" w:themeColor="text1" w:themeTint="D9"/>
          <w:sz w:val="22"/>
          <w:szCs w:val="22"/>
        </w:rPr>
        <w:t>achieve API to target?</w:t>
      </w:r>
      <w:r w:rsidR="005A3164">
        <w:rPr>
          <w:rFonts w:ascii="Aptos Light" w:hAnsi="Aptos Light" w:cs="Avenir Book"/>
          <w:color w:val="262626" w:themeColor="text1" w:themeTint="D9"/>
          <w:sz w:val="22"/>
          <w:szCs w:val="22"/>
        </w:rPr>
        <w:t xml:space="preserve"> If so, which temperatures levels would you recommend? If not, why?</w:t>
      </w:r>
    </w:p>
    <w:p w14:paraId="55A013F2" w14:textId="77777777" w:rsidR="00596DE5" w:rsidRPr="00596DE5" w:rsidRDefault="00596DE5" w:rsidP="00596DE5">
      <w:pPr>
        <w:pStyle w:val="ListParagraph"/>
        <w:spacing w:after="120"/>
        <w:ind w:left="360" w:right="720"/>
        <w:rPr>
          <w:rFonts w:ascii="Aptos Light" w:hAnsi="Aptos Light" w:cs="Avenir Book"/>
          <w:color w:val="262626" w:themeColor="text1" w:themeTint="D9"/>
          <w:sz w:val="22"/>
          <w:szCs w:val="22"/>
        </w:rPr>
      </w:pPr>
    </w:p>
    <w:p w14:paraId="38C97F29" w14:textId="1FE60332" w:rsidR="00BF3241" w:rsidRPr="00A70CBF" w:rsidRDefault="007870FF" w:rsidP="00A70CBF">
      <w:pPr>
        <w:pStyle w:val="ListParagraph"/>
        <w:numPr>
          <w:ilvl w:val="0"/>
          <w:numId w:val="40"/>
        </w:numPr>
        <w:spacing w:after="120"/>
        <w:ind w:left="360" w:right="7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Critique the experimental protocol that the team followed. Do you have </w:t>
      </w:r>
      <w:r w:rsidR="000E6CD9">
        <w:rPr>
          <w:rFonts w:ascii="Aptos Light" w:hAnsi="Aptos Light" w:cs="Avenir Book"/>
          <w:color w:val="262626" w:themeColor="text1" w:themeTint="D9"/>
          <w:sz w:val="22"/>
          <w:szCs w:val="22"/>
        </w:rPr>
        <w:t>ideas for alternative approaches</w:t>
      </w:r>
      <w:r>
        <w:rPr>
          <w:rFonts w:ascii="Aptos Light" w:hAnsi="Aptos Light" w:cs="Avenir Book"/>
          <w:color w:val="262626" w:themeColor="text1" w:themeTint="D9"/>
          <w:sz w:val="22"/>
          <w:szCs w:val="22"/>
        </w:rPr>
        <w:t xml:space="preserve"> the experiment </w:t>
      </w:r>
      <w:r w:rsidR="000E6CD9">
        <w:rPr>
          <w:rFonts w:ascii="Aptos Light" w:hAnsi="Aptos Light" w:cs="Avenir Book"/>
          <w:color w:val="262626" w:themeColor="text1" w:themeTint="D9"/>
          <w:sz w:val="22"/>
          <w:szCs w:val="22"/>
        </w:rPr>
        <w:t>could have been conducted</w:t>
      </w:r>
      <w:r>
        <w:rPr>
          <w:rFonts w:ascii="Aptos Light" w:hAnsi="Aptos Light" w:cs="Avenir Book"/>
          <w:color w:val="262626" w:themeColor="text1" w:themeTint="D9"/>
          <w:sz w:val="22"/>
          <w:szCs w:val="22"/>
        </w:rPr>
        <w:t xml:space="preserve">? </w:t>
      </w:r>
      <w:r w:rsidR="009E0CA9">
        <w:rPr>
          <w:rFonts w:ascii="Aptos Light" w:hAnsi="Aptos Light" w:cs="Avenir Book"/>
          <w:color w:val="262626" w:themeColor="text1" w:themeTint="D9"/>
          <w:sz w:val="22"/>
          <w:szCs w:val="22"/>
        </w:rPr>
        <w:t>Why would this approach be better than what was done?</w:t>
      </w:r>
      <w:r w:rsidR="00A5538C" w:rsidRPr="00A70CBF">
        <w:rPr>
          <w:rFonts w:ascii="Aptos Light" w:hAnsi="Aptos Light" w:cs="Avenir Book"/>
          <w:color w:val="262626" w:themeColor="text1" w:themeTint="D9"/>
          <w:sz w:val="22"/>
          <w:szCs w:val="22"/>
        </w:rPr>
        <w:br/>
      </w:r>
    </w:p>
    <w:p w14:paraId="06724B91" w14:textId="030B9E2B" w:rsidR="00A70CBF" w:rsidRDefault="00F84CF2" w:rsidP="00BF3241">
      <w:pPr>
        <w:pStyle w:val="ListParagraph"/>
        <w:numPr>
          <w:ilvl w:val="0"/>
          <w:numId w:val="40"/>
        </w:numPr>
        <w:spacing w:after="120"/>
        <w:ind w:left="360" w:right="7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Perform the same</w:t>
      </w:r>
      <w:r w:rsidR="00BF3241">
        <w:rPr>
          <w:rFonts w:ascii="Aptos Light" w:hAnsi="Aptos Light" w:cs="Avenir Book"/>
          <w:color w:val="262626" w:themeColor="text1" w:themeTint="D9"/>
          <w:sz w:val="22"/>
          <w:szCs w:val="22"/>
        </w:rPr>
        <w:t xml:space="preserve"> analyses on the </w:t>
      </w:r>
      <w:r w:rsidR="00A70CBF">
        <w:rPr>
          <w:rFonts w:ascii="Aptos Light" w:hAnsi="Aptos Light" w:cs="Avenir Book"/>
          <w:color w:val="262626" w:themeColor="text1" w:themeTint="D9"/>
          <w:sz w:val="22"/>
          <w:szCs w:val="22"/>
        </w:rPr>
        <w:t>‘</w:t>
      </w:r>
      <w:r w:rsidR="00BF3241">
        <w:rPr>
          <w:rFonts w:ascii="Aptos Light" w:hAnsi="Aptos Light" w:cs="Avenir Book"/>
          <w:color w:val="262626" w:themeColor="text1" w:themeTint="D9"/>
          <w:sz w:val="22"/>
          <w:szCs w:val="22"/>
        </w:rPr>
        <w:t>Impurities</w:t>
      </w:r>
      <w:r w:rsidR="00A70CBF">
        <w:rPr>
          <w:rFonts w:ascii="Aptos Light" w:hAnsi="Aptos Light" w:cs="Avenir Book"/>
          <w:color w:val="262626" w:themeColor="text1" w:themeTint="D9"/>
          <w:sz w:val="22"/>
          <w:szCs w:val="22"/>
        </w:rPr>
        <w:t>’</w:t>
      </w:r>
      <w:r w:rsidR="00BF3241">
        <w:rPr>
          <w:rFonts w:ascii="Aptos Light" w:hAnsi="Aptos Light" w:cs="Avenir Book"/>
          <w:color w:val="262626" w:themeColor="text1" w:themeTint="D9"/>
          <w:sz w:val="22"/>
          <w:szCs w:val="22"/>
        </w:rPr>
        <w:t xml:space="preserve"> outcome variable</w:t>
      </w:r>
      <w:r>
        <w:rPr>
          <w:rFonts w:ascii="Aptos Light" w:hAnsi="Aptos Light" w:cs="Avenir Book"/>
          <w:color w:val="262626" w:themeColor="text1" w:themeTint="D9"/>
          <w:sz w:val="22"/>
          <w:szCs w:val="22"/>
        </w:rPr>
        <w:t xml:space="preserve"> with the goal of creating a model that best describes the relationship between ‘Temperature’ and ‘Impurities’</w:t>
      </w:r>
      <w:r w:rsidR="00A70CBF">
        <w:rPr>
          <w:rFonts w:ascii="Aptos Light" w:hAnsi="Aptos Light" w:cs="Avenir Book"/>
          <w:color w:val="262626" w:themeColor="text1" w:themeTint="D9"/>
          <w:sz w:val="22"/>
          <w:szCs w:val="22"/>
        </w:rPr>
        <w:t xml:space="preserve">, identifying if the target of &lt; 0.1% can be achieved, evaluating if there is a difference between the two days of the experiment, and </w:t>
      </w:r>
      <w:r w:rsidR="000E6CD9">
        <w:rPr>
          <w:rFonts w:ascii="Aptos Light" w:hAnsi="Aptos Light" w:cs="Avenir Book"/>
          <w:color w:val="262626" w:themeColor="text1" w:themeTint="D9"/>
          <w:sz w:val="22"/>
          <w:szCs w:val="22"/>
        </w:rPr>
        <w:t xml:space="preserve">describing </w:t>
      </w:r>
      <w:r w:rsidR="00A70CBF">
        <w:rPr>
          <w:rFonts w:ascii="Aptos Light" w:hAnsi="Aptos Light" w:cs="Avenir Book"/>
          <w:color w:val="262626" w:themeColor="text1" w:themeTint="D9"/>
          <w:sz w:val="22"/>
          <w:szCs w:val="22"/>
        </w:rPr>
        <w:t>any other insights uncovered.</w:t>
      </w:r>
    </w:p>
    <w:p w14:paraId="706229C2" w14:textId="77777777" w:rsidR="00A70CBF" w:rsidRDefault="00A70CBF" w:rsidP="00A70CBF">
      <w:pPr>
        <w:pStyle w:val="ListParagraph"/>
        <w:spacing w:after="120"/>
        <w:ind w:left="360" w:right="720"/>
        <w:rPr>
          <w:rFonts w:ascii="Aptos Light" w:hAnsi="Aptos Light" w:cs="Avenir Book"/>
          <w:color w:val="262626" w:themeColor="text1" w:themeTint="D9"/>
          <w:sz w:val="22"/>
          <w:szCs w:val="22"/>
        </w:rPr>
      </w:pPr>
    </w:p>
    <w:p w14:paraId="252017D8" w14:textId="69C9AA3A" w:rsidR="00BF3241" w:rsidRPr="009801F6" w:rsidRDefault="00A70CBF" w:rsidP="00BF3241">
      <w:pPr>
        <w:pStyle w:val="ListParagraph"/>
        <w:numPr>
          <w:ilvl w:val="0"/>
          <w:numId w:val="40"/>
        </w:numPr>
        <w:spacing w:after="120"/>
        <w:ind w:left="360" w:right="7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What </w:t>
      </w:r>
      <w:r w:rsidRPr="00ED0104">
        <w:rPr>
          <w:rFonts w:ascii="Aptos Light" w:hAnsi="Aptos Light" w:cs="Avenir Book"/>
          <w:color w:val="262626" w:themeColor="text1" w:themeTint="D9"/>
          <w:sz w:val="22"/>
          <w:szCs w:val="22"/>
        </w:rPr>
        <w:t xml:space="preserve">other data </w:t>
      </w:r>
      <w:r>
        <w:rPr>
          <w:rFonts w:ascii="Aptos Light" w:hAnsi="Aptos Light" w:cs="Avenir Book"/>
          <w:color w:val="262626" w:themeColor="text1" w:themeTint="D9"/>
          <w:sz w:val="22"/>
          <w:szCs w:val="22"/>
        </w:rPr>
        <w:t>could be useful to have and/or collect in future experiments to help achieve target objectives?</w:t>
      </w:r>
      <w:r w:rsidRPr="00ED0104">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 xml:space="preserve">Provide some </w:t>
      </w:r>
      <w:r w:rsidRPr="00ED0104">
        <w:rPr>
          <w:rFonts w:ascii="Aptos Light" w:hAnsi="Aptos Light" w:cs="Avenir Book"/>
          <w:color w:val="262626" w:themeColor="text1" w:themeTint="D9"/>
          <w:sz w:val="22"/>
          <w:szCs w:val="22"/>
        </w:rPr>
        <w:t xml:space="preserve">recommendations and next steps </w:t>
      </w:r>
      <w:r>
        <w:rPr>
          <w:rFonts w:ascii="Aptos Light" w:hAnsi="Aptos Light" w:cs="Avenir Book"/>
          <w:color w:val="262626" w:themeColor="text1" w:themeTint="D9"/>
          <w:sz w:val="22"/>
          <w:szCs w:val="22"/>
        </w:rPr>
        <w:t>the</w:t>
      </w:r>
      <w:r w:rsidRPr="00ED0104">
        <w:rPr>
          <w:rFonts w:ascii="Aptos Light" w:hAnsi="Aptos Light" w:cs="Avenir Book"/>
          <w:color w:val="262626" w:themeColor="text1" w:themeTint="D9"/>
          <w:sz w:val="22"/>
          <w:szCs w:val="22"/>
        </w:rPr>
        <w:t xml:space="preserve"> engineering team </w:t>
      </w:r>
      <w:r>
        <w:rPr>
          <w:rFonts w:ascii="Aptos Light" w:hAnsi="Aptos Light" w:cs="Avenir Book"/>
          <w:color w:val="262626" w:themeColor="text1" w:themeTint="D9"/>
          <w:sz w:val="22"/>
          <w:szCs w:val="22"/>
        </w:rPr>
        <w:t>should take.</w:t>
      </w:r>
      <w:r w:rsidR="00BF3241">
        <w:rPr>
          <w:rFonts w:ascii="Aptos Light" w:hAnsi="Aptos Light" w:cs="Avenir Book"/>
          <w:color w:val="262626" w:themeColor="text1" w:themeTint="D9"/>
          <w:sz w:val="22"/>
          <w:szCs w:val="22"/>
        </w:rPr>
        <w:br/>
      </w:r>
    </w:p>
    <w:p w14:paraId="44CC3B61" w14:textId="78AF64B9" w:rsidR="009E1C78" w:rsidRPr="00F45ACB" w:rsidRDefault="009E1C78" w:rsidP="00A5538C">
      <w:pPr>
        <w:spacing w:after="120"/>
      </w:pPr>
    </w:p>
    <w:sectPr w:rsidR="009E1C78" w:rsidRPr="00F45ACB" w:rsidSect="00EE447A">
      <w:headerReference w:type="even" r:id="rId10"/>
      <w:headerReference w:type="default" r:id="rId11"/>
      <w:footerReference w:type="even" r:id="rId12"/>
      <w:footerReference w:type="default" r:id="rId13"/>
      <w:headerReference w:type="first" r:id="rId14"/>
      <w:footerReference w:type="first" r:id="rId15"/>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C2EDC" w14:textId="77777777" w:rsidR="008019A5" w:rsidRDefault="008019A5">
      <w:r>
        <w:separator/>
      </w:r>
    </w:p>
  </w:endnote>
  <w:endnote w:type="continuationSeparator" w:id="0">
    <w:p w14:paraId="6669BB54" w14:textId="77777777" w:rsidR="008019A5" w:rsidRDefault="00801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ptos Light">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panose1 w:val="020B0703020203020204"/>
    <w:charset w:val="4D"/>
    <w:family w:val="swiss"/>
    <w:pitch w:val="variable"/>
    <w:sig w:usb0="800000AF" w:usb1="5000204A" w:usb2="00000000" w:usb3="00000000" w:csb0="0000009B" w:csb1="00000000"/>
  </w:font>
  <w:font w:name="Aptos SemiBold">
    <w:panose1 w:val="020B0004020202020204"/>
    <w:charset w:val="00"/>
    <w:family w:val="swiss"/>
    <w:pitch w:val="variable"/>
    <w:sig w:usb0="20000287" w:usb1="00000003" w:usb2="00000000" w:usb3="00000000" w:csb0="000001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venir Medium">
    <w:panose1 w:val="020006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1592217415" name="Picture 15922174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6B43A12F"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A2692D">
                            <w:rPr>
                              <w:sz w:val="18"/>
                              <w:szCs w:val="18"/>
                              <w:lang w:val="en-US"/>
                            </w:rPr>
                            <w:t>July</w:t>
                          </w:r>
                          <w:r w:rsidR="00E25F67">
                            <w:rPr>
                              <w:sz w:val="18"/>
                              <w:szCs w:val="18"/>
                              <w:lang w:val="en-US"/>
                            </w:rPr>
                            <w:t xml:space="preserve"> 202</w:t>
                          </w:r>
                          <w:r w:rsidR="00A2692D">
                            <w:rPr>
                              <w:sz w:val="18"/>
                              <w:szCs w:val="18"/>
                              <w:lang w:val="en-US"/>
                            </w:rPr>
                            <w:t>5</w:t>
                          </w:r>
                          <w:r>
                            <w:rPr>
                              <w:sz w:val="18"/>
                              <w:szCs w:val="18"/>
                              <w:lang w:val="en-US"/>
                            </w:rPr>
                            <w:br/>
                            <w:t>Copyright of JMP® Statistical Discovery (202</w:t>
                          </w:r>
                          <w:r w:rsidR="00A2692D">
                            <w:rPr>
                              <w:sz w:val="18"/>
                              <w:szCs w:val="18"/>
                              <w:lang w:val="en-US"/>
                            </w:rPr>
                            <w:t>5</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Text Box 2" o:spid="_x0000_s1036"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6B43A12F"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A2692D">
                      <w:rPr>
                        <w:sz w:val="18"/>
                        <w:szCs w:val="18"/>
                        <w:lang w:val="en-US"/>
                      </w:rPr>
                      <w:t>July</w:t>
                    </w:r>
                    <w:r w:rsidR="00E25F67">
                      <w:rPr>
                        <w:sz w:val="18"/>
                        <w:szCs w:val="18"/>
                        <w:lang w:val="en-US"/>
                      </w:rPr>
                      <w:t xml:space="preserve"> 202</w:t>
                    </w:r>
                    <w:r w:rsidR="00A2692D">
                      <w:rPr>
                        <w:sz w:val="18"/>
                        <w:szCs w:val="18"/>
                        <w:lang w:val="en-US"/>
                      </w:rPr>
                      <w:t>5</w:t>
                    </w:r>
                    <w:r>
                      <w:rPr>
                        <w:sz w:val="18"/>
                        <w:szCs w:val="18"/>
                        <w:lang w:val="en-US"/>
                      </w:rPr>
                      <w:br/>
                      <w:t>Copyright of JMP® Statistical Discovery (202</w:t>
                    </w:r>
                    <w:r w:rsidR="00A2692D">
                      <w:rPr>
                        <w:sz w:val="18"/>
                        <w:szCs w:val="18"/>
                        <w:lang w:val="en-US"/>
                      </w:rPr>
                      <w:t>5</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0C90D" w14:textId="77777777" w:rsidR="008019A5" w:rsidRDefault="008019A5">
      <w:r>
        <w:separator/>
      </w:r>
    </w:p>
  </w:footnote>
  <w:footnote w:type="continuationSeparator" w:id="0">
    <w:p w14:paraId="708EA8E9" w14:textId="77777777" w:rsidR="008019A5" w:rsidRDefault="00801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56F17" w14:textId="77777777" w:rsidR="00F25361" w:rsidRDefault="00F253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27FA4" w14:textId="77777777" w:rsidR="00F25361" w:rsidRDefault="00F253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9235E4"/>
    <w:multiLevelType w:val="hybridMultilevel"/>
    <w:tmpl w:val="7AC2E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9874BF"/>
    <w:multiLevelType w:val="hybridMultilevel"/>
    <w:tmpl w:val="1B4A4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5"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5B1CD2"/>
    <w:multiLevelType w:val="hybridMultilevel"/>
    <w:tmpl w:val="0324ED7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584D9D"/>
    <w:multiLevelType w:val="hybridMultilevel"/>
    <w:tmpl w:val="8F66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E355A5"/>
    <w:multiLevelType w:val="hybridMultilevel"/>
    <w:tmpl w:val="CC1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EF18A2"/>
    <w:multiLevelType w:val="hybridMultilevel"/>
    <w:tmpl w:val="4D287D0C"/>
    <w:lvl w:ilvl="0" w:tplc="A878A306">
      <w:start w:val="1"/>
      <w:numFmt w:val="decimal"/>
      <w:lvlText w:val="%1."/>
      <w:lvlJc w:val="left"/>
      <w:pPr>
        <w:ind w:left="720" w:hanging="360"/>
      </w:pPr>
      <w:rPr>
        <w:rFonts w:ascii="Aptos Light" w:hAnsi="Aptos Light" w:hint="default"/>
        <w:b w:val="0"/>
        <w:bCs w:val="0"/>
        <w:i w:val="0"/>
        <w:i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FF446D"/>
    <w:multiLevelType w:val="hybridMultilevel"/>
    <w:tmpl w:val="C1BCE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2849499">
    <w:abstractNumId w:val="13"/>
  </w:num>
  <w:num w:numId="2" w16cid:durableId="1742436193">
    <w:abstractNumId w:val="22"/>
  </w:num>
  <w:num w:numId="3" w16cid:durableId="1161390000">
    <w:abstractNumId w:val="4"/>
  </w:num>
  <w:num w:numId="4" w16cid:durableId="1731272933">
    <w:abstractNumId w:val="19"/>
  </w:num>
  <w:num w:numId="5" w16cid:durableId="369455722">
    <w:abstractNumId w:val="32"/>
  </w:num>
  <w:num w:numId="6" w16cid:durableId="2020698168">
    <w:abstractNumId w:val="1"/>
  </w:num>
  <w:num w:numId="7" w16cid:durableId="1881940071">
    <w:abstractNumId w:val="2"/>
  </w:num>
  <w:num w:numId="8" w16cid:durableId="1118525377">
    <w:abstractNumId w:val="26"/>
  </w:num>
  <w:num w:numId="9" w16cid:durableId="624433449">
    <w:abstractNumId w:val="24"/>
  </w:num>
  <w:num w:numId="10" w16cid:durableId="123282674">
    <w:abstractNumId w:val="9"/>
  </w:num>
  <w:num w:numId="11" w16cid:durableId="1278677087">
    <w:abstractNumId w:val="5"/>
  </w:num>
  <w:num w:numId="12" w16cid:durableId="915362391">
    <w:abstractNumId w:val="30"/>
  </w:num>
  <w:num w:numId="13" w16cid:durableId="1616905019">
    <w:abstractNumId w:val="20"/>
  </w:num>
  <w:num w:numId="14" w16cid:durableId="1481732304">
    <w:abstractNumId w:val="37"/>
  </w:num>
  <w:num w:numId="15" w16cid:durableId="1568489132">
    <w:abstractNumId w:val="16"/>
  </w:num>
  <w:num w:numId="16" w16cid:durableId="1700205492">
    <w:abstractNumId w:val="36"/>
  </w:num>
  <w:num w:numId="17" w16cid:durableId="1164711273">
    <w:abstractNumId w:val="15"/>
  </w:num>
  <w:num w:numId="18" w16cid:durableId="2073843222">
    <w:abstractNumId w:val="3"/>
  </w:num>
  <w:num w:numId="19" w16cid:durableId="1750273383">
    <w:abstractNumId w:val="14"/>
  </w:num>
  <w:num w:numId="20" w16cid:durableId="1030642344">
    <w:abstractNumId w:val="6"/>
  </w:num>
  <w:num w:numId="21" w16cid:durableId="1509562676">
    <w:abstractNumId w:val="31"/>
  </w:num>
  <w:num w:numId="22" w16cid:durableId="1708410924">
    <w:abstractNumId w:val="21"/>
  </w:num>
  <w:num w:numId="23" w16cid:durableId="1124277624">
    <w:abstractNumId w:val="29"/>
  </w:num>
  <w:num w:numId="24" w16cid:durableId="1821264804">
    <w:abstractNumId w:val="34"/>
  </w:num>
  <w:num w:numId="25" w16cid:durableId="2066179482">
    <w:abstractNumId w:val="38"/>
  </w:num>
  <w:num w:numId="26" w16cid:durableId="1146775160">
    <w:abstractNumId w:val="0"/>
  </w:num>
  <w:num w:numId="27" w16cid:durableId="1420831237">
    <w:abstractNumId w:val="10"/>
  </w:num>
  <w:num w:numId="28" w16cid:durableId="248855414">
    <w:abstractNumId w:val="7"/>
  </w:num>
  <w:num w:numId="29" w16cid:durableId="447895555">
    <w:abstractNumId w:val="35"/>
  </w:num>
  <w:num w:numId="30" w16cid:durableId="937061622">
    <w:abstractNumId w:val="12"/>
  </w:num>
  <w:num w:numId="31" w16cid:durableId="1851724109">
    <w:abstractNumId w:val="33"/>
  </w:num>
  <w:num w:numId="32" w16cid:durableId="850414453">
    <w:abstractNumId w:val="25"/>
  </w:num>
  <w:num w:numId="33" w16cid:durableId="1111781098">
    <w:abstractNumId w:val="17"/>
  </w:num>
  <w:num w:numId="34" w16cid:durableId="1660648263">
    <w:abstractNumId w:val="28"/>
  </w:num>
  <w:num w:numId="35" w16cid:durableId="1440488361">
    <w:abstractNumId w:val="27"/>
  </w:num>
  <w:num w:numId="36" w16cid:durableId="521358214">
    <w:abstractNumId w:val="11"/>
  </w:num>
  <w:num w:numId="37" w16cid:durableId="194120209">
    <w:abstractNumId w:val="39"/>
  </w:num>
  <w:num w:numId="38" w16cid:durableId="1039620797">
    <w:abstractNumId w:val="23"/>
  </w:num>
  <w:num w:numId="39" w16cid:durableId="1776749374">
    <w:abstractNumId w:val="18"/>
  </w:num>
  <w:num w:numId="40" w16cid:durableId="15956986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617919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00D2F"/>
    <w:rsid w:val="00004D51"/>
    <w:rsid w:val="0000647E"/>
    <w:rsid w:val="00013192"/>
    <w:rsid w:val="000153CF"/>
    <w:rsid w:val="00017153"/>
    <w:rsid w:val="000178F5"/>
    <w:rsid w:val="00017A3B"/>
    <w:rsid w:val="000206CC"/>
    <w:rsid w:val="0002085A"/>
    <w:rsid w:val="000209B7"/>
    <w:rsid w:val="000221BB"/>
    <w:rsid w:val="00023171"/>
    <w:rsid w:val="0002447C"/>
    <w:rsid w:val="00031100"/>
    <w:rsid w:val="0003159D"/>
    <w:rsid w:val="00031678"/>
    <w:rsid w:val="00031CFC"/>
    <w:rsid w:val="00032A53"/>
    <w:rsid w:val="00035567"/>
    <w:rsid w:val="00036299"/>
    <w:rsid w:val="00044476"/>
    <w:rsid w:val="0004703B"/>
    <w:rsid w:val="00054348"/>
    <w:rsid w:val="000567F1"/>
    <w:rsid w:val="00056E7E"/>
    <w:rsid w:val="000578C9"/>
    <w:rsid w:val="00060602"/>
    <w:rsid w:val="000611F2"/>
    <w:rsid w:val="000653CC"/>
    <w:rsid w:val="0006573D"/>
    <w:rsid w:val="00071392"/>
    <w:rsid w:val="000741D5"/>
    <w:rsid w:val="00075825"/>
    <w:rsid w:val="00076DBE"/>
    <w:rsid w:val="00082F96"/>
    <w:rsid w:val="000849CB"/>
    <w:rsid w:val="00085F00"/>
    <w:rsid w:val="00086F18"/>
    <w:rsid w:val="00092E26"/>
    <w:rsid w:val="00095B5E"/>
    <w:rsid w:val="00096D0E"/>
    <w:rsid w:val="000A5A56"/>
    <w:rsid w:val="000A6954"/>
    <w:rsid w:val="000B15BC"/>
    <w:rsid w:val="000B282B"/>
    <w:rsid w:val="000B3112"/>
    <w:rsid w:val="000C30EF"/>
    <w:rsid w:val="000C6B23"/>
    <w:rsid w:val="000D1B02"/>
    <w:rsid w:val="000D3C72"/>
    <w:rsid w:val="000D650E"/>
    <w:rsid w:val="000D67B8"/>
    <w:rsid w:val="000D6FE9"/>
    <w:rsid w:val="000D717C"/>
    <w:rsid w:val="000E0C1A"/>
    <w:rsid w:val="000E1402"/>
    <w:rsid w:val="000E2F3D"/>
    <w:rsid w:val="000E2FDC"/>
    <w:rsid w:val="000E6CD9"/>
    <w:rsid w:val="000E7B31"/>
    <w:rsid w:val="000F1DEC"/>
    <w:rsid w:val="00101181"/>
    <w:rsid w:val="0010258B"/>
    <w:rsid w:val="0010681C"/>
    <w:rsid w:val="001117CC"/>
    <w:rsid w:val="00111868"/>
    <w:rsid w:val="001121EA"/>
    <w:rsid w:val="00117017"/>
    <w:rsid w:val="001235B7"/>
    <w:rsid w:val="00130943"/>
    <w:rsid w:val="00131246"/>
    <w:rsid w:val="00132335"/>
    <w:rsid w:val="001325BE"/>
    <w:rsid w:val="001348E8"/>
    <w:rsid w:val="0013690D"/>
    <w:rsid w:val="00140B89"/>
    <w:rsid w:val="00141329"/>
    <w:rsid w:val="001429C1"/>
    <w:rsid w:val="00144412"/>
    <w:rsid w:val="00144599"/>
    <w:rsid w:val="00145CE2"/>
    <w:rsid w:val="00146017"/>
    <w:rsid w:val="00153110"/>
    <w:rsid w:val="00153866"/>
    <w:rsid w:val="00154D5B"/>
    <w:rsid w:val="00156BE9"/>
    <w:rsid w:val="00156C71"/>
    <w:rsid w:val="00163A28"/>
    <w:rsid w:val="00164AC5"/>
    <w:rsid w:val="00164B92"/>
    <w:rsid w:val="001667CF"/>
    <w:rsid w:val="00171741"/>
    <w:rsid w:val="001801CB"/>
    <w:rsid w:val="0018157C"/>
    <w:rsid w:val="00184E3C"/>
    <w:rsid w:val="00185E45"/>
    <w:rsid w:val="00186271"/>
    <w:rsid w:val="00195DAA"/>
    <w:rsid w:val="001979BB"/>
    <w:rsid w:val="001A21DD"/>
    <w:rsid w:val="001A25A5"/>
    <w:rsid w:val="001A36B8"/>
    <w:rsid w:val="001A4177"/>
    <w:rsid w:val="001A4A5F"/>
    <w:rsid w:val="001A4B0A"/>
    <w:rsid w:val="001A6A59"/>
    <w:rsid w:val="001B1639"/>
    <w:rsid w:val="001B5660"/>
    <w:rsid w:val="001B5BBF"/>
    <w:rsid w:val="001B7221"/>
    <w:rsid w:val="001C07F9"/>
    <w:rsid w:val="001C107B"/>
    <w:rsid w:val="001C120B"/>
    <w:rsid w:val="001C7812"/>
    <w:rsid w:val="001C7D2C"/>
    <w:rsid w:val="001D1217"/>
    <w:rsid w:val="001D1369"/>
    <w:rsid w:val="001D18B4"/>
    <w:rsid w:val="001D3D2C"/>
    <w:rsid w:val="001D4124"/>
    <w:rsid w:val="001D5A2C"/>
    <w:rsid w:val="001E635F"/>
    <w:rsid w:val="001E716B"/>
    <w:rsid w:val="001E73A2"/>
    <w:rsid w:val="001F2DCF"/>
    <w:rsid w:val="001F4840"/>
    <w:rsid w:val="001F4908"/>
    <w:rsid w:val="00201B0D"/>
    <w:rsid w:val="00203C9A"/>
    <w:rsid w:val="00206682"/>
    <w:rsid w:val="00207D21"/>
    <w:rsid w:val="00210C79"/>
    <w:rsid w:val="00212964"/>
    <w:rsid w:val="00214D80"/>
    <w:rsid w:val="00216909"/>
    <w:rsid w:val="00216DFC"/>
    <w:rsid w:val="00221853"/>
    <w:rsid w:val="00226F8B"/>
    <w:rsid w:val="00232609"/>
    <w:rsid w:val="00233CBB"/>
    <w:rsid w:val="002341E9"/>
    <w:rsid w:val="002415F2"/>
    <w:rsid w:val="00241FBE"/>
    <w:rsid w:val="00251A98"/>
    <w:rsid w:val="00254413"/>
    <w:rsid w:val="002546BF"/>
    <w:rsid w:val="0025708D"/>
    <w:rsid w:val="002618D4"/>
    <w:rsid w:val="002642D7"/>
    <w:rsid w:val="00270DF1"/>
    <w:rsid w:val="002743A8"/>
    <w:rsid w:val="0027577A"/>
    <w:rsid w:val="0027691D"/>
    <w:rsid w:val="00277265"/>
    <w:rsid w:val="002859A4"/>
    <w:rsid w:val="00285DCF"/>
    <w:rsid w:val="00286BE8"/>
    <w:rsid w:val="002876B2"/>
    <w:rsid w:val="00291F09"/>
    <w:rsid w:val="00291F89"/>
    <w:rsid w:val="00296966"/>
    <w:rsid w:val="00297BE9"/>
    <w:rsid w:val="002A13CE"/>
    <w:rsid w:val="002A1BA9"/>
    <w:rsid w:val="002A26D3"/>
    <w:rsid w:val="002A28AD"/>
    <w:rsid w:val="002A3EF9"/>
    <w:rsid w:val="002A5B4F"/>
    <w:rsid w:val="002A5B88"/>
    <w:rsid w:val="002A5EE0"/>
    <w:rsid w:val="002A746E"/>
    <w:rsid w:val="002B02F4"/>
    <w:rsid w:val="002B113A"/>
    <w:rsid w:val="002B5306"/>
    <w:rsid w:val="002B5EFA"/>
    <w:rsid w:val="002B7E29"/>
    <w:rsid w:val="002C2093"/>
    <w:rsid w:val="002C6EB7"/>
    <w:rsid w:val="002C7149"/>
    <w:rsid w:val="002D0818"/>
    <w:rsid w:val="002D1FBA"/>
    <w:rsid w:val="002D2B6C"/>
    <w:rsid w:val="002D455F"/>
    <w:rsid w:val="002D5ECE"/>
    <w:rsid w:val="002E08E8"/>
    <w:rsid w:val="002E13DA"/>
    <w:rsid w:val="002E2779"/>
    <w:rsid w:val="002E2D84"/>
    <w:rsid w:val="002E4829"/>
    <w:rsid w:val="002E6A71"/>
    <w:rsid w:val="002F07EE"/>
    <w:rsid w:val="002F0E3B"/>
    <w:rsid w:val="002F193A"/>
    <w:rsid w:val="002F4743"/>
    <w:rsid w:val="00301E09"/>
    <w:rsid w:val="00303B2E"/>
    <w:rsid w:val="0030423E"/>
    <w:rsid w:val="0031310C"/>
    <w:rsid w:val="00314D4C"/>
    <w:rsid w:val="0031600B"/>
    <w:rsid w:val="00320509"/>
    <w:rsid w:val="00321458"/>
    <w:rsid w:val="003232B5"/>
    <w:rsid w:val="00327E7E"/>
    <w:rsid w:val="00330DA8"/>
    <w:rsid w:val="0033506F"/>
    <w:rsid w:val="00336A47"/>
    <w:rsid w:val="0034348E"/>
    <w:rsid w:val="003451DD"/>
    <w:rsid w:val="003474A1"/>
    <w:rsid w:val="0035069A"/>
    <w:rsid w:val="003548A3"/>
    <w:rsid w:val="00354EA2"/>
    <w:rsid w:val="00356089"/>
    <w:rsid w:val="00356EF2"/>
    <w:rsid w:val="00361D49"/>
    <w:rsid w:val="0037131E"/>
    <w:rsid w:val="00374FA5"/>
    <w:rsid w:val="003752FD"/>
    <w:rsid w:val="00376B42"/>
    <w:rsid w:val="00376EA6"/>
    <w:rsid w:val="00377656"/>
    <w:rsid w:val="00381AA5"/>
    <w:rsid w:val="00382659"/>
    <w:rsid w:val="00384FFF"/>
    <w:rsid w:val="00385A1F"/>
    <w:rsid w:val="00390FB6"/>
    <w:rsid w:val="00393296"/>
    <w:rsid w:val="003939F4"/>
    <w:rsid w:val="00394E6D"/>
    <w:rsid w:val="0039595E"/>
    <w:rsid w:val="003969A3"/>
    <w:rsid w:val="003A0A45"/>
    <w:rsid w:val="003A3344"/>
    <w:rsid w:val="003A3479"/>
    <w:rsid w:val="003A3C74"/>
    <w:rsid w:val="003A79A7"/>
    <w:rsid w:val="003A7E3A"/>
    <w:rsid w:val="003B43BA"/>
    <w:rsid w:val="003B4B49"/>
    <w:rsid w:val="003C0995"/>
    <w:rsid w:val="003C237C"/>
    <w:rsid w:val="003C2B07"/>
    <w:rsid w:val="003C2B54"/>
    <w:rsid w:val="003C4E9F"/>
    <w:rsid w:val="003D1A44"/>
    <w:rsid w:val="003D20CB"/>
    <w:rsid w:val="003D23FB"/>
    <w:rsid w:val="003D61EE"/>
    <w:rsid w:val="003E321A"/>
    <w:rsid w:val="003E3E26"/>
    <w:rsid w:val="003E416E"/>
    <w:rsid w:val="003F07B1"/>
    <w:rsid w:val="003F1DE9"/>
    <w:rsid w:val="003F4C20"/>
    <w:rsid w:val="00400056"/>
    <w:rsid w:val="0040131C"/>
    <w:rsid w:val="004049A8"/>
    <w:rsid w:val="00404FE2"/>
    <w:rsid w:val="0040572E"/>
    <w:rsid w:val="00411416"/>
    <w:rsid w:val="004122C6"/>
    <w:rsid w:val="004143CB"/>
    <w:rsid w:val="00416104"/>
    <w:rsid w:val="004173AD"/>
    <w:rsid w:val="00417565"/>
    <w:rsid w:val="0042102A"/>
    <w:rsid w:val="00425054"/>
    <w:rsid w:val="00426BC7"/>
    <w:rsid w:val="00432622"/>
    <w:rsid w:val="004332C5"/>
    <w:rsid w:val="0043397F"/>
    <w:rsid w:val="00440F89"/>
    <w:rsid w:val="004418D2"/>
    <w:rsid w:val="00442A80"/>
    <w:rsid w:val="00444910"/>
    <w:rsid w:val="004471EB"/>
    <w:rsid w:val="00450AFB"/>
    <w:rsid w:val="00451B36"/>
    <w:rsid w:val="00454E14"/>
    <w:rsid w:val="00455D3C"/>
    <w:rsid w:val="00457868"/>
    <w:rsid w:val="004645F7"/>
    <w:rsid w:val="004651A9"/>
    <w:rsid w:val="004665D0"/>
    <w:rsid w:val="00467766"/>
    <w:rsid w:val="004702BA"/>
    <w:rsid w:val="004721F2"/>
    <w:rsid w:val="00472BAB"/>
    <w:rsid w:val="004735E0"/>
    <w:rsid w:val="0047395E"/>
    <w:rsid w:val="00473B9F"/>
    <w:rsid w:val="00473D8D"/>
    <w:rsid w:val="00473F00"/>
    <w:rsid w:val="00474126"/>
    <w:rsid w:val="00480992"/>
    <w:rsid w:val="00482396"/>
    <w:rsid w:val="004827AB"/>
    <w:rsid w:val="00483EBB"/>
    <w:rsid w:val="00484AD7"/>
    <w:rsid w:val="00493540"/>
    <w:rsid w:val="00497C7D"/>
    <w:rsid w:val="004A7AB7"/>
    <w:rsid w:val="004B233D"/>
    <w:rsid w:val="004B40DF"/>
    <w:rsid w:val="004B46B8"/>
    <w:rsid w:val="004B6412"/>
    <w:rsid w:val="004B7F25"/>
    <w:rsid w:val="004C0B4B"/>
    <w:rsid w:val="004C1C18"/>
    <w:rsid w:val="004C2530"/>
    <w:rsid w:val="004C4B03"/>
    <w:rsid w:val="004C7184"/>
    <w:rsid w:val="004D3B9F"/>
    <w:rsid w:val="004D45CB"/>
    <w:rsid w:val="004D5348"/>
    <w:rsid w:val="004D5632"/>
    <w:rsid w:val="004D59CD"/>
    <w:rsid w:val="004D7C39"/>
    <w:rsid w:val="004E47E4"/>
    <w:rsid w:val="004E6DA1"/>
    <w:rsid w:val="004F2284"/>
    <w:rsid w:val="004F27B2"/>
    <w:rsid w:val="00501E0F"/>
    <w:rsid w:val="00502483"/>
    <w:rsid w:val="005031F7"/>
    <w:rsid w:val="005045E7"/>
    <w:rsid w:val="005108C9"/>
    <w:rsid w:val="00510D62"/>
    <w:rsid w:val="00513797"/>
    <w:rsid w:val="00513E0A"/>
    <w:rsid w:val="005162EB"/>
    <w:rsid w:val="00524FE9"/>
    <w:rsid w:val="00534DB6"/>
    <w:rsid w:val="00543EFA"/>
    <w:rsid w:val="00546FB3"/>
    <w:rsid w:val="00550CF9"/>
    <w:rsid w:val="00551657"/>
    <w:rsid w:val="00552497"/>
    <w:rsid w:val="00552A52"/>
    <w:rsid w:val="0055678E"/>
    <w:rsid w:val="00566EBC"/>
    <w:rsid w:val="00570746"/>
    <w:rsid w:val="005715BA"/>
    <w:rsid w:val="00573343"/>
    <w:rsid w:val="0057339D"/>
    <w:rsid w:val="00573664"/>
    <w:rsid w:val="0057509D"/>
    <w:rsid w:val="005752E2"/>
    <w:rsid w:val="00575F29"/>
    <w:rsid w:val="00576418"/>
    <w:rsid w:val="005779AE"/>
    <w:rsid w:val="005817A2"/>
    <w:rsid w:val="00582C1D"/>
    <w:rsid w:val="00582CFC"/>
    <w:rsid w:val="0058316B"/>
    <w:rsid w:val="00585A74"/>
    <w:rsid w:val="00586C1D"/>
    <w:rsid w:val="00590C7F"/>
    <w:rsid w:val="00593AAE"/>
    <w:rsid w:val="00593AEA"/>
    <w:rsid w:val="00593F14"/>
    <w:rsid w:val="00594452"/>
    <w:rsid w:val="00594AF8"/>
    <w:rsid w:val="00594F75"/>
    <w:rsid w:val="00596DE5"/>
    <w:rsid w:val="005A2652"/>
    <w:rsid w:val="005A3164"/>
    <w:rsid w:val="005B183A"/>
    <w:rsid w:val="005B29BD"/>
    <w:rsid w:val="005C2D06"/>
    <w:rsid w:val="005C3A4B"/>
    <w:rsid w:val="005C4A6E"/>
    <w:rsid w:val="005D2EF6"/>
    <w:rsid w:val="005D6572"/>
    <w:rsid w:val="005D6A08"/>
    <w:rsid w:val="005E0B8E"/>
    <w:rsid w:val="005E1118"/>
    <w:rsid w:val="005E143C"/>
    <w:rsid w:val="005E7F0F"/>
    <w:rsid w:val="005F1717"/>
    <w:rsid w:val="005F404E"/>
    <w:rsid w:val="005F5404"/>
    <w:rsid w:val="0060097A"/>
    <w:rsid w:val="00603B66"/>
    <w:rsid w:val="00606709"/>
    <w:rsid w:val="0061161D"/>
    <w:rsid w:val="00612871"/>
    <w:rsid w:val="006161D7"/>
    <w:rsid w:val="00617E1C"/>
    <w:rsid w:val="0062139D"/>
    <w:rsid w:val="00621703"/>
    <w:rsid w:val="00623330"/>
    <w:rsid w:val="00631516"/>
    <w:rsid w:val="00631B89"/>
    <w:rsid w:val="00633C74"/>
    <w:rsid w:val="006367CA"/>
    <w:rsid w:val="0064259E"/>
    <w:rsid w:val="00643171"/>
    <w:rsid w:val="00647E37"/>
    <w:rsid w:val="00651466"/>
    <w:rsid w:val="00651689"/>
    <w:rsid w:val="00654485"/>
    <w:rsid w:val="00655666"/>
    <w:rsid w:val="00663E55"/>
    <w:rsid w:val="00664232"/>
    <w:rsid w:val="0066452A"/>
    <w:rsid w:val="0066613B"/>
    <w:rsid w:val="00666DB2"/>
    <w:rsid w:val="00667231"/>
    <w:rsid w:val="00671CFC"/>
    <w:rsid w:val="00675E4A"/>
    <w:rsid w:val="00681F88"/>
    <w:rsid w:val="00683540"/>
    <w:rsid w:val="006856DA"/>
    <w:rsid w:val="00685BE4"/>
    <w:rsid w:val="00691F47"/>
    <w:rsid w:val="00693CEF"/>
    <w:rsid w:val="00693FFC"/>
    <w:rsid w:val="00694925"/>
    <w:rsid w:val="00697343"/>
    <w:rsid w:val="006A0917"/>
    <w:rsid w:val="006A1FFE"/>
    <w:rsid w:val="006A440A"/>
    <w:rsid w:val="006A4A25"/>
    <w:rsid w:val="006A6F58"/>
    <w:rsid w:val="006A78CC"/>
    <w:rsid w:val="006A7F5B"/>
    <w:rsid w:val="006B0F95"/>
    <w:rsid w:val="006B2EB1"/>
    <w:rsid w:val="006B7619"/>
    <w:rsid w:val="006C2E4F"/>
    <w:rsid w:val="006C3C24"/>
    <w:rsid w:val="006C5343"/>
    <w:rsid w:val="006C73B7"/>
    <w:rsid w:val="006D04C4"/>
    <w:rsid w:val="006D0CFB"/>
    <w:rsid w:val="006D2220"/>
    <w:rsid w:val="006D440A"/>
    <w:rsid w:val="006D4E25"/>
    <w:rsid w:val="006D6440"/>
    <w:rsid w:val="006D7F63"/>
    <w:rsid w:val="006E0FFD"/>
    <w:rsid w:val="006E2581"/>
    <w:rsid w:val="006E35D4"/>
    <w:rsid w:val="006E36E8"/>
    <w:rsid w:val="006E41B8"/>
    <w:rsid w:val="006E5D4A"/>
    <w:rsid w:val="006E5E32"/>
    <w:rsid w:val="006F0FF1"/>
    <w:rsid w:val="006F41D0"/>
    <w:rsid w:val="006F7B07"/>
    <w:rsid w:val="00701EA5"/>
    <w:rsid w:val="0070596B"/>
    <w:rsid w:val="00705FBD"/>
    <w:rsid w:val="007076C1"/>
    <w:rsid w:val="00711154"/>
    <w:rsid w:val="00713DB6"/>
    <w:rsid w:val="00715A98"/>
    <w:rsid w:val="0072136D"/>
    <w:rsid w:val="00725E0E"/>
    <w:rsid w:val="0072615C"/>
    <w:rsid w:val="00730AF3"/>
    <w:rsid w:val="00730B89"/>
    <w:rsid w:val="00731F8C"/>
    <w:rsid w:val="007325E6"/>
    <w:rsid w:val="00736E4C"/>
    <w:rsid w:val="00737CCA"/>
    <w:rsid w:val="00737F98"/>
    <w:rsid w:val="00740BBA"/>
    <w:rsid w:val="00740FC3"/>
    <w:rsid w:val="00741576"/>
    <w:rsid w:val="00751AF1"/>
    <w:rsid w:val="007542D1"/>
    <w:rsid w:val="00757EBE"/>
    <w:rsid w:val="00760184"/>
    <w:rsid w:val="00760FA3"/>
    <w:rsid w:val="00762E3B"/>
    <w:rsid w:val="00762F46"/>
    <w:rsid w:val="00764E15"/>
    <w:rsid w:val="00770FDB"/>
    <w:rsid w:val="007723AC"/>
    <w:rsid w:val="00773526"/>
    <w:rsid w:val="00776185"/>
    <w:rsid w:val="00777A1C"/>
    <w:rsid w:val="00777BEF"/>
    <w:rsid w:val="00777ECC"/>
    <w:rsid w:val="00780E40"/>
    <w:rsid w:val="00784DAA"/>
    <w:rsid w:val="007858D6"/>
    <w:rsid w:val="007870FF"/>
    <w:rsid w:val="00790024"/>
    <w:rsid w:val="007926FA"/>
    <w:rsid w:val="00792892"/>
    <w:rsid w:val="007964BC"/>
    <w:rsid w:val="0079723C"/>
    <w:rsid w:val="007A14A4"/>
    <w:rsid w:val="007A73C5"/>
    <w:rsid w:val="007B1E86"/>
    <w:rsid w:val="007B3804"/>
    <w:rsid w:val="007B6361"/>
    <w:rsid w:val="007B65A9"/>
    <w:rsid w:val="007B7266"/>
    <w:rsid w:val="007B7CC2"/>
    <w:rsid w:val="007C0E09"/>
    <w:rsid w:val="007C2DB9"/>
    <w:rsid w:val="007C474E"/>
    <w:rsid w:val="007C4D73"/>
    <w:rsid w:val="007D2893"/>
    <w:rsid w:val="007E00E1"/>
    <w:rsid w:val="007E0174"/>
    <w:rsid w:val="007E0820"/>
    <w:rsid w:val="007E14D8"/>
    <w:rsid w:val="007E4554"/>
    <w:rsid w:val="007E460E"/>
    <w:rsid w:val="007E50DF"/>
    <w:rsid w:val="007E58DC"/>
    <w:rsid w:val="007E6E03"/>
    <w:rsid w:val="007E72E4"/>
    <w:rsid w:val="007F0C9E"/>
    <w:rsid w:val="007F1B25"/>
    <w:rsid w:val="007F23D1"/>
    <w:rsid w:val="007F43FC"/>
    <w:rsid w:val="007F4C33"/>
    <w:rsid w:val="007F56E4"/>
    <w:rsid w:val="007F63A5"/>
    <w:rsid w:val="007F670F"/>
    <w:rsid w:val="007F7B9E"/>
    <w:rsid w:val="008019A5"/>
    <w:rsid w:val="0080284C"/>
    <w:rsid w:val="008048F1"/>
    <w:rsid w:val="008122E5"/>
    <w:rsid w:val="00812A6B"/>
    <w:rsid w:val="00814E5D"/>
    <w:rsid w:val="0081615C"/>
    <w:rsid w:val="00817FE5"/>
    <w:rsid w:val="00821F85"/>
    <w:rsid w:val="008238D6"/>
    <w:rsid w:val="00823A1D"/>
    <w:rsid w:val="008276D5"/>
    <w:rsid w:val="00835DE7"/>
    <w:rsid w:val="008408A8"/>
    <w:rsid w:val="00841115"/>
    <w:rsid w:val="008439A0"/>
    <w:rsid w:val="0084430A"/>
    <w:rsid w:val="00847530"/>
    <w:rsid w:val="0085160D"/>
    <w:rsid w:val="008527DB"/>
    <w:rsid w:val="008553A7"/>
    <w:rsid w:val="0085691D"/>
    <w:rsid w:val="00864AFD"/>
    <w:rsid w:val="008668BC"/>
    <w:rsid w:val="00871406"/>
    <w:rsid w:val="0087196B"/>
    <w:rsid w:val="0087207D"/>
    <w:rsid w:val="008731C4"/>
    <w:rsid w:val="00874B78"/>
    <w:rsid w:val="00875145"/>
    <w:rsid w:val="008772BB"/>
    <w:rsid w:val="00877875"/>
    <w:rsid w:val="00881474"/>
    <w:rsid w:val="008826B3"/>
    <w:rsid w:val="00890A32"/>
    <w:rsid w:val="00890F87"/>
    <w:rsid w:val="00891164"/>
    <w:rsid w:val="00893C91"/>
    <w:rsid w:val="00897792"/>
    <w:rsid w:val="008A2DD8"/>
    <w:rsid w:val="008A3661"/>
    <w:rsid w:val="008A78CC"/>
    <w:rsid w:val="008B0E57"/>
    <w:rsid w:val="008B505E"/>
    <w:rsid w:val="008B60D7"/>
    <w:rsid w:val="008C259E"/>
    <w:rsid w:val="008C5B22"/>
    <w:rsid w:val="008C7689"/>
    <w:rsid w:val="008D31AB"/>
    <w:rsid w:val="008D3665"/>
    <w:rsid w:val="008D560D"/>
    <w:rsid w:val="008D6906"/>
    <w:rsid w:val="008D75B7"/>
    <w:rsid w:val="008D7F8C"/>
    <w:rsid w:val="008E20EA"/>
    <w:rsid w:val="008E26FB"/>
    <w:rsid w:val="008E4C91"/>
    <w:rsid w:val="008E5C87"/>
    <w:rsid w:val="008E5D1B"/>
    <w:rsid w:val="008E5F53"/>
    <w:rsid w:val="008E6596"/>
    <w:rsid w:val="008E70B4"/>
    <w:rsid w:val="008F1A25"/>
    <w:rsid w:val="008F274D"/>
    <w:rsid w:val="008F27D5"/>
    <w:rsid w:val="008F3B80"/>
    <w:rsid w:val="008F4E6C"/>
    <w:rsid w:val="008F5476"/>
    <w:rsid w:val="00904DF3"/>
    <w:rsid w:val="00906BDA"/>
    <w:rsid w:val="009120CD"/>
    <w:rsid w:val="00912AFA"/>
    <w:rsid w:val="0091600C"/>
    <w:rsid w:val="00916621"/>
    <w:rsid w:val="00916664"/>
    <w:rsid w:val="009173A8"/>
    <w:rsid w:val="00920E0D"/>
    <w:rsid w:val="009212E5"/>
    <w:rsid w:val="0092209E"/>
    <w:rsid w:val="009247CF"/>
    <w:rsid w:val="00924BAD"/>
    <w:rsid w:val="00927615"/>
    <w:rsid w:val="009310D5"/>
    <w:rsid w:val="00935C24"/>
    <w:rsid w:val="00936CB1"/>
    <w:rsid w:val="00940BE8"/>
    <w:rsid w:val="0094145D"/>
    <w:rsid w:val="0094162D"/>
    <w:rsid w:val="0094761C"/>
    <w:rsid w:val="00947782"/>
    <w:rsid w:val="00953DA4"/>
    <w:rsid w:val="009544E4"/>
    <w:rsid w:val="0095642C"/>
    <w:rsid w:val="0096010B"/>
    <w:rsid w:val="0096060D"/>
    <w:rsid w:val="00960A62"/>
    <w:rsid w:val="0096127A"/>
    <w:rsid w:val="0096511A"/>
    <w:rsid w:val="00965E55"/>
    <w:rsid w:val="00966540"/>
    <w:rsid w:val="00970650"/>
    <w:rsid w:val="00971EB7"/>
    <w:rsid w:val="00972430"/>
    <w:rsid w:val="00975914"/>
    <w:rsid w:val="00977CB1"/>
    <w:rsid w:val="009801F6"/>
    <w:rsid w:val="0098138D"/>
    <w:rsid w:val="00981B8A"/>
    <w:rsid w:val="0098258A"/>
    <w:rsid w:val="00984370"/>
    <w:rsid w:val="009907C3"/>
    <w:rsid w:val="00994D3F"/>
    <w:rsid w:val="00996081"/>
    <w:rsid w:val="009A10D1"/>
    <w:rsid w:val="009A11D5"/>
    <w:rsid w:val="009A38D9"/>
    <w:rsid w:val="009A3C75"/>
    <w:rsid w:val="009A461B"/>
    <w:rsid w:val="009A6216"/>
    <w:rsid w:val="009A7CDD"/>
    <w:rsid w:val="009B0472"/>
    <w:rsid w:val="009B099D"/>
    <w:rsid w:val="009B4F59"/>
    <w:rsid w:val="009B5AA8"/>
    <w:rsid w:val="009B5F5D"/>
    <w:rsid w:val="009B7E08"/>
    <w:rsid w:val="009C61B2"/>
    <w:rsid w:val="009D081E"/>
    <w:rsid w:val="009D39CB"/>
    <w:rsid w:val="009D4A1B"/>
    <w:rsid w:val="009D528A"/>
    <w:rsid w:val="009E0CA9"/>
    <w:rsid w:val="009E10C3"/>
    <w:rsid w:val="009E15FF"/>
    <w:rsid w:val="009E1AA2"/>
    <w:rsid w:val="009E1C78"/>
    <w:rsid w:val="009E48AB"/>
    <w:rsid w:val="009E6185"/>
    <w:rsid w:val="009F0A11"/>
    <w:rsid w:val="009F0D62"/>
    <w:rsid w:val="009F1219"/>
    <w:rsid w:val="009F1E93"/>
    <w:rsid w:val="009F5DB2"/>
    <w:rsid w:val="00A001D3"/>
    <w:rsid w:val="00A03F59"/>
    <w:rsid w:val="00A0553A"/>
    <w:rsid w:val="00A05EA6"/>
    <w:rsid w:val="00A065D2"/>
    <w:rsid w:val="00A1144A"/>
    <w:rsid w:val="00A12681"/>
    <w:rsid w:val="00A21625"/>
    <w:rsid w:val="00A245AE"/>
    <w:rsid w:val="00A24680"/>
    <w:rsid w:val="00A2692D"/>
    <w:rsid w:val="00A32CCD"/>
    <w:rsid w:val="00A351EB"/>
    <w:rsid w:val="00A3576B"/>
    <w:rsid w:val="00A36046"/>
    <w:rsid w:val="00A37579"/>
    <w:rsid w:val="00A37A73"/>
    <w:rsid w:val="00A40A8B"/>
    <w:rsid w:val="00A4200D"/>
    <w:rsid w:val="00A45311"/>
    <w:rsid w:val="00A459DE"/>
    <w:rsid w:val="00A52BC5"/>
    <w:rsid w:val="00A5538C"/>
    <w:rsid w:val="00A55EDC"/>
    <w:rsid w:val="00A607E2"/>
    <w:rsid w:val="00A61B14"/>
    <w:rsid w:val="00A63EEB"/>
    <w:rsid w:val="00A64F6B"/>
    <w:rsid w:val="00A6570D"/>
    <w:rsid w:val="00A65C28"/>
    <w:rsid w:val="00A678ED"/>
    <w:rsid w:val="00A67E13"/>
    <w:rsid w:val="00A67F12"/>
    <w:rsid w:val="00A70CBF"/>
    <w:rsid w:val="00A7206E"/>
    <w:rsid w:val="00A7278E"/>
    <w:rsid w:val="00A73602"/>
    <w:rsid w:val="00A74426"/>
    <w:rsid w:val="00A757C9"/>
    <w:rsid w:val="00A76782"/>
    <w:rsid w:val="00A77320"/>
    <w:rsid w:val="00A82638"/>
    <w:rsid w:val="00A83C20"/>
    <w:rsid w:val="00A842A3"/>
    <w:rsid w:val="00A8682B"/>
    <w:rsid w:val="00A86A92"/>
    <w:rsid w:val="00A87608"/>
    <w:rsid w:val="00A907F5"/>
    <w:rsid w:val="00A90B9A"/>
    <w:rsid w:val="00A94B16"/>
    <w:rsid w:val="00A95495"/>
    <w:rsid w:val="00A95978"/>
    <w:rsid w:val="00A9673D"/>
    <w:rsid w:val="00A9790E"/>
    <w:rsid w:val="00AA01DB"/>
    <w:rsid w:val="00AA134C"/>
    <w:rsid w:val="00AA2AD1"/>
    <w:rsid w:val="00AA5B2E"/>
    <w:rsid w:val="00AA5C0C"/>
    <w:rsid w:val="00AA6E3A"/>
    <w:rsid w:val="00AB038E"/>
    <w:rsid w:val="00AB2CD6"/>
    <w:rsid w:val="00AB42FB"/>
    <w:rsid w:val="00AB48E7"/>
    <w:rsid w:val="00AB6809"/>
    <w:rsid w:val="00AB7551"/>
    <w:rsid w:val="00AC0C78"/>
    <w:rsid w:val="00AC0D30"/>
    <w:rsid w:val="00AC16B1"/>
    <w:rsid w:val="00AC201A"/>
    <w:rsid w:val="00AC2295"/>
    <w:rsid w:val="00AC2828"/>
    <w:rsid w:val="00AC3A2B"/>
    <w:rsid w:val="00AC47CF"/>
    <w:rsid w:val="00AC4A31"/>
    <w:rsid w:val="00AC6301"/>
    <w:rsid w:val="00AD0CB9"/>
    <w:rsid w:val="00AD177B"/>
    <w:rsid w:val="00AD1B9F"/>
    <w:rsid w:val="00AD1F86"/>
    <w:rsid w:val="00AD2462"/>
    <w:rsid w:val="00AD5708"/>
    <w:rsid w:val="00AD75C9"/>
    <w:rsid w:val="00AE44D2"/>
    <w:rsid w:val="00AE7931"/>
    <w:rsid w:val="00AF559C"/>
    <w:rsid w:val="00AF5920"/>
    <w:rsid w:val="00AF74CB"/>
    <w:rsid w:val="00B0099B"/>
    <w:rsid w:val="00B00A1A"/>
    <w:rsid w:val="00B01297"/>
    <w:rsid w:val="00B0631E"/>
    <w:rsid w:val="00B12234"/>
    <w:rsid w:val="00B12FA2"/>
    <w:rsid w:val="00B12FC5"/>
    <w:rsid w:val="00B134E5"/>
    <w:rsid w:val="00B14D91"/>
    <w:rsid w:val="00B16645"/>
    <w:rsid w:val="00B166DB"/>
    <w:rsid w:val="00B170FB"/>
    <w:rsid w:val="00B1759F"/>
    <w:rsid w:val="00B17D0A"/>
    <w:rsid w:val="00B207F8"/>
    <w:rsid w:val="00B22522"/>
    <w:rsid w:val="00B23B77"/>
    <w:rsid w:val="00B260D1"/>
    <w:rsid w:val="00B278B5"/>
    <w:rsid w:val="00B309C2"/>
    <w:rsid w:val="00B31546"/>
    <w:rsid w:val="00B319BE"/>
    <w:rsid w:val="00B33E01"/>
    <w:rsid w:val="00B33F03"/>
    <w:rsid w:val="00B35132"/>
    <w:rsid w:val="00B3610F"/>
    <w:rsid w:val="00B3626D"/>
    <w:rsid w:val="00B379C5"/>
    <w:rsid w:val="00B4328A"/>
    <w:rsid w:val="00B5032A"/>
    <w:rsid w:val="00B51EF8"/>
    <w:rsid w:val="00B527C7"/>
    <w:rsid w:val="00B52F5E"/>
    <w:rsid w:val="00B5318D"/>
    <w:rsid w:val="00B5542C"/>
    <w:rsid w:val="00B5618C"/>
    <w:rsid w:val="00B57064"/>
    <w:rsid w:val="00B62F6E"/>
    <w:rsid w:val="00B639A9"/>
    <w:rsid w:val="00B66658"/>
    <w:rsid w:val="00B80258"/>
    <w:rsid w:val="00B80281"/>
    <w:rsid w:val="00B809E2"/>
    <w:rsid w:val="00B81270"/>
    <w:rsid w:val="00B82AD1"/>
    <w:rsid w:val="00B83E98"/>
    <w:rsid w:val="00B86716"/>
    <w:rsid w:val="00B86BF9"/>
    <w:rsid w:val="00B87A0A"/>
    <w:rsid w:val="00B9042E"/>
    <w:rsid w:val="00B923C4"/>
    <w:rsid w:val="00B93132"/>
    <w:rsid w:val="00B93161"/>
    <w:rsid w:val="00B9420E"/>
    <w:rsid w:val="00B94AF0"/>
    <w:rsid w:val="00B94B6B"/>
    <w:rsid w:val="00B94DC9"/>
    <w:rsid w:val="00BA1210"/>
    <w:rsid w:val="00BA304D"/>
    <w:rsid w:val="00BA5E18"/>
    <w:rsid w:val="00BA6ADF"/>
    <w:rsid w:val="00BA722E"/>
    <w:rsid w:val="00BB04D1"/>
    <w:rsid w:val="00BB2317"/>
    <w:rsid w:val="00BB3DFB"/>
    <w:rsid w:val="00BB554B"/>
    <w:rsid w:val="00BB7E79"/>
    <w:rsid w:val="00BC0A69"/>
    <w:rsid w:val="00BC2055"/>
    <w:rsid w:val="00BC3E33"/>
    <w:rsid w:val="00BD0589"/>
    <w:rsid w:val="00BD0628"/>
    <w:rsid w:val="00BD0FB3"/>
    <w:rsid w:val="00BD2BB6"/>
    <w:rsid w:val="00BD326E"/>
    <w:rsid w:val="00BD4E9E"/>
    <w:rsid w:val="00BD748B"/>
    <w:rsid w:val="00BE11B6"/>
    <w:rsid w:val="00BE1965"/>
    <w:rsid w:val="00BE34FB"/>
    <w:rsid w:val="00BE3BC1"/>
    <w:rsid w:val="00BE59E5"/>
    <w:rsid w:val="00BE660F"/>
    <w:rsid w:val="00BE6A52"/>
    <w:rsid w:val="00BE7963"/>
    <w:rsid w:val="00BF1BF9"/>
    <w:rsid w:val="00BF2673"/>
    <w:rsid w:val="00BF3069"/>
    <w:rsid w:val="00BF3241"/>
    <w:rsid w:val="00BF33BC"/>
    <w:rsid w:val="00BF44DF"/>
    <w:rsid w:val="00BF6BF7"/>
    <w:rsid w:val="00C00D15"/>
    <w:rsid w:val="00C021E1"/>
    <w:rsid w:val="00C05D59"/>
    <w:rsid w:val="00C06049"/>
    <w:rsid w:val="00C10143"/>
    <w:rsid w:val="00C1111F"/>
    <w:rsid w:val="00C12252"/>
    <w:rsid w:val="00C12DDD"/>
    <w:rsid w:val="00C16B56"/>
    <w:rsid w:val="00C22D9A"/>
    <w:rsid w:val="00C25314"/>
    <w:rsid w:val="00C26C35"/>
    <w:rsid w:val="00C3216D"/>
    <w:rsid w:val="00C35EB1"/>
    <w:rsid w:val="00C36F46"/>
    <w:rsid w:val="00C40D2A"/>
    <w:rsid w:val="00C5152F"/>
    <w:rsid w:val="00C53484"/>
    <w:rsid w:val="00C565DF"/>
    <w:rsid w:val="00C5720F"/>
    <w:rsid w:val="00C63486"/>
    <w:rsid w:val="00C65BBF"/>
    <w:rsid w:val="00C674F6"/>
    <w:rsid w:val="00C7040B"/>
    <w:rsid w:val="00C71314"/>
    <w:rsid w:val="00C7247C"/>
    <w:rsid w:val="00C74880"/>
    <w:rsid w:val="00C74CF7"/>
    <w:rsid w:val="00C805FE"/>
    <w:rsid w:val="00C81315"/>
    <w:rsid w:val="00C833E7"/>
    <w:rsid w:val="00C853E1"/>
    <w:rsid w:val="00C91DB9"/>
    <w:rsid w:val="00C92640"/>
    <w:rsid w:val="00C93807"/>
    <w:rsid w:val="00C943F9"/>
    <w:rsid w:val="00C9457F"/>
    <w:rsid w:val="00C96F3A"/>
    <w:rsid w:val="00CA031A"/>
    <w:rsid w:val="00CA1E28"/>
    <w:rsid w:val="00CA1E4A"/>
    <w:rsid w:val="00CA3653"/>
    <w:rsid w:val="00CA5C5B"/>
    <w:rsid w:val="00CB15E8"/>
    <w:rsid w:val="00CB1FB8"/>
    <w:rsid w:val="00CB6AAC"/>
    <w:rsid w:val="00CC0DA0"/>
    <w:rsid w:val="00CC3018"/>
    <w:rsid w:val="00CD1821"/>
    <w:rsid w:val="00CD1AF5"/>
    <w:rsid w:val="00CD1CC3"/>
    <w:rsid w:val="00CD3F6C"/>
    <w:rsid w:val="00CD5B82"/>
    <w:rsid w:val="00CD71BF"/>
    <w:rsid w:val="00CD79A1"/>
    <w:rsid w:val="00CE17F5"/>
    <w:rsid w:val="00CE1AC1"/>
    <w:rsid w:val="00CE28E3"/>
    <w:rsid w:val="00CE7C2C"/>
    <w:rsid w:val="00CF1285"/>
    <w:rsid w:val="00CF5492"/>
    <w:rsid w:val="00D0383F"/>
    <w:rsid w:val="00D0536F"/>
    <w:rsid w:val="00D0697C"/>
    <w:rsid w:val="00D12BDD"/>
    <w:rsid w:val="00D20F15"/>
    <w:rsid w:val="00D2186F"/>
    <w:rsid w:val="00D21FA2"/>
    <w:rsid w:val="00D23783"/>
    <w:rsid w:val="00D23BA6"/>
    <w:rsid w:val="00D27AB9"/>
    <w:rsid w:val="00D31C6F"/>
    <w:rsid w:val="00D377FF"/>
    <w:rsid w:val="00D40874"/>
    <w:rsid w:val="00D43356"/>
    <w:rsid w:val="00D445B0"/>
    <w:rsid w:val="00D44E98"/>
    <w:rsid w:val="00D472FF"/>
    <w:rsid w:val="00D47478"/>
    <w:rsid w:val="00D52CD0"/>
    <w:rsid w:val="00D5594F"/>
    <w:rsid w:val="00D60AA6"/>
    <w:rsid w:val="00D60CE7"/>
    <w:rsid w:val="00D6176A"/>
    <w:rsid w:val="00D6306E"/>
    <w:rsid w:val="00D650A8"/>
    <w:rsid w:val="00D65D7E"/>
    <w:rsid w:val="00D66474"/>
    <w:rsid w:val="00D67E18"/>
    <w:rsid w:val="00D67E63"/>
    <w:rsid w:val="00D70771"/>
    <w:rsid w:val="00D71C05"/>
    <w:rsid w:val="00D819EE"/>
    <w:rsid w:val="00D82112"/>
    <w:rsid w:val="00D82C20"/>
    <w:rsid w:val="00D84EB1"/>
    <w:rsid w:val="00D85301"/>
    <w:rsid w:val="00D900B9"/>
    <w:rsid w:val="00D91331"/>
    <w:rsid w:val="00D92392"/>
    <w:rsid w:val="00D927DC"/>
    <w:rsid w:val="00D93846"/>
    <w:rsid w:val="00D96C58"/>
    <w:rsid w:val="00D976E1"/>
    <w:rsid w:val="00DA2828"/>
    <w:rsid w:val="00DA3361"/>
    <w:rsid w:val="00DA4D2C"/>
    <w:rsid w:val="00DA6246"/>
    <w:rsid w:val="00DA7B2A"/>
    <w:rsid w:val="00DA7FEC"/>
    <w:rsid w:val="00DB0A2A"/>
    <w:rsid w:val="00DB1D10"/>
    <w:rsid w:val="00DB38CB"/>
    <w:rsid w:val="00DB3F4B"/>
    <w:rsid w:val="00DB4642"/>
    <w:rsid w:val="00DB5419"/>
    <w:rsid w:val="00DB5BC0"/>
    <w:rsid w:val="00DB6DCC"/>
    <w:rsid w:val="00DC278B"/>
    <w:rsid w:val="00DC34B3"/>
    <w:rsid w:val="00DC3905"/>
    <w:rsid w:val="00DC3A2F"/>
    <w:rsid w:val="00DC4813"/>
    <w:rsid w:val="00DC4FAB"/>
    <w:rsid w:val="00DC6441"/>
    <w:rsid w:val="00DC7463"/>
    <w:rsid w:val="00DC7E5B"/>
    <w:rsid w:val="00DC7E8B"/>
    <w:rsid w:val="00DD4261"/>
    <w:rsid w:val="00DD4970"/>
    <w:rsid w:val="00DD69EB"/>
    <w:rsid w:val="00DE1857"/>
    <w:rsid w:val="00DE1C60"/>
    <w:rsid w:val="00DE3D6A"/>
    <w:rsid w:val="00DE56C6"/>
    <w:rsid w:val="00DE6806"/>
    <w:rsid w:val="00DF0032"/>
    <w:rsid w:val="00DF14B7"/>
    <w:rsid w:val="00DF3406"/>
    <w:rsid w:val="00DF5439"/>
    <w:rsid w:val="00DF76D8"/>
    <w:rsid w:val="00E00F67"/>
    <w:rsid w:val="00E02AC5"/>
    <w:rsid w:val="00E03473"/>
    <w:rsid w:val="00E05E22"/>
    <w:rsid w:val="00E1084A"/>
    <w:rsid w:val="00E115B8"/>
    <w:rsid w:val="00E168A1"/>
    <w:rsid w:val="00E172B3"/>
    <w:rsid w:val="00E23888"/>
    <w:rsid w:val="00E25F67"/>
    <w:rsid w:val="00E277EE"/>
    <w:rsid w:val="00E2786D"/>
    <w:rsid w:val="00E279CB"/>
    <w:rsid w:val="00E27F66"/>
    <w:rsid w:val="00E30C6D"/>
    <w:rsid w:val="00E310E0"/>
    <w:rsid w:val="00E32415"/>
    <w:rsid w:val="00E32F40"/>
    <w:rsid w:val="00E333B9"/>
    <w:rsid w:val="00E35717"/>
    <w:rsid w:val="00E3598D"/>
    <w:rsid w:val="00E363A2"/>
    <w:rsid w:val="00E37E3E"/>
    <w:rsid w:val="00E41377"/>
    <w:rsid w:val="00E45713"/>
    <w:rsid w:val="00E50317"/>
    <w:rsid w:val="00E5224F"/>
    <w:rsid w:val="00E54E36"/>
    <w:rsid w:val="00E575C7"/>
    <w:rsid w:val="00E62084"/>
    <w:rsid w:val="00E704FA"/>
    <w:rsid w:val="00E70573"/>
    <w:rsid w:val="00E7070C"/>
    <w:rsid w:val="00E72321"/>
    <w:rsid w:val="00E73353"/>
    <w:rsid w:val="00E74327"/>
    <w:rsid w:val="00E81196"/>
    <w:rsid w:val="00E8270B"/>
    <w:rsid w:val="00E82EEC"/>
    <w:rsid w:val="00E86C5A"/>
    <w:rsid w:val="00E9049A"/>
    <w:rsid w:val="00E92014"/>
    <w:rsid w:val="00E9204A"/>
    <w:rsid w:val="00E925C4"/>
    <w:rsid w:val="00E932CA"/>
    <w:rsid w:val="00E94661"/>
    <w:rsid w:val="00E95301"/>
    <w:rsid w:val="00E96DCF"/>
    <w:rsid w:val="00E97710"/>
    <w:rsid w:val="00EA0B09"/>
    <w:rsid w:val="00EA1932"/>
    <w:rsid w:val="00EA234B"/>
    <w:rsid w:val="00EA7E7F"/>
    <w:rsid w:val="00EB3EE9"/>
    <w:rsid w:val="00EB4C99"/>
    <w:rsid w:val="00EB51B1"/>
    <w:rsid w:val="00EB5C38"/>
    <w:rsid w:val="00EB66B3"/>
    <w:rsid w:val="00EC4ACE"/>
    <w:rsid w:val="00EC6790"/>
    <w:rsid w:val="00EC6F07"/>
    <w:rsid w:val="00ED0104"/>
    <w:rsid w:val="00ED1DA9"/>
    <w:rsid w:val="00ED4F18"/>
    <w:rsid w:val="00ED4F47"/>
    <w:rsid w:val="00ED5B69"/>
    <w:rsid w:val="00EE2A51"/>
    <w:rsid w:val="00EE2DD9"/>
    <w:rsid w:val="00EE30C3"/>
    <w:rsid w:val="00EE37F3"/>
    <w:rsid w:val="00EE386E"/>
    <w:rsid w:val="00EE4196"/>
    <w:rsid w:val="00EE447A"/>
    <w:rsid w:val="00EE5F7E"/>
    <w:rsid w:val="00EE7452"/>
    <w:rsid w:val="00EF0F3F"/>
    <w:rsid w:val="00EF187E"/>
    <w:rsid w:val="00EF380D"/>
    <w:rsid w:val="00EF5237"/>
    <w:rsid w:val="00EF71AC"/>
    <w:rsid w:val="00EF7580"/>
    <w:rsid w:val="00F01D92"/>
    <w:rsid w:val="00F068D8"/>
    <w:rsid w:val="00F06DC6"/>
    <w:rsid w:val="00F102F0"/>
    <w:rsid w:val="00F11C44"/>
    <w:rsid w:val="00F14CA3"/>
    <w:rsid w:val="00F14EA1"/>
    <w:rsid w:val="00F16DE2"/>
    <w:rsid w:val="00F1722D"/>
    <w:rsid w:val="00F21B7A"/>
    <w:rsid w:val="00F239C1"/>
    <w:rsid w:val="00F25361"/>
    <w:rsid w:val="00F25448"/>
    <w:rsid w:val="00F2557A"/>
    <w:rsid w:val="00F26318"/>
    <w:rsid w:val="00F27BAD"/>
    <w:rsid w:val="00F3590D"/>
    <w:rsid w:val="00F36600"/>
    <w:rsid w:val="00F41389"/>
    <w:rsid w:val="00F45ACB"/>
    <w:rsid w:val="00F45FF5"/>
    <w:rsid w:val="00F46D3D"/>
    <w:rsid w:val="00F47FF5"/>
    <w:rsid w:val="00F52D30"/>
    <w:rsid w:val="00F57644"/>
    <w:rsid w:val="00F57855"/>
    <w:rsid w:val="00F60A26"/>
    <w:rsid w:val="00F61B90"/>
    <w:rsid w:val="00F63F8B"/>
    <w:rsid w:val="00F65A65"/>
    <w:rsid w:val="00F65D2E"/>
    <w:rsid w:val="00F7071C"/>
    <w:rsid w:val="00F71DB8"/>
    <w:rsid w:val="00F8097A"/>
    <w:rsid w:val="00F81B8B"/>
    <w:rsid w:val="00F8262F"/>
    <w:rsid w:val="00F82721"/>
    <w:rsid w:val="00F8286E"/>
    <w:rsid w:val="00F83FEC"/>
    <w:rsid w:val="00F84CF2"/>
    <w:rsid w:val="00F84F87"/>
    <w:rsid w:val="00F85DAE"/>
    <w:rsid w:val="00F92A61"/>
    <w:rsid w:val="00F92FAE"/>
    <w:rsid w:val="00F93975"/>
    <w:rsid w:val="00F95BB1"/>
    <w:rsid w:val="00F96139"/>
    <w:rsid w:val="00F96DBB"/>
    <w:rsid w:val="00FA016A"/>
    <w:rsid w:val="00FA1221"/>
    <w:rsid w:val="00FA4B83"/>
    <w:rsid w:val="00FA69AD"/>
    <w:rsid w:val="00FA761D"/>
    <w:rsid w:val="00FB2437"/>
    <w:rsid w:val="00FB2A2B"/>
    <w:rsid w:val="00FB3FD4"/>
    <w:rsid w:val="00FB58B8"/>
    <w:rsid w:val="00FC05F7"/>
    <w:rsid w:val="00FC0B5E"/>
    <w:rsid w:val="00FC2197"/>
    <w:rsid w:val="00FC3245"/>
    <w:rsid w:val="00FC3329"/>
    <w:rsid w:val="00FC5AE4"/>
    <w:rsid w:val="00FC5B8B"/>
    <w:rsid w:val="00FC6553"/>
    <w:rsid w:val="00FC7F3D"/>
    <w:rsid w:val="00FD0317"/>
    <w:rsid w:val="00FD04C2"/>
    <w:rsid w:val="00FD0BFE"/>
    <w:rsid w:val="00FD0F01"/>
    <w:rsid w:val="00FD163F"/>
    <w:rsid w:val="00FD2D8D"/>
    <w:rsid w:val="00FD613D"/>
    <w:rsid w:val="00FE0B63"/>
    <w:rsid w:val="00FE16F1"/>
    <w:rsid w:val="00FE22BD"/>
    <w:rsid w:val="00FE235D"/>
    <w:rsid w:val="00FE5092"/>
    <w:rsid w:val="00FE514C"/>
    <w:rsid w:val="00FE7C87"/>
    <w:rsid w:val="00FF0331"/>
    <w:rsid w:val="00FF1554"/>
    <w:rsid w:val="00FF281F"/>
    <w:rsid w:val="00FF4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uiPriority w:val="22"/>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 w:type="character" w:styleId="PlaceholderText">
    <w:name w:val="Placeholder Text"/>
    <w:basedOn w:val="DefaultParagraphFont"/>
    <w:uiPriority w:val="99"/>
    <w:semiHidden/>
    <w:rsid w:val="002341E9"/>
    <w:rPr>
      <w:color w:val="666666"/>
    </w:rPr>
  </w:style>
  <w:style w:type="character" w:customStyle="1" w:styleId="apple-converted-space">
    <w:name w:val="apple-converted-space"/>
    <w:basedOn w:val="DefaultParagraphFont"/>
    <w:rsid w:val="00B31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47930">
      <w:bodyDiv w:val="1"/>
      <w:marLeft w:val="0"/>
      <w:marRight w:val="0"/>
      <w:marTop w:val="0"/>
      <w:marBottom w:val="0"/>
      <w:divBdr>
        <w:top w:val="none" w:sz="0" w:space="0" w:color="auto"/>
        <w:left w:val="none" w:sz="0" w:space="0" w:color="auto"/>
        <w:bottom w:val="none" w:sz="0" w:space="0" w:color="auto"/>
        <w:right w:val="none" w:sz="0" w:space="0" w:color="auto"/>
      </w:divBdr>
    </w:div>
    <w:div w:id="84882962">
      <w:bodyDiv w:val="1"/>
      <w:marLeft w:val="0"/>
      <w:marRight w:val="0"/>
      <w:marTop w:val="0"/>
      <w:marBottom w:val="0"/>
      <w:divBdr>
        <w:top w:val="none" w:sz="0" w:space="0" w:color="auto"/>
        <w:left w:val="none" w:sz="0" w:space="0" w:color="auto"/>
        <w:bottom w:val="none" w:sz="0" w:space="0" w:color="auto"/>
        <w:right w:val="none" w:sz="0" w:space="0" w:color="auto"/>
      </w:divBdr>
    </w:div>
    <w:div w:id="771784265">
      <w:bodyDiv w:val="1"/>
      <w:marLeft w:val="0"/>
      <w:marRight w:val="0"/>
      <w:marTop w:val="0"/>
      <w:marBottom w:val="0"/>
      <w:divBdr>
        <w:top w:val="none" w:sz="0" w:space="0" w:color="auto"/>
        <w:left w:val="none" w:sz="0" w:space="0" w:color="auto"/>
        <w:bottom w:val="none" w:sz="0" w:space="0" w:color="auto"/>
        <w:right w:val="none" w:sz="0" w:space="0" w:color="auto"/>
      </w:divBdr>
    </w:div>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05992">
      <w:bodyDiv w:val="1"/>
      <w:marLeft w:val="0"/>
      <w:marRight w:val="0"/>
      <w:marTop w:val="0"/>
      <w:marBottom w:val="0"/>
      <w:divBdr>
        <w:top w:val="none" w:sz="0" w:space="0" w:color="auto"/>
        <w:left w:val="none" w:sz="0" w:space="0" w:color="auto"/>
        <w:bottom w:val="none" w:sz="0" w:space="0" w:color="auto"/>
        <w:right w:val="none" w:sz="0" w:space="0" w:color="auto"/>
      </w:divBdr>
    </w:div>
    <w:div w:id="1200095467">
      <w:bodyDiv w:val="1"/>
      <w:marLeft w:val="0"/>
      <w:marRight w:val="0"/>
      <w:marTop w:val="0"/>
      <w:marBottom w:val="0"/>
      <w:divBdr>
        <w:top w:val="none" w:sz="0" w:space="0" w:color="auto"/>
        <w:left w:val="none" w:sz="0" w:space="0" w:color="auto"/>
        <w:bottom w:val="none" w:sz="0" w:space="0" w:color="auto"/>
        <w:right w:val="none" w:sz="0" w:space="0" w:color="auto"/>
      </w:divBdr>
    </w:div>
    <w:div w:id="1215392149">
      <w:bodyDiv w:val="1"/>
      <w:marLeft w:val="0"/>
      <w:marRight w:val="0"/>
      <w:marTop w:val="0"/>
      <w:marBottom w:val="0"/>
      <w:divBdr>
        <w:top w:val="none" w:sz="0" w:space="0" w:color="auto"/>
        <w:left w:val="none" w:sz="0" w:space="0" w:color="auto"/>
        <w:bottom w:val="none" w:sz="0" w:space="0" w:color="auto"/>
        <w:right w:val="none" w:sz="0" w:space="0" w:color="auto"/>
      </w:divBdr>
    </w:div>
    <w:div w:id="1419213651">
      <w:bodyDiv w:val="1"/>
      <w:marLeft w:val="0"/>
      <w:marRight w:val="0"/>
      <w:marTop w:val="0"/>
      <w:marBottom w:val="0"/>
      <w:divBdr>
        <w:top w:val="none" w:sz="0" w:space="0" w:color="auto"/>
        <w:left w:val="none" w:sz="0" w:space="0" w:color="auto"/>
        <w:bottom w:val="none" w:sz="0" w:space="0" w:color="auto"/>
        <w:right w:val="none" w:sz="0" w:space="0" w:color="auto"/>
      </w:divBdr>
    </w:div>
    <w:div w:id="1556504242">
      <w:bodyDiv w:val="1"/>
      <w:marLeft w:val="0"/>
      <w:marRight w:val="0"/>
      <w:marTop w:val="0"/>
      <w:marBottom w:val="0"/>
      <w:divBdr>
        <w:top w:val="none" w:sz="0" w:space="0" w:color="auto"/>
        <w:left w:val="none" w:sz="0" w:space="0" w:color="auto"/>
        <w:bottom w:val="none" w:sz="0" w:space="0" w:color="auto"/>
        <w:right w:val="none" w:sz="0" w:space="0" w:color="auto"/>
      </w:divBdr>
    </w:div>
    <w:div w:id="1625694671">
      <w:bodyDiv w:val="1"/>
      <w:marLeft w:val="0"/>
      <w:marRight w:val="0"/>
      <w:marTop w:val="0"/>
      <w:marBottom w:val="0"/>
      <w:divBdr>
        <w:top w:val="none" w:sz="0" w:space="0" w:color="auto"/>
        <w:left w:val="none" w:sz="0" w:space="0" w:color="auto"/>
        <w:bottom w:val="none" w:sz="0" w:space="0" w:color="auto"/>
        <w:right w:val="none" w:sz="0" w:space="0" w:color="auto"/>
      </w:divBdr>
    </w:div>
    <w:div w:id="1909268398">
      <w:bodyDiv w:val="1"/>
      <w:marLeft w:val="0"/>
      <w:marRight w:val="0"/>
      <w:marTop w:val="0"/>
      <w:marBottom w:val="0"/>
      <w:divBdr>
        <w:top w:val="none" w:sz="0" w:space="0" w:color="auto"/>
        <w:left w:val="none" w:sz="0" w:space="0" w:color="auto"/>
        <w:bottom w:val="none" w:sz="0" w:space="0" w:color="auto"/>
        <w:right w:val="none" w:sz="0" w:space="0" w:color="auto"/>
      </w:divBdr>
    </w:div>
    <w:div w:id="1915583665">
      <w:bodyDiv w:val="1"/>
      <w:marLeft w:val="0"/>
      <w:marRight w:val="0"/>
      <w:marTop w:val="0"/>
      <w:marBottom w:val="0"/>
      <w:divBdr>
        <w:top w:val="none" w:sz="0" w:space="0" w:color="auto"/>
        <w:left w:val="none" w:sz="0" w:space="0" w:color="auto"/>
        <w:bottom w:val="none" w:sz="0" w:space="0" w:color="auto"/>
        <w:right w:val="none" w:sz="0" w:space="0" w:color="auto"/>
      </w:divBdr>
    </w:div>
    <w:div w:id="208719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94</TotalTime>
  <Pages>4</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6005</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54</cp:revision>
  <cp:lastPrinted>2022-05-07T19:38:00Z</cp:lastPrinted>
  <dcterms:created xsi:type="dcterms:W3CDTF">2024-08-02T15:31:00Z</dcterms:created>
  <dcterms:modified xsi:type="dcterms:W3CDTF">2025-07-21T18:33:00Z</dcterms:modified>
</cp:coreProperties>
</file>